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933" w:rsidRPr="003E225D" w:rsidRDefault="0077560E" w:rsidP="00533933">
      <w:pPr>
        <w:pStyle w:val="Heading1"/>
        <w:spacing w:before="0" w:after="0"/>
        <w:rPr>
          <w:sz w:val="22"/>
          <w:szCs w:val="22"/>
        </w:rPr>
      </w:pPr>
      <w:bookmarkStart w:id="0" w:name="_GoBack"/>
      <w:bookmarkEnd w:id="0"/>
      <w:r w:rsidRPr="003E225D">
        <w:rPr>
          <w:b w:val="0"/>
          <w:bCs w:val="0"/>
          <w:noProof/>
          <w:sz w:val="22"/>
          <w:szCs w:val="22"/>
          <w:lang w:val="en-AU" w:eastAsia="en-AU"/>
        </w:rPr>
        <w:drawing>
          <wp:anchor distT="0" distB="0" distL="114300" distR="114300" simplePos="0" relativeHeight="251656192" behindDoc="1" locked="0" layoutInCell="1" allowOverlap="1" wp14:anchorId="3669C3A7" wp14:editId="1283C034">
            <wp:simplePos x="0" y="0"/>
            <wp:positionH relativeFrom="column">
              <wp:posOffset>4589145</wp:posOffset>
            </wp:positionH>
            <wp:positionV relativeFrom="paragraph">
              <wp:posOffset>-31750</wp:posOffset>
            </wp:positionV>
            <wp:extent cx="1600200" cy="555625"/>
            <wp:effectExtent l="19050" t="0" r="0" b="0"/>
            <wp:wrapTight wrapText="bothSides">
              <wp:wrapPolygon edited="0">
                <wp:start x="-257" y="0"/>
                <wp:lineTo x="-257" y="20736"/>
                <wp:lineTo x="21600" y="20736"/>
                <wp:lineTo x="21600" y="0"/>
                <wp:lineTo x="-257" y="0"/>
              </wp:wrapPolygon>
            </wp:wrapTight>
            <wp:docPr id="2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5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3933" w:rsidRPr="003E225D">
        <w:rPr>
          <w:sz w:val="22"/>
          <w:szCs w:val="22"/>
        </w:rPr>
        <w:t>Western Sydney Region RTO</w:t>
      </w:r>
    </w:p>
    <w:p w:rsidR="00533933" w:rsidRPr="003E225D" w:rsidRDefault="00533933" w:rsidP="00533933">
      <w:pPr>
        <w:rPr>
          <w:rFonts w:ascii="Arial" w:hAnsi="Arial" w:cs="Arial"/>
          <w:b/>
          <w:sz w:val="22"/>
          <w:szCs w:val="22"/>
        </w:rPr>
      </w:pPr>
      <w:r w:rsidRPr="003E225D">
        <w:rPr>
          <w:rFonts w:ascii="Arial" w:hAnsi="Arial" w:cs="Arial"/>
          <w:b/>
          <w:sz w:val="22"/>
          <w:szCs w:val="22"/>
        </w:rPr>
        <w:t>Assessment Package</w:t>
      </w:r>
    </w:p>
    <w:p w:rsidR="00533933" w:rsidRPr="003E225D" w:rsidRDefault="00533933" w:rsidP="00533933">
      <w:pPr>
        <w:rPr>
          <w:rFonts w:ascii="Arial" w:hAnsi="Arial" w:cs="Arial"/>
          <w:b/>
          <w:sz w:val="22"/>
          <w:szCs w:val="22"/>
        </w:rPr>
      </w:pPr>
    </w:p>
    <w:p w:rsidR="00533933" w:rsidRPr="003E225D" w:rsidRDefault="00533933" w:rsidP="00EE6C2A">
      <w:pPr>
        <w:jc w:val="center"/>
        <w:rPr>
          <w:rFonts w:ascii="Arial" w:hAnsi="Arial" w:cs="Arial"/>
          <w:b/>
          <w:sz w:val="22"/>
          <w:szCs w:val="22"/>
        </w:rPr>
      </w:pPr>
      <w:r w:rsidRPr="003E225D">
        <w:rPr>
          <w:rFonts w:ascii="Arial" w:hAnsi="Arial" w:cs="Arial"/>
          <w:b/>
          <w:sz w:val="22"/>
          <w:szCs w:val="22"/>
        </w:rPr>
        <w:t>Package Overview for Assessors</w:t>
      </w:r>
    </w:p>
    <w:p w:rsidR="00D91946" w:rsidRPr="003E225D" w:rsidRDefault="00D91946" w:rsidP="00EE6C2A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6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1"/>
        <w:gridCol w:w="1260"/>
        <w:gridCol w:w="6480"/>
      </w:tblGrid>
      <w:tr w:rsidR="00F134A9" w:rsidRPr="003E225D" w:rsidTr="006E3A67">
        <w:trPr>
          <w:cantSplit/>
          <w:trHeight w:val="380"/>
        </w:trPr>
        <w:tc>
          <w:tcPr>
            <w:tcW w:w="16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F134A9" w:rsidRPr="003E225D" w:rsidRDefault="00F134A9" w:rsidP="006B438A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3E225D">
              <w:rPr>
                <w:rFonts w:ascii="Arial" w:hAnsi="Arial" w:cs="Arial"/>
                <w:b/>
                <w:sz w:val="22"/>
                <w:szCs w:val="22"/>
              </w:rPr>
              <w:t>Package Number</w:t>
            </w:r>
          </w:p>
          <w:p w:rsidR="00F134A9" w:rsidRPr="003E225D" w:rsidRDefault="00F134A9" w:rsidP="006B438A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3E225D">
              <w:rPr>
                <w:rFonts w:ascii="Arial" w:hAnsi="Arial" w:cs="Arial"/>
                <w:b/>
                <w:sz w:val="22"/>
                <w:szCs w:val="22"/>
              </w:rPr>
              <w:t xml:space="preserve">Package Title </w:t>
            </w:r>
          </w:p>
        </w:tc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4A9" w:rsidRPr="003E225D" w:rsidRDefault="00F134A9" w:rsidP="000463C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 xml:space="preserve">Certificate II in Hospitality </w:t>
            </w:r>
          </w:p>
          <w:p w:rsidR="00F134A9" w:rsidRPr="003E225D" w:rsidRDefault="00F134A9" w:rsidP="000463C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>SIT20207</w:t>
            </w:r>
          </w:p>
        </w:tc>
      </w:tr>
      <w:tr w:rsidR="00F134A9" w:rsidRPr="003E225D" w:rsidTr="006E3A67">
        <w:trPr>
          <w:cantSplit/>
          <w:trHeight w:val="423"/>
        </w:trPr>
        <w:tc>
          <w:tcPr>
            <w:tcW w:w="162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F134A9" w:rsidRPr="003E225D" w:rsidRDefault="00F134A9" w:rsidP="006B438A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3E225D">
              <w:rPr>
                <w:rFonts w:ascii="Arial" w:hAnsi="Arial" w:cs="Arial"/>
                <w:b/>
                <w:sz w:val="22"/>
                <w:szCs w:val="22"/>
              </w:rPr>
              <w:t>Training Package</w:t>
            </w:r>
          </w:p>
        </w:tc>
        <w:tc>
          <w:tcPr>
            <w:tcW w:w="7740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134A9" w:rsidRPr="003E225D" w:rsidRDefault="00F134A9" w:rsidP="000463C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3E225D">
              <w:rPr>
                <w:rFonts w:ascii="Arial" w:hAnsi="Arial" w:cs="Arial"/>
                <w:sz w:val="22"/>
                <w:szCs w:val="22"/>
              </w:rPr>
              <w:t>Hospitality SIT20207</w:t>
            </w:r>
          </w:p>
        </w:tc>
      </w:tr>
      <w:tr w:rsidR="00F134A9" w:rsidRPr="003E225D" w:rsidTr="006E3A67">
        <w:trPr>
          <w:cantSplit/>
          <w:trHeight w:val="380"/>
        </w:trPr>
        <w:tc>
          <w:tcPr>
            <w:tcW w:w="1621" w:type="dxa"/>
            <w:tcBorders>
              <w:left w:val="single" w:sz="12" w:space="0" w:color="auto"/>
            </w:tcBorders>
            <w:shd w:val="pct15" w:color="auto" w:fill="FFFFFF"/>
          </w:tcPr>
          <w:p w:rsidR="00F134A9" w:rsidRPr="003E225D" w:rsidRDefault="00F134A9" w:rsidP="006B438A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3E225D">
              <w:rPr>
                <w:rFonts w:ascii="Arial" w:hAnsi="Arial" w:cs="Arial"/>
                <w:b/>
                <w:sz w:val="22"/>
                <w:szCs w:val="22"/>
              </w:rPr>
              <w:t>Unit(s) /Elements to be assessed by this package:</w:t>
            </w:r>
          </w:p>
        </w:tc>
        <w:tc>
          <w:tcPr>
            <w:tcW w:w="7740" w:type="dxa"/>
            <w:gridSpan w:val="2"/>
            <w:tcBorders>
              <w:right w:val="single" w:sz="12" w:space="0" w:color="auto"/>
            </w:tcBorders>
            <w:vAlign w:val="center"/>
          </w:tcPr>
          <w:p w:rsidR="00F134A9" w:rsidRPr="00795AC6" w:rsidRDefault="00F134A9" w:rsidP="00F134A9">
            <w:pPr>
              <w:tabs>
                <w:tab w:val="center" w:pos="4153"/>
                <w:tab w:val="right" w:pos="8306"/>
              </w:tabs>
              <w:spacing w:beforeLines="20" w:before="48"/>
              <w:rPr>
                <w:rFonts w:ascii="Arial" w:hAnsi="Arial" w:cs="Arial"/>
                <w:b/>
                <w:sz w:val="22"/>
                <w:szCs w:val="22"/>
              </w:rPr>
            </w:pPr>
            <w:r w:rsidRPr="00795AC6">
              <w:rPr>
                <w:rFonts w:ascii="Arial" w:hAnsi="Arial" w:cs="Arial"/>
                <w:b/>
                <w:sz w:val="22"/>
                <w:szCs w:val="22"/>
              </w:rPr>
              <w:t>Implement Food Safety Procedures SITXFSA001A</w:t>
            </w:r>
          </w:p>
          <w:p w:rsidR="00F134A9" w:rsidRPr="003E225D" w:rsidRDefault="00F134A9" w:rsidP="00F134A9">
            <w:pPr>
              <w:tabs>
                <w:tab w:val="center" w:pos="4153"/>
                <w:tab w:val="right" w:pos="8306"/>
              </w:tabs>
              <w:spacing w:beforeLines="20" w:before="48"/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>1. Imple</w:t>
            </w:r>
            <w:r w:rsidR="003E225D" w:rsidRPr="003E225D">
              <w:rPr>
                <w:rFonts w:ascii="Arial" w:hAnsi="Arial" w:cs="Arial"/>
                <w:sz w:val="22"/>
                <w:szCs w:val="22"/>
              </w:rPr>
              <w:t>ment procedures for food s</w:t>
            </w:r>
            <w:r w:rsidR="00F36740">
              <w:rPr>
                <w:rFonts w:ascii="Arial" w:hAnsi="Arial" w:cs="Arial"/>
                <w:sz w:val="22"/>
                <w:szCs w:val="22"/>
              </w:rPr>
              <w:t xml:space="preserve">afety (Performance criteria 1.1 to </w:t>
            </w:r>
            <w:r w:rsidR="003E225D" w:rsidRPr="003E225D">
              <w:rPr>
                <w:rFonts w:ascii="Arial" w:hAnsi="Arial" w:cs="Arial"/>
                <w:sz w:val="22"/>
                <w:szCs w:val="22"/>
              </w:rPr>
              <w:t>1.6)</w:t>
            </w:r>
          </w:p>
          <w:p w:rsidR="00F134A9" w:rsidRPr="003E225D" w:rsidRDefault="00F134A9" w:rsidP="00F134A9">
            <w:pPr>
              <w:tabs>
                <w:tab w:val="center" w:pos="4153"/>
                <w:tab w:val="right" w:pos="8306"/>
              </w:tabs>
              <w:spacing w:beforeLines="20" w:before="48"/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>2. Store food safely.</w:t>
            </w:r>
            <w:r w:rsidR="00F36740">
              <w:rPr>
                <w:rFonts w:ascii="Arial" w:hAnsi="Arial" w:cs="Arial"/>
                <w:sz w:val="22"/>
                <w:szCs w:val="22"/>
              </w:rPr>
              <w:t xml:space="preserve"> (Performance criteria 2.1 to </w:t>
            </w:r>
            <w:r w:rsidR="003E225D" w:rsidRPr="003E225D">
              <w:rPr>
                <w:rFonts w:ascii="Arial" w:hAnsi="Arial" w:cs="Arial"/>
                <w:sz w:val="22"/>
                <w:szCs w:val="22"/>
              </w:rPr>
              <w:t>2.3)</w:t>
            </w:r>
          </w:p>
          <w:p w:rsidR="00F134A9" w:rsidRPr="003E225D" w:rsidRDefault="003E225D" w:rsidP="00F134A9">
            <w:pPr>
              <w:tabs>
                <w:tab w:val="center" w:pos="4153"/>
                <w:tab w:val="right" w:pos="8306"/>
              </w:tabs>
              <w:spacing w:beforeLines="20" w:before="48"/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>3. Prepare food safely (</w:t>
            </w:r>
            <w:r w:rsidR="00F36740">
              <w:rPr>
                <w:rFonts w:ascii="Arial" w:hAnsi="Arial" w:cs="Arial"/>
                <w:sz w:val="22"/>
                <w:szCs w:val="22"/>
              </w:rPr>
              <w:t>P</w:t>
            </w:r>
            <w:r w:rsidRPr="003E225D">
              <w:rPr>
                <w:rFonts w:ascii="Arial" w:hAnsi="Arial" w:cs="Arial"/>
                <w:sz w:val="22"/>
                <w:szCs w:val="22"/>
              </w:rPr>
              <w:t>erformance criteria 3.1</w:t>
            </w:r>
            <w:r w:rsidR="00F36740">
              <w:rPr>
                <w:rFonts w:ascii="Arial" w:hAnsi="Arial" w:cs="Arial"/>
                <w:sz w:val="22"/>
                <w:szCs w:val="22"/>
              </w:rPr>
              <w:t xml:space="preserve"> to </w:t>
            </w:r>
            <w:r w:rsidRPr="003E225D">
              <w:rPr>
                <w:rFonts w:ascii="Arial" w:hAnsi="Arial" w:cs="Arial"/>
                <w:sz w:val="22"/>
                <w:szCs w:val="22"/>
              </w:rPr>
              <w:t>3.4)</w:t>
            </w:r>
          </w:p>
          <w:p w:rsidR="00F134A9" w:rsidRPr="003E225D" w:rsidRDefault="00F134A9" w:rsidP="00F134A9">
            <w:pPr>
              <w:tabs>
                <w:tab w:val="center" w:pos="4153"/>
                <w:tab w:val="right" w:pos="8306"/>
              </w:tabs>
              <w:spacing w:beforeLines="20" w:before="48"/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>4</w:t>
            </w:r>
            <w:r w:rsidR="003E225D" w:rsidRPr="003E225D">
              <w:rPr>
                <w:rFonts w:ascii="Arial" w:hAnsi="Arial" w:cs="Arial"/>
                <w:sz w:val="22"/>
                <w:szCs w:val="22"/>
              </w:rPr>
              <w:t>. Provide safe single use items(</w:t>
            </w:r>
            <w:r w:rsidR="00F36740">
              <w:rPr>
                <w:rFonts w:ascii="Arial" w:hAnsi="Arial" w:cs="Arial"/>
                <w:sz w:val="22"/>
                <w:szCs w:val="22"/>
              </w:rPr>
              <w:t>P</w:t>
            </w:r>
            <w:r w:rsidR="003E225D" w:rsidRPr="003E225D">
              <w:rPr>
                <w:rFonts w:ascii="Arial" w:hAnsi="Arial" w:cs="Arial"/>
                <w:sz w:val="22"/>
                <w:szCs w:val="22"/>
              </w:rPr>
              <w:t>erformance criteria 4.1</w:t>
            </w:r>
            <w:r w:rsidR="00F36740">
              <w:rPr>
                <w:rFonts w:ascii="Arial" w:hAnsi="Arial" w:cs="Arial"/>
                <w:sz w:val="22"/>
                <w:szCs w:val="22"/>
              </w:rPr>
              <w:t xml:space="preserve"> to </w:t>
            </w:r>
            <w:r w:rsidR="003E225D" w:rsidRPr="003E225D">
              <w:rPr>
                <w:rFonts w:ascii="Arial" w:hAnsi="Arial" w:cs="Arial"/>
                <w:sz w:val="22"/>
                <w:szCs w:val="22"/>
              </w:rPr>
              <w:t>4.2)</w:t>
            </w:r>
          </w:p>
          <w:p w:rsidR="00F134A9" w:rsidRPr="003E225D" w:rsidRDefault="00F36740" w:rsidP="00F134A9">
            <w:pPr>
              <w:tabs>
                <w:tab w:val="center" w:pos="4153"/>
                <w:tab w:val="right" w:pos="8306"/>
              </w:tabs>
              <w:spacing w:beforeLines="20" w:before="4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 Maintain a clean environment</w:t>
            </w:r>
            <w:r w:rsidR="003E225D" w:rsidRPr="003E225D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 xml:space="preserve">Performance criteria 5.1 to </w:t>
            </w:r>
            <w:r w:rsidR="003E225D" w:rsidRPr="003E225D">
              <w:rPr>
                <w:rFonts w:ascii="Arial" w:hAnsi="Arial" w:cs="Arial"/>
                <w:sz w:val="22"/>
                <w:szCs w:val="22"/>
              </w:rPr>
              <w:t>5.5)</w:t>
            </w:r>
          </w:p>
          <w:p w:rsidR="00F134A9" w:rsidRPr="003E225D" w:rsidRDefault="00F134A9" w:rsidP="00F36740">
            <w:pPr>
              <w:tabs>
                <w:tab w:val="center" w:pos="4153"/>
                <w:tab w:val="right" w:pos="8306"/>
              </w:tabs>
              <w:spacing w:beforeLines="20" w:before="48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>6. Dispose of food safely.</w:t>
            </w:r>
            <w:r w:rsidR="003E225D" w:rsidRPr="003E225D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F36740">
              <w:rPr>
                <w:rFonts w:ascii="Arial" w:hAnsi="Arial" w:cs="Arial"/>
                <w:sz w:val="22"/>
                <w:szCs w:val="22"/>
              </w:rPr>
              <w:t xml:space="preserve">Performance criteria 6.1 to </w:t>
            </w:r>
            <w:r w:rsidR="003E225D" w:rsidRPr="003E225D">
              <w:rPr>
                <w:rFonts w:ascii="Arial" w:hAnsi="Arial" w:cs="Arial"/>
                <w:sz w:val="22"/>
                <w:szCs w:val="22"/>
              </w:rPr>
              <w:t>6.2)</w:t>
            </w:r>
          </w:p>
        </w:tc>
      </w:tr>
      <w:tr w:rsidR="00F134A9" w:rsidRPr="003E225D" w:rsidTr="00BD23B1">
        <w:trPr>
          <w:cantSplit/>
          <w:trHeight w:val="380"/>
        </w:trPr>
        <w:tc>
          <w:tcPr>
            <w:tcW w:w="1621" w:type="dxa"/>
            <w:tcBorders>
              <w:left w:val="single" w:sz="12" w:space="0" w:color="auto"/>
            </w:tcBorders>
            <w:shd w:val="pct15" w:color="auto" w:fill="FFFFFF"/>
          </w:tcPr>
          <w:p w:rsidR="00F134A9" w:rsidRPr="003E225D" w:rsidRDefault="00F134A9" w:rsidP="006B438A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3E225D">
              <w:rPr>
                <w:rFonts w:ascii="Arial" w:hAnsi="Arial" w:cs="Arial"/>
                <w:b/>
                <w:sz w:val="22"/>
                <w:szCs w:val="22"/>
              </w:rPr>
              <w:t>Evidence being provided for;</w:t>
            </w:r>
          </w:p>
        </w:tc>
        <w:tc>
          <w:tcPr>
            <w:tcW w:w="7740" w:type="dxa"/>
            <w:gridSpan w:val="2"/>
            <w:tcBorders>
              <w:right w:val="single" w:sz="12" w:space="0" w:color="auto"/>
            </w:tcBorders>
          </w:tcPr>
          <w:p w:rsidR="00F134A9" w:rsidRPr="00795AC6" w:rsidRDefault="00F134A9" w:rsidP="00F134A9">
            <w:pPr>
              <w:tabs>
                <w:tab w:val="center" w:pos="4153"/>
                <w:tab w:val="right" w:pos="8306"/>
              </w:tabs>
              <w:spacing w:beforeLines="20" w:before="48"/>
              <w:rPr>
                <w:rFonts w:ascii="Arial" w:hAnsi="Arial" w:cs="Arial"/>
                <w:b/>
                <w:sz w:val="22"/>
                <w:szCs w:val="22"/>
              </w:rPr>
            </w:pPr>
            <w:r w:rsidRPr="00795AC6">
              <w:rPr>
                <w:rFonts w:ascii="Arial" w:hAnsi="Arial" w:cs="Arial"/>
                <w:b/>
                <w:sz w:val="22"/>
                <w:szCs w:val="22"/>
              </w:rPr>
              <w:t>Implement Food Safety Procedures SITXFSA001A</w:t>
            </w:r>
          </w:p>
          <w:p w:rsidR="00F134A9" w:rsidRPr="003E225D" w:rsidRDefault="00F134A9" w:rsidP="000463C5">
            <w:pPr>
              <w:tabs>
                <w:tab w:val="center" w:pos="4153"/>
                <w:tab w:val="right" w:pos="8306"/>
              </w:tabs>
              <w:spacing w:beforeLines="20" w:before="4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34A9" w:rsidRPr="003E225D" w:rsidTr="007F5A2F">
        <w:trPr>
          <w:cantSplit/>
          <w:trHeight w:val="380"/>
        </w:trPr>
        <w:tc>
          <w:tcPr>
            <w:tcW w:w="162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F134A9" w:rsidRPr="003E225D" w:rsidRDefault="00F134A9" w:rsidP="00C600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E225D">
              <w:rPr>
                <w:rFonts w:ascii="Arial" w:hAnsi="Arial" w:cs="Arial"/>
                <w:b/>
                <w:sz w:val="22"/>
                <w:szCs w:val="22"/>
              </w:rPr>
              <w:t xml:space="preserve">Package contents and information  for assessors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134A9" w:rsidRPr="00F36740" w:rsidRDefault="00F134A9" w:rsidP="000463C5">
            <w:pPr>
              <w:tabs>
                <w:tab w:val="left" w:pos="2715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F36740">
              <w:rPr>
                <w:rFonts w:ascii="Arial" w:hAnsi="Arial" w:cs="Arial"/>
                <w:b/>
                <w:sz w:val="22"/>
                <w:szCs w:val="22"/>
              </w:rPr>
              <w:t>Pages 2</w:t>
            </w:r>
          </w:p>
        </w:tc>
        <w:tc>
          <w:tcPr>
            <w:tcW w:w="6480" w:type="dxa"/>
            <w:tcBorders>
              <w:bottom w:val="single" w:sz="4" w:space="0" w:color="auto"/>
              <w:right w:val="single" w:sz="12" w:space="0" w:color="auto"/>
            </w:tcBorders>
          </w:tcPr>
          <w:p w:rsidR="00F134A9" w:rsidRPr="003E225D" w:rsidRDefault="00F134A9" w:rsidP="000463C5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>Assessment Notice</w:t>
            </w:r>
          </w:p>
        </w:tc>
      </w:tr>
      <w:tr w:rsidR="00F134A9" w:rsidRPr="003E225D" w:rsidTr="007C06F5">
        <w:trPr>
          <w:cantSplit/>
          <w:trHeight w:val="380"/>
        </w:trPr>
        <w:tc>
          <w:tcPr>
            <w:tcW w:w="162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F134A9" w:rsidRPr="003E225D" w:rsidRDefault="00F134A9" w:rsidP="006B438A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134A9" w:rsidRPr="00F36740" w:rsidRDefault="00F134A9" w:rsidP="000463C5">
            <w:pPr>
              <w:tabs>
                <w:tab w:val="left" w:pos="2715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F36740">
              <w:rPr>
                <w:rFonts w:ascii="Arial" w:hAnsi="Arial" w:cs="Arial"/>
                <w:b/>
                <w:sz w:val="22"/>
                <w:szCs w:val="22"/>
              </w:rPr>
              <w:t xml:space="preserve">Pages </w:t>
            </w:r>
            <w:r w:rsidR="00675C0E" w:rsidRPr="00F36740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6480" w:type="dxa"/>
            <w:tcBorders>
              <w:bottom w:val="single" w:sz="4" w:space="0" w:color="auto"/>
              <w:right w:val="single" w:sz="12" w:space="0" w:color="auto"/>
            </w:tcBorders>
          </w:tcPr>
          <w:p w:rsidR="00F134A9" w:rsidRPr="003E225D" w:rsidRDefault="00675C0E" w:rsidP="000463C5">
            <w:pPr>
              <w:tabs>
                <w:tab w:val="left" w:pos="2715"/>
              </w:tabs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>Task 1</w:t>
            </w:r>
            <w:r w:rsidR="006B31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225D">
              <w:rPr>
                <w:rFonts w:ascii="Arial" w:hAnsi="Arial" w:cs="Arial"/>
                <w:sz w:val="22"/>
                <w:szCs w:val="22"/>
              </w:rPr>
              <w:t>-</w:t>
            </w:r>
            <w:r w:rsidR="006B31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225D">
              <w:rPr>
                <w:rFonts w:ascii="Arial" w:hAnsi="Arial" w:cs="Arial"/>
                <w:sz w:val="22"/>
                <w:szCs w:val="22"/>
              </w:rPr>
              <w:t>Recipe</w:t>
            </w:r>
          </w:p>
        </w:tc>
      </w:tr>
      <w:tr w:rsidR="00F134A9" w:rsidRPr="003E225D" w:rsidTr="007C06F5">
        <w:trPr>
          <w:cantSplit/>
          <w:trHeight w:val="380"/>
        </w:trPr>
        <w:tc>
          <w:tcPr>
            <w:tcW w:w="162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F134A9" w:rsidRPr="003E225D" w:rsidRDefault="00F134A9" w:rsidP="006B438A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134A9" w:rsidRPr="00F36740" w:rsidRDefault="00F134A9" w:rsidP="00675C0E">
            <w:pPr>
              <w:tabs>
                <w:tab w:val="left" w:pos="2715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F36740">
              <w:rPr>
                <w:rFonts w:ascii="Arial" w:hAnsi="Arial" w:cs="Arial"/>
                <w:b/>
                <w:sz w:val="22"/>
                <w:szCs w:val="22"/>
              </w:rPr>
              <w:t xml:space="preserve">Pages </w:t>
            </w:r>
            <w:r w:rsidR="00675C0E" w:rsidRPr="00F36740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6480" w:type="dxa"/>
            <w:tcBorders>
              <w:bottom w:val="single" w:sz="4" w:space="0" w:color="auto"/>
              <w:right w:val="single" w:sz="12" w:space="0" w:color="auto"/>
            </w:tcBorders>
          </w:tcPr>
          <w:p w:rsidR="00F134A9" w:rsidRPr="003E225D" w:rsidRDefault="00675C0E" w:rsidP="000463C5">
            <w:pPr>
              <w:tabs>
                <w:tab w:val="left" w:pos="2715"/>
              </w:tabs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>Task 1 - Checklist</w:t>
            </w:r>
          </w:p>
        </w:tc>
      </w:tr>
      <w:tr w:rsidR="00F134A9" w:rsidRPr="003E225D" w:rsidTr="006E3A67">
        <w:trPr>
          <w:cantSplit/>
          <w:trHeight w:val="392"/>
        </w:trPr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F134A9" w:rsidRPr="003E225D" w:rsidRDefault="00F134A9" w:rsidP="006B438A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:rsidR="00F134A9" w:rsidRPr="00F36740" w:rsidRDefault="00675C0E" w:rsidP="00675C0E">
            <w:pPr>
              <w:tabs>
                <w:tab w:val="left" w:pos="2715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F36740">
              <w:rPr>
                <w:rFonts w:ascii="Arial" w:hAnsi="Arial" w:cs="Arial"/>
                <w:b/>
                <w:sz w:val="22"/>
                <w:szCs w:val="22"/>
              </w:rPr>
              <w:t>Page 5</w:t>
            </w:r>
            <w:r w:rsidR="00171384" w:rsidRPr="00F36740">
              <w:rPr>
                <w:rFonts w:ascii="Arial" w:hAnsi="Arial" w:cs="Arial"/>
                <w:b/>
                <w:sz w:val="22"/>
                <w:szCs w:val="22"/>
              </w:rPr>
              <w:t>-6</w:t>
            </w:r>
          </w:p>
        </w:tc>
        <w:tc>
          <w:tcPr>
            <w:tcW w:w="64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A9" w:rsidRPr="003E225D" w:rsidRDefault="00675C0E" w:rsidP="000463C5">
            <w:pPr>
              <w:tabs>
                <w:tab w:val="left" w:pos="2715"/>
              </w:tabs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>Task 2</w:t>
            </w:r>
            <w:r w:rsidR="00795AC6">
              <w:rPr>
                <w:rFonts w:ascii="Arial" w:hAnsi="Arial" w:cs="Arial"/>
                <w:sz w:val="22"/>
                <w:szCs w:val="22"/>
              </w:rPr>
              <w:t xml:space="preserve"> – HACCP grid and student question sheet</w:t>
            </w:r>
          </w:p>
        </w:tc>
      </w:tr>
      <w:tr w:rsidR="00F134A9" w:rsidRPr="003E225D" w:rsidTr="006E3A67">
        <w:trPr>
          <w:cantSplit/>
          <w:trHeight w:val="392"/>
        </w:trPr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F134A9" w:rsidRPr="003E225D" w:rsidRDefault="00F134A9" w:rsidP="006B438A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:rsidR="00F134A9" w:rsidRPr="00F36740" w:rsidRDefault="00675C0E" w:rsidP="000463C5">
            <w:pPr>
              <w:tabs>
                <w:tab w:val="left" w:pos="2715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F36740">
              <w:rPr>
                <w:rFonts w:ascii="Arial" w:hAnsi="Arial" w:cs="Arial"/>
                <w:b/>
                <w:sz w:val="22"/>
                <w:szCs w:val="22"/>
              </w:rPr>
              <w:t xml:space="preserve">Page </w:t>
            </w:r>
            <w:r w:rsidR="00171384" w:rsidRPr="00F36740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64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A9" w:rsidRPr="003E225D" w:rsidRDefault="00F134A9" w:rsidP="00795AC6">
            <w:pPr>
              <w:tabs>
                <w:tab w:val="left" w:pos="2715"/>
              </w:tabs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>Task</w:t>
            </w:r>
            <w:r w:rsidR="00795AC6">
              <w:rPr>
                <w:rFonts w:ascii="Arial" w:hAnsi="Arial" w:cs="Arial"/>
                <w:sz w:val="22"/>
                <w:szCs w:val="22"/>
              </w:rPr>
              <w:t xml:space="preserve"> 2 Teacher a</w:t>
            </w:r>
            <w:r w:rsidR="00675C0E" w:rsidRPr="003E225D">
              <w:rPr>
                <w:rFonts w:ascii="Arial" w:hAnsi="Arial" w:cs="Arial"/>
                <w:sz w:val="22"/>
                <w:szCs w:val="22"/>
              </w:rPr>
              <w:t xml:space="preserve">nswer </w:t>
            </w:r>
            <w:r w:rsidR="00795AC6">
              <w:rPr>
                <w:rFonts w:ascii="Arial" w:hAnsi="Arial" w:cs="Arial"/>
                <w:sz w:val="22"/>
                <w:szCs w:val="22"/>
              </w:rPr>
              <w:t>s</w:t>
            </w:r>
            <w:r w:rsidR="00675C0E" w:rsidRPr="003E225D">
              <w:rPr>
                <w:rFonts w:ascii="Arial" w:hAnsi="Arial" w:cs="Arial"/>
                <w:sz w:val="22"/>
                <w:szCs w:val="22"/>
              </w:rPr>
              <w:t>heet</w:t>
            </w:r>
          </w:p>
        </w:tc>
      </w:tr>
      <w:tr w:rsidR="00F134A9" w:rsidRPr="003E225D" w:rsidTr="006E3A67">
        <w:trPr>
          <w:cantSplit/>
          <w:trHeight w:val="392"/>
        </w:trPr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F134A9" w:rsidRPr="003E225D" w:rsidRDefault="00F134A9" w:rsidP="006B438A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:rsidR="00F134A9" w:rsidRPr="00F36740" w:rsidRDefault="00F134A9" w:rsidP="000463C5">
            <w:pPr>
              <w:tabs>
                <w:tab w:val="left" w:pos="2715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F36740">
              <w:rPr>
                <w:rFonts w:ascii="Arial" w:hAnsi="Arial" w:cs="Arial"/>
                <w:b/>
                <w:sz w:val="22"/>
                <w:szCs w:val="22"/>
              </w:rPr>
              <w:t xml:space="preserve">Page </w:t>
            </w:r>
            <w:r w:rsidR="00171384" w:rsidRPr="00F36740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64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A9" w:rsidRPr="003E225D" w:rsidRDefault="00F134A9" w:rsidP="00795AC6">
            <w:pPr>
              <w:tabs>
                <w:tab w:val="left" w:pos="2715"/>
              </w:tabs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 xml:space="preserve">Assessment </w:t>
            </w:r>
            <w:r w:rsidR="00795AC6">
              <w:rPr>
                <w:rFonts w:ascii="Arial" w:hAnsi="Arial" w:cs="Arial"/>
                <w:sz w:val="22"/>
                <w:szCs w:val="22"/>
              </w:rPr>
              <w:t>f</w:t>
            </w:r>
            <w:r w:rsidRPr="003E225D">
              <w:rPr>
                <w:rFonts w:ascii="Arial" w:hAnsi="Arial" w:cs="Arial"/>
                <w:sz w:val="22"/>
                <w:szCs w:val="22"/>
              </w:rPr>
              <w:t xml:space="preserve">eedback </w:t>
            </w:r>
            <w:r w:rsidR="00795AC6">
              <w:rPr>
                <w:rFonts w:ascii="Arial" w:hAnsi="Arial" w:cs="Arial"/>
                <w:sz w:val="22"/>
                <w:szCs w:val="22"/>
              </w:rPr>
              <w:t>f</w:t>
            </w:r>
            <w:r w:rsidRPr="003E225D">
              <w:rPr>
                <w:rFonts w:ascii="Arial" w:hAnsi="Arial" w:cs="Arial"/>
                <w:sz w:val="22"/>
                <w:szCs w:val="22"/>
              </w:rPr>
              <w:t>orm</w:t>
            </w:r>
          </w:p>
        </w:tc>
      </w:tr>
      <w:tr w:rsidR="00795AC6" w:rsidRPr="003E225D" w:rsidTr="00CF7563">
        <w:trPr>
          <w:cantSplit/>
          <w:trHeight w:val="392"/>
        </w:trPr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795AC6" w:rsidRPr="003E225D" w:rsidRDefault="00795AC6" w:rsidP="000E1667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3E225D">
              <w:rPr>
                <w:rFonts w:ascii="Arial" w:hAnsi="Arial" w:cs="Arial"/>
                <w:b/>
                <w:sz w:val="22"/>
                <w:szCs w:val="22"/>
              </w:rPr>
              <w:t>Equipment and/or resources required</w:t>
            </w:r>
          </w:p>
        </w:tc>
        <w:tc>
          <w:tcPr>
            <w:tcW w:w="774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AC6" w:rsidRDefault="00795AC6" w:rsidP="000463C5">
            <w:pPr>
              <w:tabs>
                <w:tab w:val="left" w:pos="271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Food for practical</w:t>
            </w:r>
          </w:p>
          <w:p w:rsidR="00795AC6" w:rsidRPr="003E225D" w:rsidRDefault="00795AC6" w:rsidP="000463C5">
            <w:pPr>
              <w:tabs>
                <w:tab w:val="left" w:pos="271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Disposable food containers</w:t>
            </w:r>
          </w:p>
        </w:tc>
      </w:tr>
      <w:tr w:rsidR="00795AC6" w:rsidRPr="003E225D" w:rsidTr="0081698A">
        <w:trPr>
          <w:cantSplit/>
          <w:trHeight w:val="392"/>
        </w:trPr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795AC6" w:rsidRPr="003E225D" w:rsidRDefault="00795AC6" w:rsidP="000E1667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3E225D">
              <w:rPr>
                <w:rFonts w:ascii="Arial" w:hAnsi="Arial" w:cs="Arial"/>
                <w:b/>
                <w:sz w:val="22"/>
                <w:szCs w:val="22"/>
              </w:rPr>
              <w:t>Other comments</w:t>
            </w:r>
          </w:p>
        </w:tc>
        <w:tc>
          <w:tcPr>
            <w:tcW w:w="774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AC6" w:rsidRPr="003E225D" w:rsidRDefault="00795AC6" w:rsidP="00795AC6">
            <w:pPr>
              <w:tabs>
                <w:tab w:val="left" w:pos="271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*This unit would combine well with Organise and Prepare Food </w:t>
            </w:r>
            <w:r w:rsidRPr="00795AC6">
              <w:rPr>
                <w:rFonts w:ascii="Arial" w:hAnsi="Arial" w:cs="Arial"/>
                <w:sz w:val="22"/>
                <w:szCs w:val="22"/>
              </w:rPr>
              <w:t>SITHCCC001A</w:t>
            </w:r>
          </w:p>
        </w:tc>
      </w:tr>
    </w:tbl>
    <w:p w:rsidR="004E2E22" w:rsidRPr="003E225D" w:rsidRDefault="00533933" w:rsidP="004E2E22">
      <w:pPr>
        <w:pStyle w:val="Heading1"/>
        <w:spacing w:before="0" w:after="0"/>
        <w:jc w:val="center"/>
        <w:rPr>
          <w:sz w:val="22"/>
          <w:szCs w:val="22"/>
        </w:rPr>
      </w:pPr>
      <w:r w:rsidRPr="003E225D">
        <w:rPr>
          <w:sz w:val="22"/>
          <w:szCs w:val="22"/>
        </w:rPr>
        <w:br w:type="page"/>
      </w:r>
      <w:r w:rsidR="004E2E22" w:rsidRPr="003E225D">
        <w:rPr>
          <w:sz w:val="22"/>
          <w:szCs w:val="22"/>
        </w:rPr>
        <w:lastRenderedPageBreak/>
        <w:t xml:space="preserve">Western Sydney Region </w:t>
      </w:r>
    </w:p>
    <w:p w:rsidR="00AF1723" w:rsidRPr="003E225D" w:rsidRDefault="00AF1723" w:rsidP="004E2E22">
      <w:pPr>
        <w:pStyle w:val="Heading1"/>
        <w:spacing w:before="0" w:after="0"/>
        <w:jc w:val="center"/>
        <w:rPr>
          <w:sz w:val="22"/>
          <w:szCs w:val="22"/>
        </w:rPr>
      </w:pPr>
      <w:r w:rsidRPr="003E225D">
        <w:rPr>
          <w:sz w:val="22"/>
          <w:szCs w:val="22"/>
        </w:rPr>
        <w:t>Vocational Education and Training</w:t>
      </w:r>
    </w:p>
    <w:p w:rsidR="00AF1723" w:rsidRPr="003E225D" w:rsidRDefault="00AF1723" w:rsidP="004E2E22">
      <w:pPr>
        <w:pStyle w:val="Heading3"/>
        <w:spacing w:before="0" w:after="0"/>
        <w:jc w:val="center"/>
        <w:rPr>
          <w:rFonts w:ascii="Arial" w:hAnsi="Arial" w:cs="Arial"/>
          <w:szCs w:val="22"/>
        </w:rPr>
      </w:pPr>
      <w:r w:rsidRPr="003E225D">
        <w:rPr>
          <w:rFonts w:ascii="Arial" w:hAnsi="Arial" w:cs="Arial"/>
          <w:szCs w:val="22"/>
        </w:rPr>
        <w:t>Assessment Notice</w:t>
      </w:r>
      <w:r w:rsidR="004E2E22" w:rsidRPr="003E225D">
        <w:rPr>
          <w:rFonts w:ascii="Arial" w:hAnsi="Arial" w:cs="Arial"/>
          <w:szCs w:val="22"/>
        </w:rPr>
        <w:t xml:space="preserve"> </w:t>
      </w:r>
      <w:r w:rsidR="000B6D2D" w:rsidRPr="003E225D">
        <w:rPr>
          <w:rFonts w:ascii="Arial" w:hAnsi="Arial" w:cs="Arial"/>
          <w:szCs w:val="22"/>
        </w:rPr>
        <w:t xml:space="preserve"> </w:t>
      </w:r>
    </w:p>
    <w:p w:rsidR="004E2E22" w:rsidRPr="003E225D" w:rsidRDefault="000B6D2D" w:rsidP="000B6D2D">
      <w:pPr>
        <w:ind w:left="1440" w:firstLine="720"/>
        <w:rPr>
          <w:rFonts w:ascii="Arial" w:hAnsi="Arial" w:cs="Arial"/>
          <w:b/>
          <w:sz w:val="22"/>
          <w:szCs w:val="22"/>
          <w:lang w:val="en-AU"/>
        </w:rPr>
      </w:pPr>
      <w:r w:rsidRPr="003E225D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"/>
        <w:gridCol w:w="9238"/>
      </w:tblGrid>
      <w:tr w:rsidR="00AF1723" w:rsidRPr="003E225D" w:rsidTr="00123A51">
        <w:trPr>
          <w:trHeight w:val="453"/>
        </w:trPr>
        <w:tc>
          <w:tcPr>
            <w:tcW w:w="5000" w:type="pct"/>
            <w:gridSpan w:val="2"/>
            <w:vAlign w:val="center"/>
          </w:tcPr>
          <w:p w:rsidR="00AF1723" w:rsidRPr="003E225D" w:rsidRDefault="00AF1723" w:rsidP="0005335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E2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VET Framework:  </w:t>
            </w:r>
            <w:r w:rsidR="00705DA9" w:rsidRPr="003E2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05335E" w:rsidRPr="003E2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Hospitality </w:t>
            </w:r>
          </w:p>
        </w:tc>
      </w:tr>
      <w:tr w:rsidR="00AF1723" w:rsidRPr="003E225D" w:rsidTr="00123A51">
        <w:trPr>
          <w:trHeight w:val="453"/>
        </w:trPr>
        <w:tc>
          <w:tcPr>
            <w:tcW w:w="5000" w:type="pct"/>
            <w:gridSpan w:val="2"/>
            <w:vAlign w:val="center"/>
          </w:tcPr>
          <w:p w:rsidR="00AF1723" w:rsidRPr="003E225D" w:rsidRDefault="00AF1723" w:rsidP="007E013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E2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Assessor / Teacher: </w:t>
            </w:r>
          </w:p>
        </w:tc>
      </w:tr>
      <w:tr w:rsidR="00123A51" w:rsidRPr="003E225D" w:rsidTr="00123A51">
        <w:trPr>
          <w:trHeight w:val="453"/>
        </w:trPr>
        <w:tc>
          <w:tcPr>
            <w:tcW w:w="5000" w:type="pct"/>
            <w:gridSpan w:val="2"/>
            <w:vAlign w:val="center"/>
          </w:tcPr>
          <w:p w:rsidR="00BE35B9" w:rsidRPr="00BE35B9" w:rsidRDefault="00123A51" w:rsidP="00BE35B9">
            <w:pPr>
              <w:pStyle w:val="Header"/>
              <w:rPr>
                <w:rFonts w:cs="Arial"/>
                <w:b/>
                <w:bCs/>
                <w:sz w:val="22"/>
                <w:szCs w:val="22"/>
                <w:lang w:val="en-GB"/>
              </w:rPr>
            </w:pPr>
            <w:r w:rsidRPr="003E225D">
              <w:rPr>
                <w:rFonts w:cs="Arial"/>
                <w:b/>
                <w:sz w:val="22"/>
                <w:szCs w:val="22"/>
              </w:rPr>
              <w:t>Unit of competency</w:t>
            </w:r>
            <w:r w:rsidR="00086D47" w:rsidRPr="003E225D">
              <w:rPr>
                <w:rFonts w:cs="Arial"/>
                <w:b/>
                <w:sz w:val="22"/>
                <w:szCs w:val="22"/>
              </w:rPr>
              <w:t>:</w:t>
            </w:r>
            <w:r w:rsidRPr="003E225D">
              <w:rPr>
                <w:rFonts w:cs="Arial"/>
                <w:b/>
                <w:sz w:val="22"/>
                <w:szCs w:val="22"/>
              </w:rPr>
              <w:t xml:space="preserve"> </w:t>
            </w:r>
            <w:r w:rsidR="00705DA9" w:rsidRPr="003E225D">
              <w:rPr>
                <w:rFonts w:cs="Arial"/>
                <w:sz w:val="22"/>
                <w:szCs w:val="22"/>
              </w:rPr>
              <w:t xml:space="preserve"> </w:t>
            </w:r>
            <w:r w:rsidR="007E600D" w:rsidRPr="003E225D">
              <w:rPr>
                <w:rFonts w:cs="Arial"/>
                <w:b/>
                <w:bCs/>
                <w:sz w:val="22"/>
                <w:szCs w:val="22"/>
              </w:rPr>
              <w:t>Implement food safety procedures</w:t>
            </w:r>
            <w:r w:rsidR="00BE35B9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BE35B9" w:rsidRPr="00BE35B9">
              <w:rPr>
                <w:rFonts w:cs="Arial"/>
                <w:b/>
                <w:bCs/>
                <w:sz w:val="22"/>
                <w:szCs w:val="22"/>
                <w:lang w:val="en-GB"/>
              </w:rPr>
              <w:t>SITXFSA001A</w:t>
            </w:r>
          </w:p>
          <w:p w:rsidR="0005335E" w:rsidRPr="003E225D" w:rsidRDefault="0005335E" w:rsidP="007E600D">
            <w:pPr>
              <w:pStyle w:val="Header"/>
              <w:spacing w:beforeLines="20" w:before="48"/>
              <w:rPr>
                <w:rFonts w:cs="Arial"/>
                <w:b/>
                <w:sz w:val="22"/>
                <w:szCs w:val="22"/>
                <w:lang w:val="en-US"/>
              </w:rPr>
            </w:pPr>
          </w:p>
          <w:p w:rsidR="00BD23B1" w:rsidRPr="003E225D" w:rsidRDefault="00BD23B1" w:rsidP="008318C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AF1723" w:rsidRPr="003E225D" w:rsidTr="00123A51"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AF1723" w:rsidRPr="003E225D" w:rsidRDefault="006E3A67" w:rsidP="008318C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E2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Date Given :                                            Due Date:</w:t>
            </w:r>
            <w:r w:rsidR="00B0676D" w:rsidRPr="003E225D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</w:p>
        </w:tc>
      </w:tr>
      <w:tr w:rsidR="00F66E6C" w:rsidRPr="003E225D" w:rsidTr="00123A51"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F66E6C" w:rsidRPr="003E225D" w:rsidRDefault="00F66E6C" w:rsidP="009A575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E225D">
              <w:rPr>
                <w:rFonts w:ascii="Arial" w:hAnsi="Arial" w:cs="Arial"/>
                <w:sz w:val="22"/>
                <w:szCs w:val="22"/>
                <w:lang w:val="en-US"/>
              </w:rPr>
              <w:t xml:space="preserve">Employability Skills </w:t>
            </w:r>
            <w:r w:rsidR="009A5757" w:rsidRPr="003E225D">
              <w:rPr>
                <w:rFonts w:ascii="Arial" w:hAnsi="Arial" w:cs="Arial"/>
                <w:sz w:val="22"/>
                <w:szCs w:val="22"/>
                <w:lang w:val="en-US"/>
              </w:rPr>
              <w:t>are</w:t>
            </w:r>
            <w:r w:rsidRPr="003E225D">
              <w:rPr>
                <w:rFonts w:ascii="Arial" w:hAnsi="Arial" w:cs="Arial"/>
                <w:sz w:val="22"/>
                <w:szCs w:val="22"/>
                <w:lang w:val="en-US"/>
              </w:rPr>
              <w:t xml:space="preserve"> incorporated into this task.</w:t>
            </w:r>
          </w:p>
        </w:tc>
      </w:tr>
    </w:tbl>
    <w:p w:rsidR="0005335E" w:rsidRDefault="0005335E" w:rsidP="0005335E">
      <w:pPr>
        <w:rPr>
          <w:rFonts w:ascii="Arial" w:hAnsi="Arial" w:cs="Arial"/>
          <w:sz w:val="22"/>
          <w:szCs w:val="22"/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5"/>
      </w:tblGrid>
      <w:tr w:rsidR="00171384" w:rsidTr="00171384">
        <w:tc>
          <w:tcPr>
            <w:tcW w:w="9245" w:type="dxa"/>
          </w:tcPr>
          <w:p w:rsidR="00171384" w:rsidRPr="003E225D" w:rsidRDefault="00171384" w:rsidP="00171384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  <w:p w:rsidR="00171384" w:rsidRPr="006B3162" w:rsidRDefault="00171384" w:rsidP="00171384">
            <w:pPr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AU"/>
              </w:rPr>
              <w:t xml:space="preserve">Student Instructions </w:t>
            </w:r>
          </w:p>
          <w:p w:rsidR="00171384" w:rsidRPr="006B3162" w:rsidRDefault="00171384" w:rsidP="00171384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  <w:p w:rsidR="00171384" w:rsidRPr="006B3162" w:rsidRDefault="00171384" w:rsidP="00171384">
            <w:pPr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6B3162">
              <w:rPr>
                <w:rFonts w:ascii="Arial" w:hAnsi="Arial" w:cs="Arial"/>
                <w:b/>
                <w:sz w:val="22"/>
                <w:szCs w:val="22"/>
                <w:lang w:val="en-AU"/>
              </w:rPr>
              <w:t>Task 1</w:t>
            </w:r>
            <w:r>
              <w:rPr>
                <w:rFonts w:ascii="Arial" w:hAnsi="Arial" w:cs="Arial"/>
                <w:b/>
                <w:sz w:val="22"/>
                <w:szCs w:val="22"/>
                <w:lang w:val="en-AU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n-AU"/>
              </w:rPr>
              <w:tab/>
              <w:t>Practical Work</w:t>
            </w:r>
          </w:p>
          <w:p w:rsidR="00171384" w:rsidRDefault="00171384" w:rsidP="00171384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You are required to prepare, cook, and serve a takeaway Chicken Caesar Salad. You will use this task to demonstrate your ability to follow food hygiene protocols.</w:t>
            </w:r>
          </w:p>
          <w:p w:rsidR="00171384" w:rsidRDefault="00171384" w:rsidP="00171384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  <w:p w:rsidR="00171384" w:rsidRDefault="00171384" w:rsidP="00171384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Specifically you will need to ensure that you:</w:t>
            </w:r>
          </w:p>
          <w:p w:rsidR="00171384" w:rsidRPr="00171384" w:rsidRDefault="00171384" w:rsidP="00171384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Store food appropriately (correct containers, temperatures, and times)</w:t>
            </w:r>
          </w:p>
          <w:p w:rsidR="00171384" w:rsidRPr="00171384" w:rsidRDefault="00171384" w:rsidP="00171384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171384">
              <w:rPr>
                <w:rFonts w:ascii="Arial" w:hAnsi="Arial" w:cs="Arial"/>
                <w:sz w:val="22"/>
                <w:szCs w:val="22"/>
                <w:lang w:val="en-AU"/>
              </w:rPr>
              <w:t>Prepare food in a safe manner to ensure that it is protected from contamination.</w:t>
            </w:r>
          </w:p>
          <w:p w:rsidR="00171384" w:rsidRPr="00171384" w:rsidRDefault="00171384" w:rsidP="00171384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171384">
              <w:rPr>
                <w:rFonts w:ascii="Arial" w:hAnsi="Arial" w:cs="Arial"/>
                <w:sz w:val="22"/>
                <w:szCs w:val="22"/>
                <w:lang w:val="en-AU"/>
              </w:rPr>
              <w:t>Clean and sanitise equipment, surfaces and utensils used during food handling process.</w:t>
            </w:r>
          </w:p>
          <w:p w:rsidR="00171384" w:rsidRPr="00171384" w:rsidRDefault="00171384" w:rsidP="00171384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171384">
              <w:rPr>
                <w:rFonts w:ascii="Arial" w:hAnsi="Arial" w:cs="Arial"/>
                <w:sz w:val="22"/>
                <w:szCs w:val="22"/>
                <w:lang w:val="en-AU"/>
              </w:rPr>
              <w:t>Store, display and provide single use items so that they are protected from damage and contamination.</w:t>
            </w:r>
          </w:p>
          <w:p w:rsidR="00171384" w:rsidRDefault="00171384" w:rsidP="00171384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  <w:p w:rsidR="00171384" w:rsidRDefault="00171384" w:rsidP="00171384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Date of practical: ………………………………………………..</w:t>
            </w:r>
          </w:p>
          <w:p w:rsidR="00171384" w:rsidRPr="003E225D" w:rsidRDefault="00171384" w:rsidP="00171384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  <w:p w:rsidR="00171384" w:rsidRPr="003E225D" w:rsidRDefault="00171384" w:rsidP="00171384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  <w:p w:rsidR="00171384" w:rsidRPr="006B3162" w:rsidRDefault="00171384" w:rsidP="00171384">
            <w:pPr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6B3162">
              <w:rPr>
                <w:rFonts w:ascii="Arial" w:hAnsi="Arial" w:cs="Arial"/>
                <w:b/>
                <w:sz w:val="22"/>
                <w:szCs w:val="22"/>
                <w:lang w:val="en-AU"/>
              </w:rPr>
              <w:t>Task 2</w:t>
            </w:r>
            <w:r>
              <w:rPr>
                <w:rFonts w:ascii="Arial" w:hAnsi="Arial" w:cs="Arial"/>
                <w:b/>
                <w:sz w:val="22"/>
                <w:szCs w:val="22"/>
                <w:lang w:val="en-AU"/>
              </w:rPr>
              <w:t xml:space="preserve">             Comprehension Task</w:t>
            </w:r>
          </w:p>
          <w:p w:rsidR="00171384" w:rsidRPr="003E225D" w:rsidRDefault="00171384" w:rsidP="00171384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3E225D">
              <w:rPr>
                <w:rFonts w:ascii="Arial" w:hAnsi="Arial" w:cs="Arial"/>
                <w:sz w:val="22"/>
                <w:szCs w:val="22"/>
                <w:lang w:val="en-AU"/>
              </w:rPr>
              <w:t>Observe the HACCP table provided and use the information on it to answer the questions.</w:t>
            </w:r>
          </w:p>
          <w:p w:rsidR="00171384" w:rsidRDefault="00171384" w:rsidP="0005335E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</w:tr>
    </w:tbl>
    <w:p w:rsidR="00171384" w:rsidRDefault="00171384" w:rsidP="0005335E">
      <w:pPr>
        <w:rPr>
          <w:rFonts w:ascii="Arial" w:hAnsi="Arial" w:cs="Arial"/>
          <w:sz w:val="22"/>
          <w:szCs w:val="22"/>
          <w:lang w:val="en-AU"/>
        </w:rPr>
      </w:pPr>
    </w:p>
    <w:p w:rsidR="007E600D" w:rsidRPr="003E225D" w:rsidRDefault="007E600D" w:rsidP="0005335E">
      <w:pPr>
        <w:rPr>
          <w:rFonts w:ascii="Arial" w:hAnsi="Arial" w:cs="Arial"/>
          <w:sz w:val="22"/>
          <w:szCs w:val="22"/>
          <w:lang w:val="en-AU"/>
        </w:rPr>
      </w:pPr>
    </w:p>
    <w:p w:rsidR="0005335E" w:rsidRPr="003E225D" w:rsidRDefault="0005335E" w:rsidP="00523C75">
      <w:pPr>
        <w:pStyle w:val="Header"/>
        <w:tabs>
          <w:tab w:val="right" w:leader="dot" w:pos="8280"/>
        </w:tabs>
        <w:rPr>
          <w:rFonts w:cs="Arial"/>
          <w:sz w:val="22"/>
          <w:szCs w:val="22"/>
        </w:rPr>
      </w:pPr>
    </w:p>
    <w:p w:rsidR="00523C75" w:rsidRPr="003E225D" w:rsidRDefault="00523C75" w:rsidP="00523C75">
      <w:pPr>
        <w:pStyle w:val="HeadingPP3"/>
        <w:rPr>
          <w:rFonts w:ascii="Arial" w:hAnsi="Arial" w:cs="Arial"/>
          <w:sz w:val="22"/>
          <w:szCs w:val="22"/>
        </w:rPr>
      </w:pPr>
    </w:p>
    <w:p w:rsidR="00260E7D" w:rsidRPr="003E225D" w:rsidRDefault="00260E7D" w:rsidP="0006223F">
      <w:pPr>
        <w:rPr>
          <w:rFonts w:ascii="Arial" w:hAnsi="Arial" w:cs="Arial"/>
          <w:sz w:val="22"/>
          <w:szCs w:val="22"/>
          <w:lang w:val="en-AU"/>
        </w:rPr>
      </w:pPr>
    </w:p>
    <w:p w:rsidR="00E03688" w:rsidRPr="003E225D" w:rsidRDefault="00E03688" w:rsidP="0006223F">
      <w:pPr>
        <w:rPr>
          <w:rFonts w:ascii="Arial" w:hAnsi="Arial" w:cs="Arial"/>
          <w:sz w:val="22"/>
          <w:szCs w:val="22"/>
          <w:lang w:val="en-AU"/>
        </w:rPr>
        <w:sectPr w:rsidR="00E03688" w:rsidRPr="003E225D" w:rsidSect="003C74E7">
          <w:footerReference w:type="default" r:id="rId10"/>
          <w:pgSz w:w="11909" w:h="16834" w:code="9"/>
          <w:pgMar w:top="851" w:right="1440" w:bottom="851" w:left="1440" w:header="720" w:footer="720" w:gutter="0"/>
          <w:cols w:space="720"/>
        </w:sectPr>
      </w:pPr>
      <w:r w:rsidRPr="003E225D">
        <w:rPr>
          <w:rFonts w:ascii="Arial" w:hAnsi="Arial" w:cs="Arial"/>
          <w:sz w:val="22"/>
          <w:szCs w:val="22"/>
          <w:lang w:val="en-AU"/>
        </w:rPr>
        <w:br w:type="page"/>
      </w:r>
    </w:p>
    <w:p w:rsidR="00536D92" w:rsidRPr="003E225D" w:rsidRDefault="00596472" w:rsidP="0006223F">
      <w:pPr>
        <w:rPr>
          <w:rFonts w:ascii="Arial" w:hAnsi="Arial" w:cs="Arial"/>
          <w:b/>
          <w:sz w:val="22"/>
          <w:szCs w:val="22"/>
          <w:lang w:val="en-AU"/>
        </w:rPr>
      </w:pPr>
      <w:r w:rsidRPr="003E225D">
        <w:rPr>
          <w:rFonts w:ascii="Arial" w:hAnsi="Arial" w:cs="Arial"/>
          <w:b/>
          <w:sz w:val="22"/>
          <w:szCs w:val="22"/>
          <w:lang w:val="en-AU"/>
        </w:rPr>
        <w:lastRenderedPageBreak/>
        <w:t xml:space="preserve">Task 1 - </w:t>
      </w:r>
      <w:r w:rsidR="00536D92" w:rsidRPr="003E225D">
        <w:rPr>
          <w:rFonts w:ascii="Arial" w:hAnsi="Arial" w:cs="Arial"/>
          <w:b/>
          <w:sz w:val="22"/>
          <w:szCs w:val="22"/>
          <w:lang w:val="en-AU"/>
        </w:rPr>
        <w:t>Chicken Caesar Salad</w:t>
      </w:r>
    </w:p>
    <w:p w:rsidR="00536D92" w:rsidRPr="003E225D" w:rsidRDefault="00536D92" w:rsidP="0006223F">
      <w:pPr>
        <w:rPr>
          <w:rFonts w:ascii="Arial" w:hAnsi="Arial" w:cs="Arial"/>
          <w:b/>
          <w:sz w:val="22"/>
          <w:szCs w:val="22"/>
          <w:lang w:val="en-AU"/>
        </w:rPr>
      </w:pPr>
    </w:p>
    <w:p w:rsidR="007E600D" w:rsidRPr="003E225D" w:rsidRDefault="007E600D" w:rsidP="0006223F">
      <w:pPr>
        <w:rPr>
          <w:rFonts w:ascii="Arial" w:hAnsi="Arial" w:cs="Arial"/>
          <w:sz w:val="22"/>
          <w:szCs w:val="22"/>
          <w:u w:val="single"/>
          <w:lang w:val="en-AU"/>
        </w:rPr>
      </w:pPr>
      <w:r w:rsidRPr="003E225D">
        <w:rPr>
          <w:rFonts w:ascii="Arial" w:hAnsi="Arial" w:cs="Arial"/>
          <w:sz w:val="22"/>
          <w:szCs w:val="22"/>
          <w:u w:val="single"/>
          <w:lang w:val="en-AU"/>
        </w:rPr>
        <w:t>Ingredients</w:t>
      </w:r>
    </w:p>
    <w:p w:rsidR="007E600D" w:rsidRPr="003E225D" w:rsidRDefault="00624253" w:rsidP="0006223F">
      <w:pPr>
        <w:rPr>
          <w:rFonts w:ascii="Arial" w:hAnsi="Arial" w:cs="Arial"/>
          <w:sz w:val="22"/>
          <w:szCs w:val="22"/>
          <w:lang w:val="en-AU"/>
        </w:rPr>
      </w:pPr>
      <w:r>
        <w:rPr>
          <w:rFonts w:ascii="Arial" w:hAnsi="Arial" w:cs="Arial"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2405380</wp:posOffset>
                </wp:positionH>
                <wp:positionV relativeFrom="paragraph">
                  <wp:posOffset>13335</wp:posOffset>
                </wp:positionV>
                <wp:extent cx="2785745" cy="1447800"/>
                <wp:effectExtent l="5080" t="13335" r="952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574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41BA" w:rsidRPr="00FD41BA" w:rsidRDefault="00FD41BA">
                            <w:pPr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FD41BA">
                              <w:rPr>
                                <w:rFonts w:ascii="Arial" w:hAnsi="Arial" w:cs="Arial"/>
                                <w:u w:val="single"/>
                              </w:rPr>
                              <w:t>Dressing</w:t>
                            </w:r>
                          </w:p>
                          <w:p w:rsidR="00FD41BA" w:rsidRPr="00FD41BA" w:rsidRDefault="00FD41B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D41BA">
                              <w:rPr>
                                <w:rFonts w:ascii="Arial" w:hAnsi="Arial" w:cs="Arial"/>
                              </w:rPr>
                              <w:t>1 egg</w:t>
                            </w:r>
                          </w:p>
                          <w:p w:rsidR="00FD41BA" w:rsidRPr="00FD41BA" w:rsidRDefault="00FD41B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D41BA">
                              <w:rPr>
                                <w:rFonts w:ascii="Arial" w:hAnsi="Arial" w:cs="Arial"/>
                              </w:rPr>
                              <w:t>20ml white wine vinegar</w:t>
                            </w:r>
                          </w:p>
                          <w:p w:rsidR="00FD41BA" w:rsidRPr="00FD41BA" w:rsidRDefault="00FD41B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D41BA">
                              <w:rPr>
                                <w:rFonts w:ascii="Arial" w:hAnsi="Arial" w:cs="Arial"/>
                              </w:rPr>
                              <w:t>10ml dijon mustard</w:t>
                            </w:r>
                          </w:p>
                          <w:p w:rsidR="00FD41BA" w:rsidRPr="00FD41BA" w:rsidRDefault="00FD41B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D41BA">
                              <w:rPr>
                                <w:rFonts w:ascii="Arial" w:hAnsi="Arial" w:cs="Arial"/>
                              </w:rPr>
                              <w:t>1 anchovy fillet – finely chopped</w:t>
                            </w:r>
                          </w:p>
                          <w:p w:rsidR="00FD41BA" w:rsidRPr="00FD41BA" w:rsidRDefault="00FD41B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D41BA">
                              <w:rPr>
                                <w:rFonts w:ascii="Arial" w:hAnsi="Arial" w:cs="Arial"/>
                              </w:rPr>
                              <w:t>1 garlic clove – crushed</w:t>
                            </w:r>
                          </w:p>
                          <w:p w:rsidR="00FD41BA" w:rsidRPr="00FD41BA" w:rsidRDefault="00FD41B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D41BA">
                              <w:rPr>
                                <w:rFonts w:ascii="Arial" w:hAnsi="Arial" w:cs="Arial"/>
                              </w:rPr>
                              <w:t>125ml olive oil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9.4pt;margin-top:1.05pt;width:219.35pt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">
                <v:textbox>
                  <w:txbxContent>
                    <w:p w:rsidR="00FD41BA" w:rsidRPr="00FD41BA" w:rsidRDefault="00FD41BA">
                      <w:pPr>
                        <w:rPr>
                          <w:rFonts w:ascii="Arial" w:hAnsi="Arial" w:cs="Arial"/>
                          <w:u w:val="single"/>
                        </w:rPr>
                      </w:pPr>
                      <w:r w:rsidRPr="00FD41BA">
                        <w:rPr>
                          <w:rFonts w:ascii="Arial" w:hAnsi="Arial" w:cs="Arial"/>
                          <w:u w:val="single"/>
                        </w:rPr>
                        <w:t>Dressing</w:t>
                      </w:r>
                    </w:p>
                    <w:p w:rsidR="00FD41BA" w:rsidRPr="00FD41BA" w:rsidRDefault="00FD41BA">
                      <w:pPr>
                        <w:rPr>
                          <w:rFonts w:ascii="Arial" w:hAnsi="Arial" w:cs="Arial"/>
                        </w:rPr>
                      </w:pPr>
                      <w:r w:rsidRPr="00FD41BA">
                        <w:rPr>
                          <w:rFonts w:ascii="Arial" w:hAnsi="Arial" w:cs="Arial"/>
                        </w:rPr>
                        <w:t>1 egg</w:t>
                      </w:r>
                    </w:p>
                    <w:p w:rsidR="00FD41BA" w:rsidRPr="00FD41BA" w:rsidRDefault="00FD41BA">
                      <w:pPr>
                        <w:rPr>
                          <w:rFonts w:ascii="Arial" w:hAnsi="Arial" w:cs="Arial"/>
                        </w:rPr>
                      </w:pPr>
                      <w:r w:rsidRPr="00FD41BA">
                        <w:rPr>
                          <w:rFonts w:ascii="Arial" w:hAnsi="Arial" w:cs="Arial"/>
                        </w:rPr>
                        <w:t>20ml white wine vinegar</w:t>
                      </w:r>
                    </w:p>
                    <w:p w:rsidR="00FD41BA" w:rsidRPr="00FD41BA" w:rsidRDefault="00FD41BA">
                      <w:pPr>
                        <w:rPr>
                          <w:rFonts w:ascii="Arial" w:hAnsi="Arial" w:cs="Arial"/>
                        </w:rPr>
                      </w:pPr>
                      <w:r w:rsidRPr="00FD41BA">
                        <w:rPr>
                          <w:rFonts w:ascii="Arial" w:hAnsi="Arial" w:cs="Arial"/>
                        </w:rPr>
                        <w:t>10ml dijon mustard</w:t>
                      </w:r>
                    </w:p>
                    <w:p w:rsidR="00FD41BA" w:rsidRPr="00FD41BA" w:rsidRDefault="00FD41BA">
                      <w:pPr>
                        <w:rPr>
                          <w:rFonts w:ascii="Arial" w:hAnsi="Arial" w:cs="Arial"/>
                        </w:rPr>
                      </w:pPr>
                      <w:r w:rsidRPr="00FD41BA">
                        <w:rPr>
                          <w:rFonts w:ascii="Arial" w:hAnsi="Arial" w:cs="Arial"/>
                        </w:rPr>
                        <w:t>1 anchovy fillet – finely chopped</w:t>
                      </w:r>
                    </w:p>
                    <w:p w:rsidR="00FD41BA" w:rsidRPr="00FD41BA" w:rsidRDefault="00FD41BA">
                      <w:pPr>
                        <w:rPr>
                          <w:rFonts w:ascii="Arial" w:hAnsi="Arial" w:cs="Arial"/>
                        </w:rPr>
                      </w:pPr>
                      <w:r w:rsidRPr="00FD41BA">
                        <w:rPr>
                          <w:rFonts w:ascii="Arial" w:hAnsi="Arial" w:cs="Arial"/>
                        </w:rPr>
                        <w:t>1 garlic clove – crushed</w:t>
                      </w:r>
                    </w:p>
                    <w:p w:rsidR="00FD41BA" w:rsidRPr="00FD41BA" w:rsidRDefault="00FD41BA">
                      <w:pPr>
                        <w:rPr>
                          <w:rFonts w:ascii="Arial" w:hAnsi="Arial" w:cs="Arial"/>
                        </w:rPr>
                      </w:pPr>
                      <w:r w:rsidRPr="00FD41BA">
                        <w:rPr>
                          <w:rFonts w:ascii="Arial" w:hAnsi="Arial" w:cs="Arial"/>
                        </w:rPr>
                        <w:t>125ml olive oil</w:t>
                      </w:r>
                    </w:p>
                  </w:txbxContent>
                </v:textbox>
              </v:shape>
            </w:pict>
          </mc:Fallback>
        </mc:AlternateContent>
      </w:r>
    </w:p>
    <w:p w:rsidR="007E600D" w:rsidRPr="003E225D" w:rsidRDefault="007E600D" w:rsidP="0006223F">
      <w:p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 xml:space="preserve">1 </w:t>
      </w:r>
      <w:r w:rsidR="006B3162">
        <w:rPr>
          <w:rFonts w:ascii="Arial" w:hAnsi="Arial" w:cs="Arial"/>
          <w:sz w:val="22"/>
          <w:szCs w:val="22"/>
          <w:lang w:val="en-AU"/>
        </w:rPr>
        <w:tab/>
      </w:r>
      <w:r w:rsidRPr="003E225D">
        <w:rPr>
          <w:rFonts w:ascii="Arial" w:hAnsi="Arial" w:cs="Arial"/>
          <w:sz w:val="22"/>
          <w:szCs w:val="22"/>
          <w:lang w:val="en-AU"/>
        </w:rPr>
        <w:t>small chicken breast</w:t>
      </w:r>
    </w:p>
    <w:p w:rsidR="007E600D" w:rsidRPr="003E225D" w:rsidRDefault="007E600D" w:rsidP="0006223F">
      <w:p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 xml:space="preserve">¼ c </w:t>
      </w:r>
      <w:r w:rsidR="006B3162">
        <w:rPr>
          <w:rFonts w:ascii="Arial" w:hAnsi="Arial" w:cs="Arial"/>
          <w:sz w:val="22"/>
          <w:szCs w:val="22"/>
          <w:lang w:val="en-AU"/>
        </w:rPr>
        <w:tab/>
      </w:r>
      <w:r w:rsidRPr="003E225D">
        <w:rPr>
          <w:rFonts w:ascii="Arial" w:hAnsi="Arial" w:cs="Arial"/>
          <w:sz w:val="22"/>
          <w:szCs w:val="22"/>
          <w:lang w:val="en-AU"/>
        </w:rPr>
        <w:t>flour</w:t>
      </w:r>
    </w:p>
    <w:p w:rsidR="007E600D" w:rsidRPr="003E225D" w:rsidRDefault="007E600D" w:rsidP="0006223F">
      <w:p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 xml:space="preserve">1 </w:t>
      </w:r>
      <w:r w:rsidR="006B3162">
        <w:rPr>
          <w:rFonts w:ascii="Arial" w:hAnsi="Arial" w:cs="Arial"/>
          <w:sz w:val="22"/>
          <w:szCs w:val="22"/>
          <w:lang w:val="en-AU"/>
        </w:rPr>
        <w:tab/>
      </w:r>
      <w:r w:rsidRPr="003E225D">
        <w:rPr>
          <w:rFonts w:ascii="Arial" w:hAnsi="Arial" w:cs="Arial"/>
          <w:sz w:val="22"/>
          <w:szCs w:val="22"/>
          <w:lang w:val="en-AU"/>
        </w:rPr>
        <w:t>egg</w:t>
      </w:r>
    </w:p>
    <w:p w:rsidR="007E600D" w:rsidRPr="003E225D" w:rsidRDefault="007E600D" w:rsidP="0006223F">
      <w:p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 xml:space="preserve">½ c </w:t>
      </w:r>
      <w:r w:rsidR="006B3162">
        <w:rPr>
          <w:rFonts w:ascii="Arial" w:hAnsi="Arial" w:cs="Arial"/>
          <w:sz w:val="22"/>
          <w:szCs w:val="22"/>
          <w:lang w:val="en-AU"/>
        </w:rPr>
        <w:tab/>
      </w:r>
      <w:r w:rsidRPr="003E225D">
        <w:rPr>
          <w:rFonts w:ascii="Arial" w:hAnsi="Arial" w:cs="Arial"/>
          <w:sz w:val="22"/>
          <w:szCs w:val="22"/>
          <w:lang w:val="en-AU"/>
        </w:rPr>
        <w:t>bread crumbs</w:t>
      </w:r>
    </w:p>
    <w:p w:rsidR="007E600D" w:rsidRPr="003E225D" w:rsidRDefault="007E600D" w:rsidP="0006223F">
      <w:p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 xml:space="preserve">1 </w:t>
      </w:r>
      <w:r w:rsidR="006B3162">
        <w:rPr>
          <w:rFonts w:ascii="Arial" w:hAnsi="Arial" w:cs="Arial"/>
          <w:sz w:val="22"/>
          <w:szCs w:val="22"/>
          <w:lang w:val="en-AU"/>
        </w:rPr>
        <w:tab/>
      </w:r>
      <w:r w:rsidRPr="003E225D">
        <w:rPr>
          <w:rFonts w:ascii="Arial" w:hAnsi="Arial" w:cs="Arial"/>
          <w:sz w:val="22"/>
          <w:szCs w:val="22"/>
          <w:lang w:val="en-AU"/>
        </w:rPr>
        <w:t>bacon rasher</w:t>
      </w:r>
      <w:r w:rsidR="00FD41BA" w:rsidRPr="003E225D">
        <w:rPr>
          <w:rFonts w:ascii="Arial" w:hAnsi="Arial" w:cs="Arial"/>
          <w:sz w:val="22"/>
          <w:szCs w:val="22"/>
          <w:lang w:val="en-AU"/>
        </w:rPr>
        <w:t xml:space="preserve"> - macedoine</w:t>
      </w:r>
    </w:p>
    <w:p w:rsidR="007E600D" w:rsidRPr="003E225D" w:rsidRDefault="006B3162" w:rsidP="0006223F">
      <w:pPr>
        <w:rPr>
          <w:rFonts w:ascii="Arial" w:hAnsi="Arial" w:cs="Arial"/>
          <w:sz w:val="22"/>
          <w:szCs w:val="22"/>
          <w:lang w:val="en-AU"/>
        </w:rPr>
      </w:pPr>
      <w:r>
        <w:rPr>
          <w:rFonts w:ascii="Arial" w:hAnsi="Arial" w:cs="Arial"/>
          <w:sz w:val="22"/>
          <w:szCs w:val="22"/>
          <w:lang w:val="en-AU"/>
        </w:rPr>
        <w:t xml:space="preserve">¼ </w:t>
      </w:r>
      <w:r w:rsidR="007E600D" w:rsidRPr="003E225D">
        <w:rPr>
          <w:rFonts w:ascii="Arial" w:hAnsi="Arial" w:cs="Arial"/>
          <w:sz w:val="22"/>
          <w:szCs w:val="22"/>
          <w:lang w:val="en-AU"/>
        </w:rPr>
        <w:t xml:space="preserve"> </w:t>
      </w:r>
      <w:r>
        <w:rPr>
          <w:rFonts w:ascii="Arial" w:hAnsi="Arial" w:cs="Arial"/>
          <w:sz w:val="22"/>
          <w:szCs w:val="22"/>
          <w:lang w:val="en-AU"/>
        </w:rPr>
        <w:tab/>
      </w:r>
      <w:r w:rsidR="007E600D" w:rsidRPr="003E225D">
        <w:rPr>
          <w:rFonts w:ascii="Arial" w:hAnsi="Arial" w:cs="Arial"/>
          <w:sz w:val="22"/>
          <w:szCs w:val="22"/>
          <w:lang w:val="en-AU"/>
        </w:rPr>
        <w:t>baby cos lettuce</w:t>
      </w:r>
    </w:p>
    <w:p w:rsidR="007E600D" w:rsidRPr="003E225D" w:rsidRDefault="007E600D" w:rsidP="0006223F">
      <w:p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1 slice</w:t>
      </w:r>
      <w:r w:rsidR="006B3162">
        <w:rPr>
          <w:rFonts w:ascii="Arial" w:hAnsi="Arial" w:cs="Arial"/>
          <w:sz w:val="22"/>
          <w:szCs w:val="22"/>
          <w:lang w:val="en-AU"/>
        </w:rPr>
        <w:tab/>
      </w:r>
      <w:r w:rsidRPr="003E225D">
        <w:rPr>
          <w:rFonts w:ascii="Arial" w:hAnsi="Arial" w:cs="Arial"/>
          <w:sz w:val="22"/>
          <w:szCs w:val="22"/>
          <w:lang w:val="en-AU"/>
        </w:rPr>
        <w:t xml:space="preserve"> white bread</w:t>
      </w:r>
      <w:r w:rsidR="00FD41BA" w:rsidRPr="003E225D">
        <w:rPr>
          <w:rFonts w:ascii="Arial" w:hAnsi="Arial" w:cs="Arial"/>
          <w:sz w:val="22"/>
          <w:szCs w:val="22"/>
          <w:lang w:val="en-AU"/>
        </w:rPr>
        <w:t xml:space="preserve"> - macedoine</w:t>
      </w:r>
    </w:p>
    <w:p w:rsidR="00FD41BA" w:rsidRPr="003E225D" w:rsidRDefault="00FD41BA" w:rsidP="0006223F">
      <w:p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¼ c</w:t>
      </w:r>
      <w:r w:rsidR="007E600D" w:rsidRPr="003E225D">
        <w:rPr>
          <w:rFonts w:ascii="Arial" w:hAnsi="Arial" w:cs="Arial"/>
          <w:sz w:val="22"/>
          <w:szCs w:val="22"/>
          <w:lang w:val="en-AU"/>
        </w:rPr>
        <w:t xml:space="preserve"> </w:t>
      </w:r>
      <w:r w:rsidR="006B3162">
        <w:rPr>
          <w:rFonts w:ascii="Arial" w:hAnsi="Arial" w:cs="Arial"/>
          <w:sz w:val="22"/>
          <w:szCs w:val="22"/>
          <w:lang w:val="en-AU"/>
        </w:rPr>
        <w:tab/>
      </w:r>
      <w:r w:rsidR="007E600D" w:rsidRPr="003E225D">
        <w:rPr>
          <w:rFonts w:ascii="Arial" w:hAnsi="Arial" w:cs="Arial"/>
          <w:sz w:val="22"/>
          <w:szCs w:val="22"/>
          <w:lang w:val="en-AU"/>
        </w:rPr>
        <w:t>oil</w:t>
      </w:r>
    </w:p>
    <w:p w:rsidR="007E600D" w:rsidRPr="003E225D" w:rsidRDefault="007E600D" w:rsidP="0006223F">
      <w:p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 xml:space="preserve">1T </w:t>
      </w:r>
      <w:r w:rsidR="006B3162">
        <w:rPr>
          <w:rFonts w:ascii="Arial" w:hAnsi="Arial" w:cs="Arial"/>
          <w:sz w:val="22"/>
          <w:szCs w:val="22"/>
          <w:lang w:val="en-AU"/>
        </w:rPr>
        <w:tab/>
      </w:r>
      <w:r w:rsidRPr="003E225D">
        <w:rPr>
          <w:rFonts w:ascii="Arial" w:hAnsi="Arial" w:cs="Arial"/>
          <w:sz w:val="22"/>
          <w:szCs w:val="22"/>
          <w:lang w:val="en-AU"/>
        </w:rPr>
        <w:t>shaved parmesan</w:t>
      </w:r>
    </w:p>
    <w:p w:rsidR="007E600D" w:rsidRDefault="007E600D" w:rsidP="0006223F">
      <w:p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1</w:t>
      </w:r>
      <w:r w:rsidR="006B3162">
        <w:rPr>
          <w:rFonts w:ascii="Arial" w:hAnsi="Arial" w:cs="Arial"/>
          <w:sz w:val="22"/>
          <w:szCs w:val="22"/>
          <w:lang w:val="en-AU"/>
        </w:rPr>
        <w:tab/>
      </w:r>
      <w:r w:rsidRPr="003E225D">
        <w:rPr>
          <w:rFonts w:ascii="Arial" w:hAnsi="Arial" w:cs="Arial"/>
          <w:sz w:val="22"/>
          <w:szCs w:val="22"/>
          <w:lang w:val="en-AU"/>
        </w:rPr>
        <w:t>egg</w:t>
      </w:r>
    </w:p>
    <w:p w:rsidR="006B3162" w:rsidRPr="003E225D" w:rsidRDefault="006B3162" w:rsidP="0006223F">
      <w:pPr>
        <w:rPr>
          <w:rFonts w:ascii="Arial" w:hAnsi="Arial" w:cs="Arial"/>
          <w:sz w:val="22"/>
          <w:szCs w:val="22"/>
          <w:lang w:val="en-AU"/>
        </w:rPr>
      </w:pPr>
      <w:r>
        <w:rPr>
          <w:rFonts w:ascii="Arial" w:hAnsi="Arial" w:cs="Arial"/>
          <w:sz w:val="22"/>
          <w:szCs w:val="22"/>
          <w:lang w:val="en-AU"/>
        </w:rPr>
        <w:t>1</w:t>
      </w:r>
      <w:r>
        <w:rPr>
          <w:rFonts w:ascii="Arial" w:hAnsi="Arial" w:cs="Arial"/>
          <w:sz w:val="22"/>
          <w:szCs w:val="22"/>
          <w:lang w:val="en-AU"/>
        </w:rPr>
        <w:tab/>
        <w:t>single use food container</w:t>
      </w:r>
    </w:p>
    <w:p w:rsidR="00260E7D" w:rsidRPr="003E225D" w:rsidRDefault="00260E7D" w:rsidP="0006223F">
      <w:pPr>
        <w:rPr>
          <w:rFonts w:ascii="Arial" w:hAnsi="Arial" w:cs="Arial"/>
          <w:sz w:val="22"/>
          <w:szCs w:val="22"/>
          <w:lang w:val="en-AU"/>
        </w:rPr>
      </w:pPr>
    </w:p>
    <w:p w:rsidR="00260E7D" w:rsidRPr="003E225D" w:rsidRDefault="00F31DE2" w:rsidP="0006223F">
      <w:pPr>
        <w:rPr>
          <w:rFonts w:ascii="Arial" w:hAnsi="Arial" w:cs="Arial"/>
          <w:sz w:val="22"/>
          <w:szCs w:val="22"/>
          <w:u w:val="single"/>
          <w:lang w:val="en-AU"/>
        </w:rPr>
      </w:pPr>
      <w:r w:rsidRPr="003E225D">
        <w:rPr>
          <w:rFonts w:ascii="Arial" w:hAnsi="Arial" w:cs="Arial"/>
          <w:sz w:val="22"/>
          <w:szCs w:val="22"/>
          <w:u w:val="single"/>
          <w:lang w:val="en-AU"/>
        </w:rPr>
        <w:t>Mise-en-place</w:t>
      </w:r>
    </w:p>
    <w:p w:rsidR="00FD41BA" w:rsidRPr="003E225D" w:rsidRDefault="00F31DE2" w:rsidP="00FD41BA">
      <w:pPr>
        <w:pStyle w:val="ListParagraph"/>
        <w:numPr>
          <w:ilvl w:val="0"/>
          <w:numId w:val="13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Prepare chicken</w:t>
      </w:r>
    </w:p>
    <w:p w:rsidR="00F31DE2" w:rsidRPr="003E225D" w:rsidRDefault="00F31DE2" w:rsidP="00F31DE2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Use a mallet to flatten the chicken</w:t>
      </w:r>
    </w:p>
    <w:p w:rsidR="00F31DE2" w:rsidRPr="003E225D" w:rsidRDefault="00F31DE2" w:rsidP="00F31DE2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Crumb chicken</w:t>
      </w:r>
    </w:p>
    <w:p w:rsidR="00F31DE2" w:rsidRPr="003E225D" w:rsidRDefault="00F31DE2" w:rsidP="00F31DE2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Store until required</w:t>
      </w:r>
    </w:p>
    <w:p w:rsidR="00FD41BA" w:rsidRPr="003E225D" w:rsidRDefault="00FD41BA" w:rsidP="00FD41BA">
      <w:pPr>
        <w:pStyle w:val="ListParagraph"/>
        <w:numPr>
          <w:ilvl w:val="0"/>
          <w:numId w:val="13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Prepare dressing</w:t>
      </w:r>
    </w:p>
    <w:p w:rsidR="00FD41BA" w:rsidRPr="003E225D" w:rsidRDefault="00FD41BA" w:rsidP="00FD41BA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Whisk egg, vinegar, mustard, anchovy and garlic together</w:t>
      </w:r>
    </w:p>
    <w:p w:rsidR="00FD41BA" w:rsidRPr="003E225D" w:rsidRDefault="00FD41BA" w:rsidP="00FD41BA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Very slowly drizzle oil into the mix, beating constantly until thick and glossy</w:t>
      </w:r>
    </w:p>
    <w:p w:rsidR="00FD41BA" w:rsidRPr="003E225D" w:rsidRDefault="00FD41BA" w:rsidP="00FD41BA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Store until required</w:t>
      </w:r>
    </w:p>
    <w:p w:rsidR="00F31DE2" w:rsidRPr="003E225D" w:rsidRDefault="00F31DE2" w:rsidP="00FD41BA">
      <w:pPr>
        <w:pStyle w:val="ListParagraph"/>
        <w:numPr>
          <w:ilvl w:val="0"/>
          <w:numId w:val="13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 xml:space="preserve">Place egg in saucepan of cold water. </w:t>
      </w:r>
    </w:p>
    <w:p w:rsidR="00F31DE2" w:rsidRPr="003E225D" w:rsidRDefault="00F31DE2" w:rsidP="00F31DE2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 xml:space="preserve">Bring to boil. Boil 3 minutes. </w:t>
      </w:r>
    </w:p>
    <w:p w:rsidR="00FD41BA" w:rsidRPr="003E225D" w:rsidRDefault="00F31DE2" w:rsidP="00F31DE2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Remove from saucepan and allow to cool.</w:t>
      </w:r>
    </w:p>
    <w:p w:rsidR="00F31DE2" w:rsidRPr="003E225D" w:rsidRDefault="00F31DE2" w:rsidP="00F31DE2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Peel egg and store until required</w:t>
      </w:r>
    </w:p>
    <w:p w:rsidR="00F31DE2" w:rsidRPr="003E225D" w:rsidRDefault="00F31DE2" w:rsidP="00F31DE2">
      <w:pPr>
        <w:pStyle w:val="ListParagraph"/>
        <w:numPr>
          <w:ilvl w:val="0"/>
          <w:numId w:val="13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Prepare croutons</w:t>
      </w:r>
    </w:p>
    <w:p w:rsidR="00F31DE2" w:rsidRPr="003E225D" w:rsidRDefault="00F31DE2" w:rsidP="00F31DE2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Heat oil in fry pan</w:t>
      </w:r>
    </w:p>
    <w:p w:rsidR="00F31DE2" w:rsidRPr="003E225D" w:rsidRDefault="00F31DE2" w:rsidP="00F31DE2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Place bread in oil and fry until crisp and golden</w:t>
      </w:r>
    </w:p>
    <w:p w:rsidR="00F31DE2" w:rsidRPr="003E225D" w:rsidRDefault="00F31DE2" w:rsidP="00F31DE2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Drain on absorbent paper</w:t>
      </w:r>
    </w:p>
    <w:p w:rsidR="00F31DE2" w:rsidRPr="003E225D" w:rsidRDefault="00F31DE2" w:rsidP="00F31DE2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Store until required</w:t>
      </w:r>
    </w:p>
    <w:p w:rsidR="00F31DE2" w:rsidRPr="003E225D" w:rsidRDefault="00F31DE2" w:rsidP="00F31DE2">
      <w:pPr>
        <w:pStyle w:val="ListParagraph"/>
        <w:numPr>
          <w:ilvl w:val="0"/>
          <w:numId w:val="13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Fry bacon until crisp</w:t>
      </w:r>
      <w:r w:rsidR="00536D92" w:rsidRPr="003E225D">
        <w:rPr>
          <w:rFonts w:ascii="Arial" w:hAnsi="Arial" w:cs="Arial"/>
          <w:sz w:val="22"/>
          <w:szCs w:val="22"/>
          <w:lang w:val="en-AU"/>
        </w:rPr>
        <w:t>. Drain and store until required</w:t>
      </w:r>
    </w:p>
    <w:p w:rsidR="00F31DE2" w:rsidRPr="003E225D" w:rsidRDefault="00F31DE2" w:rsidP="00F31DE2">
      <w:pPr>
        <w:pStyle w:val="ListParagraph"/>
        <w:numPr>
          <w:ilvl w:val="0"/>
          <w:numId w:val="13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Wash and drain lettuce</w:t>
      </w:r>
      <w:r w:rsidR="00536D92" w:rsidRPr="003E225D">
        <w:rPr>
          <w:rFonts w:ascii="Arial" w:hAnsi="Arial" w:cs="Arial"/>
          <w:sz w:val="22"/>
          <w:szCs w:val="22"/>
          <w:lang w:val="en-AU"/>
        </w:rPr>
        <w:t>. Store until required.</w:t>
      </w:r>
    </w:p>
    <w:p w:rsidR="00F31DE2" w:rsidRPr="003E225D" w:rsidRDefault="00F31DE2" w:rsidP="00F31DE2">
      <w:pPr>
        <w:rPr>
          <w:rFonts w:ascii="Arial" w:hAnsi="Arial" w:cs="Arial"/>
          <w:sz w:val="22"/>
          <w:szCs w:val="22"/>
          <w:lang w:val="en-AU"/>
        </w:rPr>
      </w:pPr>
    </w:p>
    <w:p w:rsidR="00F31DE2" w:rsidRPr="003E225D" w:rsidRDefault="00F31DE2" w:rsidP="00F31DE2">
      <w:pPr>
        <w:rPr>
          <w:rFonts w:ascii="Arial" w:hAnsi="Arial" w:cs="Arial"/>
          <w:sz w:val="22"/>
          <w:szCs w:val="22"/>
          <w:u w:val="single"/>
          <w:lang w:val="en-AU"/>
        </w:rPr>
      </w:pPr>
      <w:r w:rsidRPr="003E225D">
        <w:rPr>
          <w:rFonts w:ascii="Arial" w:hAnsi="Arial" w:cs="Arial"/>
          <w:sz w:val="22"/>
          <w:szCs w:val="22"/>
          <w:u w:val="single"/>
          <w:lang w:val="en-AU"/>
        </w:rPr>
        <w:t>Service</w:t>
      </w:r>
    </w:p>
    <w:p w:rsidR="00F31DE2" w:rsidRPr="003E225D" w:rsidRDefault="00F31DE2" w:rsidP="00F31DE2">
      <w:pPr>
        <w:pStyle w:val="ListParagraph"/>
        <w:numPr>
          <w:ilvl w:val="0"/>
          <w:numId w:val="16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Heat oil in fry pan and fry chicken until golden and cooked through</w:t>
      </w:r>
    </w:p>
    <w:p w:rsidR="00F31DE2" w:rsidRPr="003E225D" w:rsidRDefault="006B3162" w:rsidP="00F31DE2">
      <w:pPr>
        <w:pStyle w:val="ListParagraph"/>
        <w:numPr>
          <w:ilvl w:val="0"/>
          <w:numId w:val="16"/>
        </w:numPr>
        <w:rPr>
          <w:rFonts w:ascii="Arial" w:hAnsi="Arial" w:cs="Arial"/>
          <w:sz w:val="22"/>
          <w:szCs w:val="22"/>
          <w:lang w:val="en-AU"/>
        </w:rPr>
      </w:pPr>
      <w:r>
        <w:rPr>
          <w:rFonts w:ascii="Arial" w:hAnsi="Arial" w:cs="Arial"/>
          <w:sz w:val="22"/>
          <w:szCs w:val="22"/>
          <w:lang w:val="en-AU"/>
        </w:rPr>
        <w:t>Whilst c</w:t>
      </w:r>
      <w:r w:rsidR="00F31DE2" w:rsidRPr="003E225D">
        <w:rPr>
          <w:rFonts w:ascii="Arial" w:hAnsi="Arial" w:cs="Arial"/>
          <w:sz w:val="22"/>
          <w:szCs w:val="22"/>
          <w:lang w:val="en-AU"/>
        </w:rPr>
        <w:t>hicken is cooking assemble salad</w:t>
      </w:r>
    </w:p>
    <w:p w:rsidR="00536D92" w:rsidRPr="003E225D" w:rsidRDefault="00536D92" w:rsidP="00536D92">
      <w:pPr>
        <w:pStyle w:val="ListParagraph"/>
        <w:numPr>
          <w:ilvl w:val="0"/>
          <w:numId w:val="19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Place lettuce in bowl</w:t>
      </w:r>
    </w:p>
    <w:p w:rsidR="00536D92" w:rsidRPr="003E225D" w:rsidRDefault="00536D92" w:rsidP="00536D92">
      <w:pPr>
        <w:pStyle w:val="ListParagraph"/>
        <w:numPr>
          <w:ilvl w:val="0"/>
          <w:numId w:val="19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Cut egg into quarters</w:t>
      </w:r>
    </w:p>
    <w:p w:rsidR="00536D92" w:rsidRDefault="00536D92" w:rsidP="00536D92">
      <w:pPr>
        <w:pStyle w:val="ListParagraph"/>
        <w:numPr>
          <w:ilvl w:val="0"/>
          <w:numId w:val="19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Place egg, croutons, bacon and parmesan onto lettuce</w:t>
      </w:r>
    </w:p>
    <w:p w:rsidR="006B3162" w:rsidRDefault="006B3162" w:rsidP="00536D92">
      <w:pPr>
        <w:pStyle w:val="ListParagraph"/>
        <w:numPr>
          <w:ilvl w:val="0"/>
          <w:numId w:val="19"/>
        </w:numPr>
        <w:rPr>
          <w:rFonts w:ascii="Arial" w:hAnsi="Arial" w:cs="Arial"/>
          <w:sz w:val="22"/>
          <w:szCs w:val="22"/>
          <w:lang w:val="en-AU"/>
        </w:rPr>
      </w:pPr>
      <w:r>
        <w:rPr>
          <w:rFonts w:ascii="Arial" w:hAnsi="Arial" w:cs="Arial"/>
          <w:sz w:val="22"/>
          <w:szCs w:val="22"/>
          <w:lang w:val="en-AU"/>
        </w:rPr>
        <w:t>Gently combine</w:t>
      </w:r>
    </w:p>
    <w:p w:rsidR="006B3162" w:rsidRPr="006B3162" w:rsidRDefault="006B3162" w:rsidP="006B3162">
      <w:pPr>
        <w:pStyle w:val="ListParagraph"/>
        <w:numPr>
          <w:ilvl w:val="0"/>
          <w:numId w:val="16"/>
        </w:numPr>
        <w:rPr>
          <w:rFonts w:ascii="Arial" w:hAnsi="Arial" w:cs="Arial"/>
          <w:sz w:val="22"/>
          <w:szCs w:val="22"/>
          <w:lang w:val="en-AU"/>
        </w:rPr>
      </w:pPr>
      <w:r>
        <w:rPr>
          <w:rFonts w:ascii="Arial" w:hAnsi="Arial" w:cs="Arial"/>
          <w:sz w:val="22"/>
          <w:szCs w:val="22"/>
          <w:lang w:val="en-AU"/>
        </w:rPr>
        <w:t>Place salad into single use containers</w:t>
      </w:r>
    </w:p>
    <w:p w:rsidR="00536D92" w:rsidRPr="003E225D" w:rsidRDefault="00536D92" w:rsidP="00536D92">
      <w:pPr>
        <w:pStyle w:val="ListParagraph"/>
        <w:numPr>
          <w:ilvl w:val="0"/>
          <w:numId w:val="16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When chicken has cooked, remove from heat, slice and place onto salad</w:t>
      </w:r>
    </w:p>
    <w:p w:rsidR="00536D92" w:rsidRPr="003E225D" w:rsidRDefault="00536D92" w:rsidP="00536D92">
      <w:pPr>
        <w:pStyle w:val="ListParagraph"/>
        <w:numPr>
          <w:ilvl w:val="0"/>
          <w:numId w:val="16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Drizzle dressing over salad</w:t>
      </w:r>
    </w:p>
    <w:p w:rsidR="00536D92" w:rsidRPr="003E225D" w:rsidRDefault="00536D92" w:rsidP="00536D92">
      <w:pPr>
        <w:pStyle w:val="ListParagraph"/>
        <w:numPr>
          <w:ilvl w:val="0"/>
          <w:numId w:val="16"/>
        </w:numPr>
        <w:rPr>
          <w:rFonts w:ascii="Arial" w:hAnsi="Arial" w:cs="Arial"/>
          <w:sz w:val="22"/>
          <w:szCs w:val="22"/>
          <w:lang w:val="en-AU"/>
        </w:rPr>
      </w:pPr>
      <w:r w:rsidRPr="003E225D">
        <w:rPr>
          <w:rFonts w:ascii="Arial" w:hAnsi="Arial" w:cs="Arial"/>
          <w:sz w:val="22"/>
          <w:szCs w:val="22"/>
          <w:lang w:val="en-AU"/>
        </w:rPr>
        <w:t>Serve</w:t>
      </w:r>
    </w:p>
    <w:p w:rsidR="00260E7D" w:rsidRPr="003E225D" w:rsidRDefault="00260E7D" w:rsidP="0006223F">
      <w:pPr>
        <w:rPr>
          <w:rFonts w:ascii="Arial" w:hAnsi="Arial" w:cs="Arial"/>
          <w:sz w:val="22"/>
          <w:szCs w:val="22"/>
          <w:lang w:val="en-AU"/>
        </w:rPr>
      </w:pPr>
    </w:p>
    <w:p w:rsidR="00260E7D" w:rsidRPr="003E225D" w:rsidRDefault="00260E7D" w:rsidP="0006223F">
      <w:pPr>
        <w:rPr>
          <w:rFonts w:ascii="Arial" w:hAnsi="Arial" w:cs="Arial"/>
          <w:sz w:val="22"/>
          <w:szCs w:val="22"/>
          <w:lang w:val="en-AU"/>
        </w:rPr>
      </w:pPr>
    </w:p>
    <w:p w:rsidR="00260E7D" w:rsidRPr="003E225D" w:rsidRDefault="00260E7D" w:rsidP="0006223F">
      <w:pPr>
        <w:rPr>
          <w:rFonts w:ascii="Arial" w:hAnsi="Arial" w:cs="Arial"/>
          <w:sz w:val="22"/>
          <w:szCs w:val="22"/>
          <w:lang w:val="en-AU"/>
        </w:rPr>
      </w:pPr>
    </w:p>
    <w:p w:rsidR="00260E7D" w:rsidRPr="003E225D" w:rsidRDefault="00260E7D" w:rsidP="0006223F">
      <w:pPr>
        <w:rPr>
          <w:rFonts w:ascii="Arial" w:hAnsi="Arial" w:cs="Arial"/>
          <w:sz w:val="22"/>
          <w:szCs w:val="22"/>
          <w:lang w:val="en-AU"/>
        </w:rPr>
      </w:pPr>
    </w:p>
    <w:p w:rsidR="00260E7D" w:rsidRPr="003E225D" w:rsidRDefault="00260E7D" w:rsidP="0006223F">
      <w:pPr>
        <w:rPr>
          <w:rFonts w:ascii="Arial" w:hAnsi="Arial" w:cs="Arial"/>
          <w:sz w:val="22"/>
          <w:szCs w:val="22"/>
          <w:lang w:val="en-AU"/>
        </w:rPr>
      </w:pPr>
    </w:p>
    <w:p w:rsidR="00260E7D" w:rsidRPr="003E225D" w:rsidRDefault="00260E7D" w:rsidP="0006223F">
      <w:pPr>
        <w:rPr>
          <w:rFonts w:ascii="Arial" w:hAnsi="Arial" w:cs="Arial"/>
          <w:sz w:val="22"/>
          <w:szCs w:val="22"/>
          <w:lang w:val="en-AU"/>
        </w:rPr>
      </w:pPr>
    </w:p>
    <w:p w:rsidR="00260E7D" w:rsidRPr="003E225D" w:rsidRDefault="00260E7D" w:rsidP="0006223F">
      <w:pPr>
        <w:rPr>
          <w:rFonts w:ascii="Arial" w:hAnsi="Arial" w:cs="Arial"/>
          <w:sz w:val="22"/>
          <w:szCs w:val="22"/>
          <w:lang w:val="en-AU"/>
        </w:rPr>
      </w:pPr>
    </w:p>
    <w:p w:rsidR="003E225D" w:rsidRDefault="003E225D">
      <w:pPr>
        <w:rPr>
          <w:rFonts w:ascii="Arial" w:hAnsi="Arial" w:cs="Arial"/>
          <w:b/>
          <w:sz w:val="22"/>
          <w:szCs w:val="22"/>
          <w:lang w:val="en-AU"/>
        </w:rPr>
      </w:pPr>
      <w:r>
        <w:rPr>
          <w:rFonts w:ascii="Arial" w:hAnsi="Arial" w:cs="Arial"/>
          <w:b/>
          <w:sz w:val="22"/>
          <w:szCs w:val="22"/>
          <w:lang w:val="en-AU"/>
        </w:rPr>
        <w:br w:type="page"/>
      </w:r>
    </w:p>
    <w:p w:rsidR="0006223F" w:rsidRPr="003E225D" w:rsidRDefault="00F36740" w:rsidP="00596472">
      <w:pPr>
        <w:ind w:left="-284"/>
        <w:rPr>
          <w:rFonts w:ascii="Arial" w:hAnsi="Arial" w:cs="Arial"/>
          <w:b/>
          <w:sz w:val="22"/>
          <w:szCs w:val="22"/>
          <w:lang w:val="en-AU"/>
        </w:rPr>
      </w:pPr>
      <w:r>
        <w:rPr>
          <w:rFonts w:ascii="Arial" w:hAnsi="Arial" w:cs="Arial"/>
          <w:b/>
          <w:sz w:val="22"/>
          <w:szCs w:val="22"/>
          <w:lang w:val="en-AU"/>
        </w:rPr>
        <w:lastRenderedPageBreak/>
        <w:t xml:space="preserve">Practical Work </w:t>
      </w:r>
      <w:r w:rsidR="00596472" w:rsidRPr="003E225D">
        <w:rPr>
          <w:rFonts w:ascii="Arial" w:hAnsi="Arial" w:cs="Arial"/>
          <w:b/>
          <w:sz w:val="22"/>
          <w:szCs w:val="22"/>
          <w:lang w:val="en-AU"/>
        </w:rPr>
        <w:t>T</w:t>
      </w:r>
      <w:r>
        <w:rPr>
          <w:rFonts w:ascii="Arial" w:hAnsi="Arial" w:cs="Arial"/>
          <w:b/>
          <w:sz w:val="22"/>
          <w:szCs w:val="22"/>
          <w:lang w:val="en-AU"/>
        </w:rPr>
        <w:t xml:space="preserve">ask </w:t>
      </w:r>
      <w:r w:rsidR="00596472" w:rsidRPr="003E225D">
        <w:rPr>
          <w:rFonts w:ascii="Arial" w:hAnsi="Arial" w:cs="Arial"/>
          <w:b/>
          <w:sz w:val="22"/>
          <w:szCs w:val="22"/>
          <w:lang w:val="en-AU"/>
        </w:rPr>
        <w:t xml:space="preserve"> </w:t>
      </w:r>
      <w:r w:rsidR="0006223F" w:rsidRPr="003E225D">
        <w:rPr>
          <w:rFonts w:ascii="Arial" w:hAnsi="Arial" w:cs="Arial"/>
          <w:b/>
          <w:sz w:val="22"/>
          <w:szCs w:val="22"/>
          <w:lang w:val="en-AU"/>
        </w:rPr>
        <w:t>Checklist</w:t>
      </w:r>
    </w:p>
    <w:p w:rsidR="0006223F" w:rsidRPr="003E225D" w:rsidRDefault="0006223F" w:rsidP="00596472">
      <w:pPr>
        <w:ind w:left="-284"/>
        <w:rPr>
          <w:rFonts w:ascii="Arial" w:hAnsi="Arial" w:cs="Arial"/>
          <w:b/>
          <w:sz w:val="22"/>
          <w:szCs w:val="22"/>
          <w:lang w:val="en-AU"/>
        </w:rPr>
      </w:pPr>
    </w:p>
    <w:p w:rsidR="0006223F" w:rsidRPr="003E225D" w:rsidRDefault="0006223F" w:rsidP="00596472">
      <w:pPr>
        <w:ind w:left="-284"/>
        <w:rPr>
          <w:rFonts w:ascii="Arial" w:hAnsi="Arial" w:cs="Arial"/>
          <w:b/>
          <w:sz w:val="22"/>
          <w:szCs w:val="22"/>
          <w:lang w:val="en-AU"/>
        </w:rPr>
      </w:pPr>
      <w:r w:rsidRPr="003E225D">
        <w:rPr>
          <w:rFonts w:ascii="Arial" w:hAnsi="Arial" w:cs="Arial"/>
          <w:b/>
          <w:sz w:val="22"/>
          <w:szCs w:val="22"/>
          <w:lang w:val="en-AU"/>
        </w:rPr>
        <w:t>Name : ____________________________________</w:t>
      </w:r>
      <w:r w:rsidR="00260E7D" w:rsidRPr="003E225D">
        <w:rPr>
          <w:rFonts w:ascii="Arial" w:hAnsi="Arial" w:cs="Arial"/>
          <w:b/>
          <w:sz w:val="22"/>
          <w:szCs w:val="22"/>
          <w:lang w:val="en-AU"/>
        </w:rPr>
        <w:t>Date ______________________</w:t>
      </w:r>
    </w:p>
    <w:p w:rsidR="00F36740" w:rsidRDefault="00F36740" w:rsidP="00F36740">
      <w:pPr>
        <w:ind w:left="-142"/>
        <w:rPr>
          <w:rFonts w:ascii="Arial" w:hAnsi="Arial" w:cs="Arial"/>
          <w:b/>
          <w:sz w:val="22"/>
          <w:szCs w:val="22"/>
          <w:lang w:val="en-AU"/>
        </w:rPr>
      </w:pPr>
    </w:p>
    <w:p w:rsidR="00166EB8" w:rsidRPr="003E225D" w:rsidRDefault="00F36740" w:rsidP="00F36740">
      <w:pPr>
        <w:rPr>
          <w:rFonts w:ascii="Arial" w:hAnsi="Arial" w:cs="Arial"/>
          <w:b/>
          <w:sz w:val="22"/>
          <w:szCs w:val="22"/>
          <w:lang w:val="en-AU"/>
        </w:rPr>
      </w:pPr>
      <w:r w:rsidRPr="00795AC6">
        <w:rPr>
          <w:rFonts w:ascii="Arial" w:hAnsi="Arial" w:cs="Arial"/>
          <w:b/>
          <w:sz w:val="22"/>
          <w:szCs w:val="22"/>
        </w:rPr>
        <w:t>Implement Food Safety Procedures SITXFSA001A</w:t>
      </w:r>
    </w:p>
    <w:p w:rsidR="00BC6470" w:rsidRPr="003E225D" w:rsidRDefault="00BC6470" w:rsidP="00BC6470">
      <w:pPr>
        <w:rPr>
          <w:rFonts w:ascii="Arial" w:hAnsi="Arial" w:cs="Arial"/>
          <w:b/>
          <w:sz w:val="22"/>
          <w:szCs w:val="22"/>
          <w:lang w:val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1590"/>
        <w:gridCol w:w="1590"/>
        <w:gridCol w:w="1457"/>
      </w:tblGrid>
      <w:tr w:rsidR="0010488D" w:rsidRPr="003E225D" w:rsidTr="002C47DE">
        <w:tc>
          <w:tcPr>
            <w:tcW w:w="4608" w:type="dxa"/>
          </w:tcPr>
          <w:p w:rsidR="0010488D" w:rsidRPr="003E225D" w:rsidRDefault="0010488D" w:rsidP="00BC6470">
            <w:pPr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3E225D">
              <w:rPr>
                <w:rFonts w:ascii="Arial" w:hAnsi="Arial" w:cs="Arial"/>
                <w:b/>
                <w:sz w:val="22"/>
                <w:szCs w:val="22"/>
                <w:lang w:val="en-AU"/>
              </w:rPr>
              <w:t>Competency Assessment Task Checklist</w:t>
            </w:r>
          </w:p>
        </w:tc>
        <w:tc>
          <w:tcPr>
            <w:tcW w:w="1590" w:type="dxa"/>
          </w:tcPr>
          <w:p w:rsidR="0010488D" w:rsidRPr="003E225D" w:rsidRDefault="0010488D" w:rsidP="00BC6470">
            <w:pPr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3E225D">
              <w:rPr>
                <w:rFonts w:ascii="Arial" w:hAnsi="Arial" w:cs="Arial"/>
                <w:b/>
                <w:sz w:val="22"/>
                <w:szCs w:val="22"/>
                <w:lang w:val="en-AU"/>
              </w:rPr>
              <w:t>Satisfactory</w:t>
            </w:r>
          </w:p>
          <w:p w:rsidR="0010488D" w:rsidRPr="003E225D" w:rsidRDefault="0010488D" w:rsidP="00BC6470">
            <w:pPr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3E225D">
              <w:rPr>
                <w:rFonts w:ascii="Arial" w:hAnsi="Arial" w:cs="Arial"/>
                <w:b/>
                <w:sz w:val="22"/>
                <w:szCs w:val="22"/>
                <w:lang w:val="en-AU"/>
              </w:rPr>
              <w:t>(S)</w:t>
            </w:r>
          </w:p>
        </w:tc>
        <w:tc>
          <w:tcPr>
            <w:tcW w:w="1590" w:type="dxa"/>
          </w:tcPr>
          <w:p w:rsidR="0010488D" w:rsidRPr="003E225D" w:rsidRDefault="0010488D" w:rsidP="00BC6470">
            <w:pPr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3E225D">
              <w:rPr>
                <w:rFonts w:ascii="Arial" w:hAnsi="Arial" w:cs="Arial"/>
                <w:b/>
                <w:sz w:val="22"/>
                <w:szCs w:val="22"/>
                <w:lang w:val="en-AU"/>
              </w:rPr>
              <w:t>Not Yet</w:t>
            </w:r>
          </w:p>
          <w:p w:rsidR="0010488D" w:rsidRPr="003E225D" w:rsidRDefault="0010488D" w:rsidP="00BC6470">
            <w:pPr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3E225D">
              <w:rPr>
                <w:rFonts w:ascii="Arial" w:hAnsi="Arial" w:cs="Arial"/>
                <w:b/>
                <w:sz w:val="22"/>
                <w:szCs w:val="22"/>
                <w:lang w:val="en-AU"/>
              </w:rPr>
              <w:t>Satisfactory</w:t>
            </w:r>
          </w:p>
          <w:p w:rsidR="0010488D" w:rsidRPr="003E225D" w:rsidRDefault="0010488D" w:rsidP="00BC6470">
            <w:pPr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3E225D">
              <w:rPr>
                <w:rFonts w:ascii="Arial" w:hAnsi="Arial" w:cs="Arial"/>
                <w:b/>
                <w:sz w:val="22"/>
                <w:szCs w:val="22"/>
                <w:lang w:val="en-AU"/>
              </w:rPr>
              <w:t>(NYS)</w:t>
            </w:r>
          </w:p>
        </w:tc>
        <w:tc>
          <w:tcPr>
            <w:tcW w:w="1457" w:type="dxa"/>
          </w:tcPr>
          <w:p w:rsidR="0010488D" w:rsidRPr="003E225D" w:rsidRDefault="0010488D" w:rsidP="00BC6470">
            <w:pPr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3E225D">
              <w:rPr>
                <w:rFonts w:ascii="Arial" w:hAnsi="Arial" w:cs="Arial"/>
                <w:b/>
                <w:sz w:val="22"/>
                <w:szCs w:val="22"/>
                <w:lang w:val="en-AU"/>
              </w:rPr>
              <w:t>Comments</w:t>
            </w:r>
          </w:p>
        </w:tc>
      </w:tr>
      <w:tr w:rsidR="002C47DE" w:rsidRPr="003E225D" w:rsidTr="00415858">
        <w:tc>
          <w:tcPr>
            <w:tcW w:w="4608" w:type="dxa"/>
            <w:vAlign w:val="center"/>
          </w:tcPr>
          <w:p w:rsidR="002C47DE" w:rsidRPr="003E225D" w:rsidRDefault="002C47DE" w:rsidP="00415858">
            <w:pPr>
              <w:tabs>
                <w:tab w:val="left" w:pos="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 xml:space="preserve">Select food storage conditions appropriate to the specific </w:t>
            </w:r>
            <w:r w:rsidR="003833CB" w:rsidRPr="003E225D">
              <w:rPr>
                <w:rFonts w:ascii="Arial" w:hAnsi="Arial" w:cs="Arial"/>
                <w:sz w:val="22"/>
                <w:szCs w:val="22"/>
              </w:rPr>
              <w:t>food type</w:t>
            </w:r>
          </w:p>
        </w:tc>
        <w:tc>
          <w:tcPr>
            <w:tcW w:w="1590" w:type="dxa"/>
          </w:tcPr>
          <w:p w:rsidR="002C47DE" w:rsidRPr="003E225D" w:rsidRDefault="002C47DE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1590" w:type="dxa"/>
          </w:tcPr>
          <w:p w:rsidR="002C47DE" w:rsidRPr="003E225D" w:rsidRDefault="002C47DE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1457" w:type="dxa"/>
          </w:tcPr>
          <w:p w:rsidR="002C47DE" w:rsidRPr="003E225D" w:rsidRDefault="002C47DE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</w:tr>
      <w:tr w:rsidR="002C47DE" w:rsidRPr="003E225D" w:rsidTr="00415858">
        <w:tc>
          <w:tcPr>
            <w:tcW w:w="4608" w:type="dxa"/>
            <w:vAlign w:val="center"/>
          </w:tcPr>
          <w:p w:rsidR="002C47DE" w:rsidRPr="003E225D" w:rsidRDefault="002C47DE" w:rsidP="00415858">
            <w:pPr>
              <w:tabs>
                <w:tab w:val="left" w:pos="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>Store food in the appropriate environmental conditions so that it is protected from contamination and to ensure its freshness, quality and appearance</w:t>
            </w:r>
          </w:p>
        </w:tc>
        <w:tc>
          <w:tcPr>
            <w:tcW w:w="1590" w:type="dxa"/>
          </w:tcPr>
          <w:p w:rsidR="002C47DE" w:rsidRPr="003E225D" w:rsidRDefault="002C47DE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1590" w:type="dxa"/>
          </w:tcPr>
          <w:p w:rsidR="002C47DE" w:rsidRPr="003E225D" w:rsidRDefault="002C47DE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1457" w:type="dxa"/>
          </w:tcPr>
          <w:p w:rsidR="002C47DE" w:rsidRPr="003E225D" w:rsidRDefault="002C47DE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</w:tr>
      <w:tr w:rsidR="002C47DE" w:rsidRPr="003E225D" w:rsidTr="00415858">
        <w:trPr>
          <w:trHeight w:val="254"/>
        </w:trPr>
        <w:tc>
          <w:tcPr>
            <w:tcW w:w="4608" w:type="dxa"/>
            <w:vAlign w:val="center"/>
          </w:tcPr>
          <w:p w:rsidR="002C47DE" w:rsidRPr="003E225D" w:rsidRDefault="002C47DE" w:rsidP="00415858">
            <w:pPr>
              <w:tabs>
                <w:tab w:val="left" w:pos="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 xml:space="preserve">Store food at appropriately controlled temperatures </w:t>
            </w:r>
          </w:p>
        </w:tc>
        <w:tc>
          <w:tcPr>
            <w:tcW w:w="1590" w:type="dxa"/>
          </w:tcPr>
          <w:p w:rsidR="002C47DE" w:rsidRPr="003E225D" w:rsidRDefault="002C47DE" w:rsidP="0077560E">
            <w:pPr>
              <w:ind w:firstLine="720"/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1590" w:type="dxa"/>
          </w:tcPr>
          <w:p w:rsidR="002C47DE" w:rsidRPr="003E225D" w:rsidRDefault="002C47DE" w:rsidP="0077560E">
            <w:pPr>
              <w:ind w:firstLine="720"/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1457" w:type="dxa"/>
          </w:tcPr>
          <w:p w:rsidR="002C47DE" w:rsidRPr="003E225D" w:rsidRDefault="002C47DE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</w:tr>
      <w:tr w:rsidR="002C47DE" w:rsidRPr="003E225D" w:rsidTr="00415858">
        <w:tc>
          <w:tcPr>
            <w:tcW w:w="4608" w:type="dxa"/>
            <w:vAlign w:val="center"/>
          </w:tcPr>
          <w:p w:rsidR="002C47DE" w:rsidRPr="003E225D" w:rsidRDefault="002C47DE" w:rsidP="00415858">
            <w:pPr>
              <w:tabs>
                <w:tab w:val="left" w:pos="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>Prepare food in a safe manner to ensure that it is protected from contamination.</w:t>
            </w:r>
          </w:p>
        </w:tc>
        <w:tc>
          <w:tcPr>
            <w:tcW w:w="1590" w:type="dxa"/>
          </w:tcPr>
          <w:p w:rsidR="002C47DE" w:rsidRPr="003E225D" w:rsidRDefault="002C47DE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1590" w:type="dxa"/>
          </w:tcPr>
          <w:p w:rsidR="002C47DE" w:rsidRPr="003E225D" w:rsidRDefault="002C47DE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1457" w:type="dxa"/>
          </w:tcPr>
          <w:p w:rsidR="002C47DE" w:rsidRPr="003E225D" w:rsidRDefault="002C47DE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</w:tr>
      <w:tr w:rsidR="002C47DE" w:rsidRPr="003E225D" w:rsidTr="00415858">
        <w:tc>
          <w:tcPr>
            <w:tcW w:w="4608" w:type="dxa"/>
            <w:vAlign w:val="center"/>
          </w:tcPr>
          <w:p w:rsidR="002C47DE" w:rsidRPr="003E225D" w:rsidRDefault="002C47DE" w:rsidP="00415858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>Use cooling and heating processes that will not adversely affect the microbiological safety of the food.</w:t>
            </w:r>
          </w:p>
        </w:tc>
        <w:tc>
          <w:tcPr>
            <w:tcW w:w="1590" w:type="dxa"/>
          </w:tcPr>
          <w:p w:rsidR="002C47DE" w:rsidRPr="003E225D" w:rsidRDefault="002C47DE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1590" w:type="dxa"/>
          </w:tcPr>
          <w:p w:rsidR="002C47DE" w:rsidRPr="003E225D" w:rsidRDefault="002C47DE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1457" w:type="dxa"/>
          </w:tcPr>
          <w:p w:rsidR="002C47DE" w:rsidRPr="003E225D" w:rsidRDefault="002C47DE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</w:tr>
      <w:tr w:rsidR="002C47DE" w:rsidRPr="003E225D" w:rsidTr="00415858">
        <w:tc>
          <w:tcPr>
            <w:tcW w:w="4608" w:type="dxa"/>
            <w:vAlign w:val="center"/>
          </w:tcPr>
          <w:p w:rsidR="002C47DE" w:rsidRPr="003E225D" w:rsidRDefault="002C47DE" w:rsidP="00415858">
            <w:pPr>
              <w:tabs>
                <w:tab w:val="left" w:pos="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 xml:space="preserve">Monitor temperature of food throughout the preparation process to achieve microbiological safety of the food at all times. </w:t>
            </w:r>
          </w:p>
        </w:tc>
        <w:tc>
          <w:tcPr>
            <w:tcW w:w="1590" w:type="dxa"/>
          </w:tcPr>
          <w:p w:rsidR="002C47DE" w:rsidRPr="003E225D" w:rsidRDefault="002C47DE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1590" w:type="dxa"/>
          </w:tcPr>
          <w:p w:rsidR="002C47DE" w:rsidRPr="003E225D" w:rsidRDefault="002C47DE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1457" w:type="dxa"/>
          </w:tcPr>
          <w:p w:rsidR="002C47DE" w:rsidRPr="003E225D" w:rsidRDefault="002C47DE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</w:tr>
      <w:tr w:rsidR="002C47DE" w:rsidRPr="003E225D" w:rsidTr="00415858">
        <w:tc>
          <w:tcPr>
            <w:tcW w:w="4608" w:type="dxa"/>
            <w:vAlign w:val="center"/>
          </w:tcPr>
          <w:p w:rsidR="002C47DE" w:rsidRPr="003E225D" w:rsidRDefault="002C47DE" w:rsidP="00415858">
            <w:pPr>
              <w:tabs>
                <w:tab w:val="left" w:pos="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>Clean and sanitise equipment, surfaces and utensils used during food handling process.</w:t>
            </w:r>
          </w:p>
        </w:tc>
        <w:tc>
          <w:tcPr>
            <w:tcW w:w="1590" w:type="dxa"/>
          </w:tcPr>
          <w:p w:rsidR="002C47DE" w:rsidRPr="003E225D" w:rsidRDefault="002C47DE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1590" w:type="dxa"/>
          </w:tcPr>
          <w:p w:rsidR="002C47DE" w:rsidRPr="003E225D" w:rsidRDefault="002C47DE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1457" w:type="dxa"/>
          </w:tcPr>
          <w:p w:rsidR="002C47DE" w:rsidRPr="003E225D" w:rsidRDefault="002C47DE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</w:tr>
      <w:tr w:rsidR="00471594" w:rsidRPr="003E225D" w:rsidTr="00415858">
        <w:tc>
          <w:tcPr>
            <w:tcW w:w="4608" w:type="dxa"/>
            <w:vAlign w:val="center"/>
          </w:tcPr>
          <w:p w:rsidR="00471594" w:rsidRPr="003E225D" w:rsidRDefault="00471594" w:rsidP="00415858">
            <w:pPr>
              <w:tabs>
                <w:tab w:val="left" w:pos="43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E225D">
              <w:rPr>
                <w:rFonts w:ascii="Arial" w:hAnsi="Arial" w:cs="Arial"/>
                <w:sz w:val="22"/>
                <w:szCs w:val="22"/>
              </w:rPr>
              <w:t>Store, display and provide single use items so that they are protected from damage and contamination.</w:t>
            </w:r>
          </w:p>
          <w:p w:rsidR="00471594" w:rsidRPr="003E225D" w:rsidRDefault="00471594" w:rsidP="004158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0" w:type="dxa"/>
          </w:tcPr>
          <w:p w:rsidR="00471594" w:rsidRPr="003E225D" w:rsidRDefault="00471594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1590" w:type="dxa"/>
          </w:tcPr>
          <w:p w:rsidR="00471594" w:rsidRPr="003E225D" w:rsidRDefault="00471594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1457" w:type="dxa"/>
          </w:tcPr>
          <w:p w:rsidR="00471594" w:rsidRPr="003E225D" w:rsidRDefault="00471594" w:rsidP="00BC6470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</w:tr>
    </w:tbl>
    <w:p w:rsidR="00BC6470" w:rsidRPr="003E225D" w:rsidRDefault="00BC6470" w:rsidP="00BC6470">
      <w:pPr>
        <w:rPr>
          <w:rFonts w:ascii="Arial" w:hAnsi="Arial" w:cs="Arial"/>
          <w:b/>
          <w:sz w:val="22"/>
          <w:szCs w:val="22"/>
          <w:lang w:val="en-AU"/>
        </w:rPr>
      </w:pPr>
    </w:p>
    <w:p w:rsidR="00166EB8" w:rsidRPr="003E225D" w:rsidRDefault="00166EB8" w:rsidP="0006223F">
      <w:pPr>
        <w:rPr>
          <w:rFonts w:ascii="Arial" w:hAnsi="Arial" w:cs="Arial"/>
          <w:b/>
          <w:sz w:val="22"/>
          <w:szCs w:val="22"/>
          <w:lang w:val="en-AU"/>
        </w:rPr>
      </w:pPr>
    </w:p>
    <w:p w:rsidR="00166EB8" w:rsidRPr="003E225D" w:rsidRDefault="00166EB8" w:rsidP="0006223F">
      <w:pPr>
        <w:rPr>
          <w:rFonts w:ascii="Arial" w:hAnsi="Arial" w:cs="Arial"/>
          <w:b/>
          <w:sz w:val="22"/>
          <w:szCs w:val="22"/>
          <w:lang w:val="en-AU"/>
        </w:rPr>
      </w:pPr>
    </w:p>
    <w:p w:rsidR="00166EB8" w:rsidRPr="003E225D" w:rsidRDefault="00166EB8" w:rsidP="0006223F">
      <w:pPr>
        <w:rPr>
          <w:rFonts w:ascii="Arial" w:hAnsi="Arial" w:cs="Arial"/>
          <w:b/>
          <w:sz w:val="22"/>
          <w:szCs w:val="22"/>
          <w:lang w:val="en-AU"/>
        </w:rPr>
      </w:pPr>
    </w:p>
    <w:p w:rsidR="00415858" w:rsidRPr="003E225D" w:rsidRDefault="00596472">
      <w:pPr>
        <w:rPr>
          <w:rFonts w:ascii="Arial" w:hAnsi="Arial" w:cs="Arial"/>
          <w:b/>
          <w:sz w:val="22"/>
          <w:szCs w:val="22"/>
          <w:lang w:val="en-AU"/>
        </w:rPr>
        <w:sectPr w:rsidR="00415858" w:rsidRPr="003E225D" w:rsidSect="003C74E7">
          <w:pgSz w:w="11909" w:h="16834" w:code="9"/>
          <w:pgMar w:top="851" w:right="1440" w:bottom="851" w:left="1440" w:header="720" w:footer="720" w:gutter="0"/>
          <w:cols w:space="720"/>
        </w:sectPr>
      </w:pPr>
      <w:r w:rsidRPr="003E225D">
        <w:rPr>
          <w:rFonts w:ascii="Arial" w:hAnsi="Arial" w:cs="Arial"/>
          <w:b/>
          <w:sz w:val="22"/>
          <w:szCs w:val="22"/>
          <w:lang w:val="en-AU"/>
        </w:rPr>
        <w:br w:type="page"/>
      </w:r>
    </w:p>
    <w:p w:rsidR="00FF7FF4" w:rsidRDefault="00FF7FF4">
      <w:pPr>
        <w:rPr>
          <w:rFonts w:ascii="Arial" w:hAnsi="Arial" w:cs="Arial"/>
          <w:b/>
          <w:lang w:val="en-AU"/>
        </w:rPr>
      </w:pPr>
      <w:r>
        <w:rPr>
          <w:rFonts w:ascii="Arial" w:hAnsi="Arial" w:cs="Arial"/>
          <w:b/>
          <w:lang w:val="en-AU"/>
        </w:rPr>
        <w:lastRenderedPageBreak/>
        <w:t xml:space="preserve">Task 2 – Observe the following HACCP Table </w:t>
      </w:r>
      <w:r w:rsidR="006847FF">
        <w:rPr>
          <w:rFonts w:ascii="Arial" w:hAnsi="Arial" w:cs="Arial"/>
          <w:b/>
          <w:lang w:val="en-AU"/>
        </w:rPr>
        <w:t xml:space="preserve">for the production of crumbed chicken </w:t>
      </w:r>
      <w:r>
        <w:rPr>
          <w:rFonts w:ascii="Arial" w:hAnsi="Arial" w:cs="Arial"/>
          <w:b/>
          <w:lang w:val="en-AU"/>
        </w:rPr>
        <w:t>and answer the questions on the attached sheet.</w:t>
      </w:r>
    </w:p>
    <w:p w:rsidR="00FF7FF4" w:rsidRDefault="00FF7FF4">
      <w:pPr>
        <w:rPr>
          <w:rFonts w:ascii="Arial" w:hAnsi="Arial" w:cs="Arial"/>
          <w:b/>
          <w:lang w:val="en-AU"/>
        </w:rPr>
      </w:pPr>
    </w:p>
    <w:tbl>
      <w:tblPr>
        <w:tblStyle w:val="TableGrid"/>
        <w:tblW w:w="15559" w:type="dxa"/>
        <w:tblLook w:val="04A0" w:firstRow="1" w:lastRow="0" w:firstColumn="1" w:lastColumn="0" w:noHBand="0" w:noVBand="1"/>
      </w:tblPr>
      <w:tblGrid>
        <w:gridCol w:w="1526"/>
        <w:gridCol w:w="1173"/>
        <w:gridCol w:w="1149"/>
        <w:gridCol w:w="2072"/>
        <w:gridCol w:w="3544"/>
        <w:gridCol w:w="2046"/>
        <w:gridCol w:w="1919"/>
        <w:gridCol w:w="2130"/>
      </w:tblGrid>
      <w:tr w:rsidR="009C50DD" w:rsidRPr="006847FF" w:rsidTr="009C50DD">
        <w:tc>
          <w:tcPr>
            <w:tcW w:w="1526" w:type="dxa"/>
          </w:tcPr>
          <w:p w:rsidR="00FF7FF4" w:rsidRPr="006847FF" w:rsidRDefault="00FF7FF4">
            <w:pPr>
              <w:rPr>
                <w:rFonts w:ascii="Comic Sans MS" w:hAnsi="Comic Sans MS" w:cs="Arial"/>
                <w:b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b/>
                <w:sz w:val="22"/>
                <w:szCs w:val="22"/>
                <w:lang w:val="en-AU"/>
              </w:rPr>
              <w:t>Production</w:t>
            </w:r>
          </w:p>
          <w:p w:rsidR="00FF7FF4" w:rsidRPr="006847FF" w:rsidRDefault="00FF7FF4">
            <w:pPr>
              <w:rPr>
                <w:rFonts w:ascii="Comic Sans MS" w:hAnsi="Comic Sans MS" w:cs="Arial"/>
                <w:b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b/>
                <w:sz w:val="22"/>
                <w:szCs w:val="22"/>
                <w:lang w:val="en-AU"/>
              </w:rPr>
              <w:t>Steps</w:t>
            </w:r>
          </w:p>
        </w:tc>
        <w:tc>
          <w:tcPr>
            <w:tcW w:w="1173" w:type="dxa"/>
          </w:tcPr>
          <w:p w:rsidR="00FF7FF4" w:rsidRPr="006847FF" w:rsidRDefault="00FF7FF4">
            <w:pPr>
              <w:rPr>
                <w:rFonts w:ascii="Comic Sans MS" w:hAnsi="Comic Sans MS" w:cs="Arial"/>
                <w:b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b/>
                <w:sz w:val="22"/>
                <w:szCs w:val="22"/>
                <w:lang w:val="en-AU"/>
              </w:rPr>
              <w:t>Hazard analysis</w:t>
            </w:r>
          </w:p>
        </w:tc>
        <w:tc>
          <w:tcPr>
            <w:tcW w:w="1149" w:type="dxa"/>
          </w:tcPr>
          <w:p w:rsidR="00FF7FF4" w:rsidRPr="009C50DD" w:rsidRDefault="00FF7FF4">
            <w:pPr>
              <w:rPr>
                <w:rFonts w:ascii="Comic Sans MS" w:hAnsi="Comic Sans MS" w:cs="Arial"/>
                <w:b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b/>
                <w:sz w:val="22"/>
                <w:szCs w:val="22"/>
                <w:lang w:val="en-AU"/>
              </w:rPr>
              <w:t>Critical Control Points</w:t>
            </w:r>
          </w:p>
        </w:tc>
        <w:tc>
          <w:tcPr>
            <w:tcW w:w="2072" w:type="dxa"/>
          </w:tcPr>
          <w:p w:rsidR="00FF7FF4" w:rsidRPr="006847FF" w:rsidRDefault="00FF7FF4">
            <w:pPr>
              <w:rPr>
                <w:rFonts w:ascii="Comic Sans MS" w:hAnsi="Comic Sans MS" w:cs="Arial"/>
                <w:b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b/>
                <w:sz w:val="22"/>
                <w:szCs w:val="22"/>
                <w:lang w:val="en-AU"/>
              </w:rPr>
              <w:t>Control Measure</w:t>
            </w:r>
          </w:p>
        </w:tc>
        <w:tc>
          <w:tcPr>
            <w:tcW w:w="3544" w:type="dxa"/>
          </w:tcPr>
          <w:p w:rsidR="00FF7FF4" w:rsidRPr="006847FF" w:rsidRDefault="00FF7FF4">
            <w:pPr>
              <w:rPr>
                <w:rFonts w:ascii="Comic Sans MS" w:hAnsi="Comic Sans MS" w:cs="Arial"/>
                <w:b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b/>
                <w:sz w:val="22"/>
                <w:szCs w:val="22"/>
                <w:lang w:val="en-AU"/>
              </w:rPr>
              <w:t>Critical Limits</w:t>
            </w:r>
          </w:p>
        </w:tc>
        <w:tc>
          <w:tcPr>
            <w:tcW w:w="2046" w:type="dxa"/>
          </w:tcPr>
          <w:p w:rsidR="00FF7FF4" w:rsidRPr="006847FF" w:rsidRDefault="00FF7FF4">
            <w:pPr>
              <w:rPr>
                <w:rFonts w:ascii="Comic Sans MS" w:hAnsi="Comic Sans MS" w:cs="Arial"/>
                <w:b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b/>
                <w:sz w:val="22"/>
                <w:szCs w:val="22"/>
                <w:lang w:val="en-AU"/>
              </w:rPr>
              <w:t>Monitoring Procedures</w:t>
            </w:r>
          </w:p>
        </w:tc>
        <w:tc>
          <w:tcPr>
            <w:tcW w:w="1919" w:type="dxa"/>
          </w:tcPr>
          <w:p w:rsidR="00FF7FF4" w:rsidRPr="006847FF" w:rsidRDefault="00FF7FF4">
            <w:pPr>
              <w:rPr>
                <w:rFonts w:ascii="Comic Sans MS" w:hAnsi="Comic Sans MS" w:cs="Arial"/>
                <w:b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b/>
                <w:sz w:val="22"/>
                <w:szCs w:val="22"/>
                <w:lang w:val="en-AU"/>
              </w:rPr>
              <w:t>Corrective Action</w:t>
            </w:r>
          </w:p>
        </w:tc>
        <w:tc>
          <w:tcPr>
            <w:tcW w:w="2130" w:type="dxa"/>
          </w:tcPr>
          <w:p w:rsidR="00FF7FF4" w:rsidRPr="006847FF" w:rsidRDefault="00FF7FF4">
            <w:pPr>
              <w:rPr>
                <w:rFonts w:ascii="Comic Sans MS" w:hAnsi="Comic Sans MS" w:cs="Arial"/>
                <w:b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b/>
                <w:sz w:val="22"/>
                <w:szCs w:val="22"/>
                <w:lang w:val="en-AU"/>
              </w:rPr>
              <w:t>Documentation Procedures</w:t>
            </w:r>
          </w:p>
        </w:tc>
      </w:tr>
      <w:tr w:rsidR="009C50DD" w:rsidRPr="006847FF" w:rsidTr="009C50DD">
        <w:tc>
          <w:tcPr>
            <w:tcW w:w="1526" w:type="dxa"/>
          </w:tcPr>
          <w:p w:rsidR="00FF7FF4" w:rsidRPr="006847FF" w:rsidRDefault="00FF7FF4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Storing of chicken</w:t>
            </w:r>
          </w:p>
        </w:tc>
        <w:tc>
          <w:tcPr>
            <w:tcW w:w="1173" w:type="dxa"/>
          </w:tcPr>
          <w:p w:rsidR="00FF7FF4" w:rsidRPr="006847FF" w:rsidRDefault="00FF7FF4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 xml:space="preserve">Biological </w:t>
            </w:r>
          </w:p>
        </w:tc>
        <w:tc>
          <w:tcPr>
            <w:tcW w:w="1149" w:type="dxa"/>
          </w:tcPr>
          <w:p w:rsidR="00FF7FF4" w:rsidRPr="006847FF" w:rsidRDefault="00FF7FF4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Yes</w:t>
            </w:r>
          </w:p>
        </w:tc>
        <w:tc>
          <w:tcPr>
            <w:tcW w:w="2072" w:type="dxa"/>
          </w:tcPr>
          <w:p w:rsidR="00FF7FF4" w:rsidRPr="006847FF" w:rsidRDefault="00FF7FF4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Temperature</w:t>
            </w:r>
          </w:p>
        </w:tc>
        <w:tc>
          <w:tcPr>
            <w:tcW w:w="3544" w:type="dxa"/>
          </w:tcPr>
          <w:p w:rsidR="00FF7FF4" w:rsidRPr="006847FF" w:rsidRDefault="006847FF" w:rsidP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Temperature not to exceed 4</w:t>
            </w:r>
            <w:r w:rsidRPr="006847FF">
              <w:rPr>
                <w:rFonts w:ascii="Comic Sans MS" w:hAnsi="Comic Sans MS" w:cs="Arial"/>
                <w:sz w:val="22"/>
                <w:szCs w:val="22"/>
                <w:vertAlign w:val="superscript"/>
                <w:lang w:val="en-AU"/>
              </w:rPr>
              <w:t>o</w:t>
            </w: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c</w:t>
            </w:r>
          </w:p>
        </w:tc>
        <w:tc>
          <w:tcPr>
            <w:tcW w:w="2046" w:type="dxa"/>
          </w:tcPr>
          <w:p w:rsidR="00FF7FF4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Refrigerator thermometer check (2x/day)</w:t>
            </w:r>
          </w:p>
        </w:tc>
        <w:tc>
          <w:tcPr>
            <w:tcW w:w="1919" w:type="dxa"/>
          </w:tcPr>
          <w:p w:rsidR="00FF7FF4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Discard all product</w:t>
            </w:r>
          </w:p>
        </w:tc>
        <w:tc>
          <w:tcPr>
            <w:tcW w:w="2130" w:type="dxa"/>
          </w:tcPr>
          <w:p w:rsidR="00FF7FF4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Record results of check in Log book</w:t>
            </w:r>
          </w:p>
        </w:tc>
      </w:tr>
      <w:tr w:rsidR="009C50DD" w:rsidRPr="006847FF" w:rsidTr="009C50DD">
        <w:tc>
          <w:tcPr>
            <w:tcW w:w="1526" w:type="dxa"/>
          </w:tcPr>
          <w:p w:rsidR="00FF7FF4" w:rsidRPr="006847FF" w:rsidRDefault="00FF7FF4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Crumbing of chicken</w:t>
            </w:r>
          </w:p>
        </w:tc>
        <w:tc>
          <w:tcPr>
            <w:tcW w:w="1173" w:type="dxa"/>
          </w:tcPr>
          <w:p w:rsidR="00FF7FF4" w:rsidRPr="006847FF" w:rsidRDefault="00FF7FF4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Physical</w:t>
            </w: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FF7FF4" w:rsidRPr="006847FF" w:rsidRDefault="00FF7FF4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Biological</w:t>
            </w: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</w:tc>
        <w:tc>
          <w:tcPr>
            <w:tcW w:w="1149" w:type="dxa"/>
          </w:tcPr>
          <w:p w:rsidR="00FF7FF4" w:rsidRPr="006847FF" w:rsidRDefault="00FF7FF4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Yes</w:t>
            </w: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Yes</w:t>
            </w:r>
          </w:p>
        </w:tc>
        <w:tc>
          <w:tcPr>
            <w:tcW w:w="2072" w:type="dxa"/>
          </w:tcPr>
          <w:p w:rsidR="00FF7FF4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Visual Inspection</w:t>
            </w: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9C50DD" w:rsidRPr="006847FF" w:rsidRDefault="009C50DD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FF7FF4" w:rsidRPr="006847FF" w:rsidRDefault="00FF7FF4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Time</w:t>
            </w:r>
          </w:p>
        </w:tc>
        <w:tc>
          <w:tcPr>
            <w:tcW w:w="3544" w:type="dxa"/>
          </w:tcPr>
          <w:p w:rsidR="00FF7FF4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No visible contaminants</w:t>
            </w: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9C50DD" w:rsidRPr="006847FF" w:rsidRDefault="009C50DD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Complete task and return to refrigerator (less than 4</w:t>
            </w:r>
            <w:r w:rsidRPr="006847FF">
              <w:rPr>
                <w:rFonts w:ascii="Comic Sans MS" w:hAnsi="Comic Sans MS" w:cs="Arial"/>
                <w:sz w:val="22"/>
                <w:szCs w:val="22"/>
                <w:vertAlign w:val="superscript"/>
                <w:lang w:val="en-AU"/>
              </w:rPr>
              <w:t>o</w:t>
            </w: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c) within 2 hours</w:t>
            </w:r>
          </w:p>
        </w:tc>
        <w:tc>
          <w:tcPr>
            <w:tcW w:w="2046" w:type="dxa"/>
          </w:tcPr>
          <w:p w:rsidR="00FF7FF4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Visual inspection prior to commencing task</w:t>
            </w:r>
          </w:p>
          <w:p w:rsid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9C50DD" w:rsidRPr="006847FF" w:rsidRDefault="009C50DD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Clock</w:t>
            </w:r>
          </w:p>
        </w:tc>
        <w:tc>
          <w:tcPr>
            <w:tcW w:w="1919" w:type="dxa"/>
          </w:tcPr>
          <w:p w:rsidR="00FF7FF4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Discard contaminated product</w:t>
            </w: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If over 2 hours cook immediately.</w:t>
            </w:r>
          </w:p>
        </w:tc>
        <w:tc>
          <w:tcPr>
            <w:tcW w:w="2130" w:type="dxa"/>
          </w:tcPr>
          <w:p w:rsidR="008D6C22" w:rsidRDefault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AU"/>
              </w:rPr>
              <w:t>Stock</w:t>
            </w:r>
            <w:r w:rsidR="009C50DD">
              <w:rPr>
                <w:rFonts w:ascii="Comic Sans MS" w:hAnsi="Comic Sans MS" w:cs="Arial"/>
                <w:sz w:val="22"/>
                <w:szCs w:val="22"/>
                <w:lang w:val="en-AU"/>
              </w:rPr>
              <w:t xml:space="preserve"> control sheet</w:t>
            </w:r>
          </w:p>
          <w:p w:rsidR="008D6C22" w:rsidRDefault="002357AC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AU"/>
              </w:rPr>
              <w:t>Inform supervisor</w:t>
            </w:r>
          </w:p>
          <w:p w:rsidR="008D6C22" w:rsidRDefault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8D6C22" w:rsidRDefault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8D6C22" w:rsidRPr="006847FF" w:rsidRDefault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AU"/>
              </w:rPr>
              <w:t>Date and time sticker applied to prepared food</w:t>
            </w:r>
          </w:p>
        </w:tc>
      </w:tr>
      <w:tr w:rsidR="009C50DD" w:rsidRPr="006847FF" w:rsidTr="009C50DD">
        <w:tc>
          <w:tcPr>
            <w:tcW w:w="1526" w:type="dxa"/>
          </w:tcPr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Storage of chicken</w:t>
            </w:r>
          </w:p>
        </w:tc>
        <w:tc>
          <w:tcPr>
            <w:tcW w:w="1173" w:type="dxa"/>
          </w:tcPr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Biological</w:t>
            </w:r>
          </w:p>
        </w:tc>
        <w:tc>
          <w:tcPr>
            <w:tcW w:w="1149" w:type="dxa"/>
          </w:tcPr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Yes</w:t>
            </w:r>
          </w:p>
        </w:tc>
        <w:tc>
          <w:tcPr>
            <w:tcW w:w="2072" w:type="dxa"/>
          </w:tcPr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Temperature</w:t>
            </w:r>
          </w:p>
        </w:tc>
        <w:tc>
          <w:tcPr>
            <w:tcW w:w="3544" w:type="dxa"/>
          </w:tcPr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Temperature not to exceed 4</w:t>
            </w:r>
            <w:r w:rsidRPr="006847FF">
              <w:rPr>
                <w:rFonts w:ascii="Comic Sans MS" w:hAnsi="Comic Sans MS" w:cs="Arial"/>
                <w:sz w:val="22"/>
                <w:szCs w:val="22"/>
                <w:vertAlign w:val="superscript"/>
                <w:lang w:val="en-AU"/>
              </w:rPr>
              <w:t>o</w:t>
            </w: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c</w:t>
            </w:r>
          </w:p>
        </w:tc>
        <w:tc>
          <w:tcPr>
            <w:tcW w:w="2046" w:type="dxa"/>
          </w:tcPr>
          <w:p w:rsidR="006847FF" w:rsidRPr="006847FF" w:rsidRDefault="006847FF" w:rsidP="000463C5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Refrigerator thermometer check (2x/day)</w:t>
            </w:r>
          </w:p>
        </w:tc>
        <w:tc>
          <w:tcPr>
            <w:tcW w:w="1919" w:type="dxa"/>
          </w:tcPr>
          <w:p w:rsidR="006847FF" w:rsidRPr="006847FF" w:rsidRDefault="006847FF" w:rsidP="000463C5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Discard all product</w:t>
            </w:r>
          </w:p>
        </w:tc>
        <w:tc>
          <w:tcPr>
            <w:tcW w:w="2130" w:type="dxa"/>
          </w:tcPr>
          <w:p w:rsidR="006847FF" w:rsidRPr="006847FF" w:rsidRDefault="006847FF" w:rsidP="000463C5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Record results of check in Log book</w:t>
            </w:r>
          </w:p>
        </w:tc>
      </w:tr>
      <w:tr w:rsidR="009C50DD" w:rsidRPr="006847FF" w:rsidTr="009C50DD">
        <w:tc>
          <w:tcPr>
            <w:tcW w:w="1526" w:type="dxa"/>
          </w:tcPr>
          <w:p w:rsidR="00FF7FF4" w:rsidRPr="006847FF" w:rsidRDefault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AU"/>
              </w:rPr>
              <w:t>Shallow frying</w:t>
            </w:r>
            <w:r w:rsidR="00FF7FF4"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 xml:space="preserve"> of chicken</w:t>
            </w:r>
          </w:p>
        </w:tc>
        <w:tc>
          <w:tcPr>
            <w:tcW w:w="1173" w:type="dxa"/>
          </w:tcPr>
          <w:p w:rsidR="00FF7FF4" w:rsidRPr="006847FF" w:rsidRDefault="00FF7FF4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Biological</w:t>
            </w:r>
          </w:p>
        </w:tc>
        <w:tc>
          <w:tcPr>
            <w:tcW w:w="1149" w:type="dxa"/>
          </w:tcPr>
          <w:p w:rsidR="00FF7FF4" w:rsidRPr="006847FF" w:rsidRDefault="00FF7FF4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Yes</w:t>
            </w:r>
          </w:p>
        </w:tc>
        <w:tc>
          <w:tcPr>
            <w:tcW w:w="2072" w:type="dxa"/>
          </w:tcPr>
          <w:p w:rsidR="00FF7FF4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Temperature</w:t>
            </w:r>
          </w:p>
          <w:p w:rsidR="008D6C22" w:rsidRDefault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8D6C22" w:rsidRDefault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8D6C22" w:rsidRDefault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8D6C22" w:rsidRDefault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6847FF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Time</w:t>
            </w:r>
          </w:p>
        </w:tc>
        <w:tc>
          <w:tcPr>
            <w:tcW w:w="3544" w:type="dxa"/>
          </w:tcPr>
          <w:p w:rsidR="00FF7FF4" w:rsidRDefault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AU"/>
              </w:rPr>
              <w:t>Must exceed 65</w:t>
            </w:r>
            <w:r w:rsidRPr="008D6C22">
              <w:rPr>
                <w:rFonts w:ascii="Comic Sans MS" w:hAnsi="Comic Sans MS" w:cs="Arial"/>
                <w:sz w:val="22"/>
                <w:szCs w:val="22"/>
                <w:vertAlign w:val="superscript"/>
                <w:lang w:val="en-AU"/>
              </w:rPr>
              <w:t>o</w:t>
            </w:r>
            <w:r>
              <w:rPr>
                <w:rFonts w:ascii="Comic Sans MS" w:hAnsi="Comic Sans MS" w:cs="Arial"/>
                <w:sz w:val="22"/>
                <w:szCs w:val="22"/>
                <w:lang w:val="en-AU"/>
              </w:rPr>
              <w:t>c</w:t>
            </w:r>
          </w:p>
          <w:p w:rsidR="008D6C22" w:rsidRDefault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8D6C22" w:rsidRDefault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9C50DD" w:rsidRDefault="009C50DD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8D6C22" w:rsidRDefault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8D6C22" w:rsidRPr="006847FF" w:rsidRDefault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AU"/>
              </w:rPr>
              <w:t>4 minutes per side</w:t>
            </w:r>
          </w:p>
        </w:tc>
        <w:tc>
          <w:tcPr>
            <w:tcW w:w="2046" w:type="dxa"/>
          </w:tcPr>
          <w:p w:rsidR="00FF7FF4" w:rsidRDefault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AU"/>
              </w:rPr>
              <w:t>Visual check to ensure oil is sizzling prior to frying chicken</w:t>
            </w:r>
          </w:p>
          <w:p w:rsidR="008D6C22" w:rsidRDefault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8D6C22" w:rsidRDefault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AU"/>
              </w:rPr>
              <w:t>Clock</w:t>
            </w:r>
          </w:p>
          <w:p w:rsidR="008D6C22" w:rsidRPr="006847FF" w:rsidRDefault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AU"/>
              </w:rPr>
              <w:t xml:space="preserve">Visual inspection to ensure cooked </w:t>
            </w:r>
          </w:p>
        </w:tc>
        <w:tc>
          <w:tcPr>
            <w:tcW w:w="1919" w:type="dxa"/>
          </w:tcPr>
          <w:p w:rsidR="00FF7FF4" w:rsidRDefault="008D6C22" w:rsidP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AU"/>
              </w:rPr>
              <w:t xml:space="preserve">Heat oil further and recheck </w:t>
            </w:r>
          </w:p>
          <w:p w:rsidR="008D6C22" w:rsidRDefault="008D6C22" w:rsidP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8D6C22" w:rsidRDefault="008D6C22" w:rsidP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8D6C22" w:rsidRDefault="008D6C22" w:rsidP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8D6C22" w:rsidRPr="006847FF" w:rsidRDefault="008D6C22" w:rsidP="008D6C22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AU"/>
              </w:rPr>
              <w:t>Cook further</w:t>
            </w:r>
          </w:p>
        </w:tc>
        <w:tc>
          <w:tcPr>
            <w:tcW w:w="2130" w:type="dxa"/>
          </w:tcPr>
          <w:p w:rsidR="00FF7FF4" w:rsidRPr="006847FF" w:rsidRDefault="00FF7FF4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</w:tc>
      </w:tr>
      <w:tr w:rsidR="009C50DD" w:rsidRPr="006847FF" w:rsidTr="009C50DD">
        <w:tc>
          <w:tcPr>
            <w:tcW w:w="1526" w:type="dxa"/>
          </w:tcPr>
          <w:p w:rsidR="00FF7FF4" w:rsidRPr="006847FF" w:rsidRDefault="00FF7FF4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Hot hold of chicken</w:t>
            </w:r>
          </w:p>
        </w:tc>
        <w:tc>
          <w:tcPr>
            <w:tcW w:w="1173" w:type="dxa"/>
          </w:tcPr>
          <w:p w:rsidR="00FF7FF4" w:rsidRPr="006847FF" w:rsidRDefault="00FF7FF4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Biological</w:t>
            </w:r>
          </w:p>
        </w:tc>
        <w:tc>
          <w:tcPr>
            <w:tcW w:w="1149" w:type="dxa"/>
          </w:tcPr>
          <w:p w:rsidR="00FF7FF4" w:rsidRPr="006847FF" w:rsidRDefault="00FF7FF4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Yes</w:t>
            </w:r>
          </w:p>
        </w:tc>
        <w:tc>
          <w:tcPr>
            <w:tcW w:w="2072" w:type="dxa"/>
          </w:tcPr>
          <w:p w:rsid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Temperature</w:t>
            </w:r>
          </w:p>
          <w:p w:rsidR="009C50DD" w:rsidRDefault="009C50DD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9C50DD" w:rsidRPr="006847FF" w:rsidRDefault="009C50DD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FF7FF4" w:rsidRPr="006847FF" w:rsidRDefault="006847FF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 w:rsidRPr="006847FF">
              <w:rPr>
                <w:rFonts w:ascii="Comic Sans MS" w:hAnsi="Comic Sans MS" w:cs="Arial"/>
                <w:sz w:val="22"/>
                <w:szCs w:val="22"/>
                <w:lang w:val="en-AU"/>
              </w:rPr>
              <w:t>Time</w:t>
            </w:r>
          </w:p>
        </w:tc>
        <w:tc>
          <w:tcPr>
            <w:tcW w:w="3544" w:type="dxa"/>
          </w:tcPr>
          <w:p w:rsidR="00FF7FF4" w:rsidRDefault="009C50DD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AU"/>
              </w:rPr>
              <w:t>Temperature must exceed 65</w:t>
            </w:r>
            <w:r w:rsidRPr="009C50DD">
              <w:rPr>
                <w:rFonts w:ascii="Comic Sans MS" w:hAnsi="Comic Sans MS" w:cs="Arial"/>
                <w:sz w:val="22"/>
                <w:szCs w:val="22"/>
                <w:vertAlign w:val="superscript"/>
                <w:lang w:val="en-AU"/>
              </w:rPr>
              <w:t>o</w:t>
            </w:r>
            <w:r>
              <w:rPr>
                <w:rFonts w:ascii="Comic Sans MS" w:hAnsi="Comic Sans MS" w:cs="Arial"/>
                <w:sz w:val="22"/>
                <w:szCs w:val="22"/>
                <w:lang w:val="en-AU"/>
              </w:rPr>
              <w:t>c</w:t>
            </w:r>
          </w:p>
          <w:p w:rsidR="009C50DD" w:rsidRDefault="009C50DD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9C50DD" w:rsidRDefault="009C50DD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9C50DD" w:rsidRPr="006847FF" w:rsidRDefault="009C50DD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AU"/>
              </w:rPr>
              <w:t>No more than 2 hours</w:t>
            </w:r>
          </w:p>
        </w:tc>
        <w:tc>
          <w:tcPr>
            <w:tcW w:w="2046" w:type="dxa"/>
          </w:tcPr>
          <w:p w:rsidR="00FF7FF4" w:rsidRDefault="009C50DD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AU"/>
              </w:rPr>
              <w:t>Bain Marie Thermometer</w:t>
            </w:r>
          </w:p>
          <w:p w:rsidR="009C50DD" w:rsidRDefault="009C50DD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</w:p>
          <w:p w:rsidR="009C50DD" w:rsidRPr="006847FF" w:rsidRDefault="009C50DD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AU"/>
              </w:rPr>
              <w:t>Time record labels</w:t>
            </w:r>
          </w:p>
        </w:tc>
        <w:tc>
          <w:tcPr>
            <w:tcW w:w="1919" w:type="dxa"/>
          </w:tcPr>
          <w:p w:rsidR="00FF7FF4" w:rsidRPr="006847FF" w:rsidRDefault="009C50DD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AU"/>
              </w:rPr>
              <w:t>Discard all product</w:t>
            </w:r>
          </w:p>
        </w:tc>
        <w:tc>
          <w:tcPr>
            <w:tcW w:w="2130" w:type="dxa"/>
          </w:tcPr>
          <w:p w:rsidR="00FF7FF4" w:rsidRPr="006847FF" w:rsidRDefault="00415858">
            <w:pPr>
              <w:rPr>
                <w:rFonts w:ascii="Comic Sans MS" w:hAnsi="Comic Sans MS" w:cs="Arial"/>
                <w:sz w:val="22"/>
                <w:szCs w:val="22"/>
                <w:lang w:val="en-AU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n-AU"/>
              </w:rPr>
              <w:t>Record results of check in temperature log book</w:t>
            </w:r>
          </w:p>
        </w:tc>
      </w:tr>
    </w:tbl>
    <w:p w:rsidR="005A4DD2" w:rsidRDefault="005A4DD2">
      <w:pPr>
        <w:rPr>
          <w:rFonts w:ascii="Arial" w:hAnsi="Arial" w:cs="Arial"/>
          <w:b/>
          <w:lang w:val="en-AU"/>
        </w:rPr>
        <w:sectPr w:rsidR="005A4DD2" w:rsidSect="005A4DD2">
          <w:type w:val="continuous"/>
          <w:pgSz w:w="16834" w:h="11909" w:orient="landscape" w:code="9"/>
          <w:pgMar w:top="709" w:right="532" w:bottom="1276" w:left="851" w:header="720" w:footer="720" w:gutter="0"/>
          <w:cols w:space="720"/>
          <w:docGrid w:linePitch="326"/>
        </w:sectPr>
      </w:pPr>
    </w:p>
    <w:p w:rsidR="005A4DD2" w:rsidRDefault="002357AC">
      <w:pPr>
        <w:rPr>
          <w:rFonts w:ascii="Arial" w:hAnsi="Arial" w:cs="Arial"/>
          <w:b/>
          <w:lang w:val="en-AU"/>
        </w:rPr>
      </w:pPr>
      <w:r>
        <w:rPr>
          <w:rFonts w:ascii="Arial" w:hAnsi="Arial" w:cs="Arial"/>
          <w:b/>
          <w:lang w:val="en-AU"/>
        </w:rPr>
        <w:lastRenderedPageBreak/>
        <w:t>Task 2 –</w:t>
      </w:r>
      <w:r w:rsidR="005A6DFF">
        <w:rPr>
          <w:rFonts w:ascii="Arial" w:hAnsi="Arial" w:cs="Arial"/>
          <w:b/>
          <w:lang w:val="en-AU"/>
        </w:rPr>
        <w:t xml:space="preserve"> Student </w:t>
      </w:r>
      <w:r>
        <w:rPr>
          <w:rFonts w:ascii="Arial" w:hAnsi="Arial" w:cs="Arial"/>
          <w:b/>
          <w:lang w:val="en-AU"/>
        </w:rPr>
        <w:t>Question and Answer Sheet</w:t>
      </w:r>
    </w:p>
    <w:p w:rsidR="00596472" w:rsidRPr="00BB48E7" w:rsidRDefault="00596472">
      <w:pPr>
        <w:rPr>
          <w:rFonts w:ascii="Arial" w:hAnsi="Arial" w:cs="Arial"/>
          <w:lang w:val="en-AU"/>
        </w:rPr>
      </w:pPr>
    </w:p>
    <w:p w:rsidR="00166EB8" w:rsidRPr="00BB48E7" w:rsidRDefault="002357AC" w:rsidP="002357AC">
      <w:pPr>
        <w:pStyle w:val="ListParagraph"/>
        <w:numPr>
          <w:ilvl w:val="0"/>
          <w:numId w:val="22"/>
        </w:numPr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What are the potential hazards that can occur during production of crumbed chicken?</w:t>
      </w:r>
    </w:p>
    <w:p w:rsidR="002357AC" w:rsidRPr="00BB48E7" w:rsidRDefault="002357AC" w:rsidP="002357AC">
      <w:pPr>
        <w:pStyle w:val="ListParagraph"/>
        <w:rPr>
          <w:rFonts w:ascii="Arial" w:hAnsi="Arial" w:cs="Arial"/>
          <w:lang w:val="en-AU"/>
        </w:rPr>
      </w:pPr>
    </w:p>
    <w:p w:rsidR="002357AC" w:rsidRPr="00BB48E7" w:rsidRDefault="002357AC" w:rsidP="002357AC">
      <w:pPr>
        <w:spacing w:line="360" w:lineRule="auto"/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357AC" w:rsidRDefault="002357AC" w:rsidP="002357AC">
      <w:pPr>
        <w:pStyle w:val="ListParagraph"/>
        <w:numPr>
          <w:ilvl w:val="0"/>
          <w:numId w:val="22"/>
        </w:numPr>
        <w:spacing w:line="360" w:lineRule="auto"/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What temperature should the chicken be kept at during storage?</w:t>
      </w:r>
    </w:p>
    <w:p w:rsidR="002357AC" w:rsidRPr="00BB48E7" w:rsidRDefault="002357AC" w:rsidP="002357AC">
      <w:pPr>
        <w:spacing w:line="360" w:lineRule="auto"/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………………………………………………………………………………………………….</w:t>
      </w:r>
    </w:p>
    <w:p w:rsidR="002357AC" w:rsidRDefault="002357AC" w:rsidP="002357AC">
      <w:pPr>
        <w:pStyle w:val="ListParagraph"/>
        <w:numPr>
          <w:ilvl w:val="0"/>
          <w:numId w:val="22"/>
        </w:numPr>
        <w:spacing w:line="360" w:lineRule="auto"/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How often should the temperature of the refrigerator be monitored?</w:t>
      </w:r>
    </w:p>
    <w:p w:rsidR="00BB48E7" w:rsidRPr="00BB48E7" w:rsidRDefault="00BB48E7" w:rsidP="00BB48E7">
      <w:pPr>
        <w:spacing w:line="360" w:lineRule="auto"/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………………………………………………………………………………………………….</w:t>
      </w:r>
    </w:p>
    <w:p w:rsidR="00BB48E7" w:rsidRDefault="00BB48E7" w:rsidP="00BB48E7">
      <w:pPr>
        <w:pStyle w:val="ListParagraph"/>
        <w:numPr>
          <w:ilvl w:val="0"/>
          <w:numId w:val="22"/>
        </w:numPr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Where should the temperature</w:t>
      </w:r>
      <w:r w:rsidRPr="00BB48E7">
        <w:t xml:space="preserve"> </w:t>
      </w:r>
      <w:r w:rsidRPr="00BB48E7">
        <w:rPr>
          <w:rFonts w:ascii="Arial" w:hAnsi="Arial" w:cs="Arial"/>
          <w:lang w:val="en-AU"/>
        </w:rPr>
        <w:t>of the refrigerator be recorded?</w:t>
      </w:r>
    </w:p>
    <w:p w:rsidR="00BB48E7" w:rsidRPr="00BB48E7" w:rsidRDefault="00BB48E7" w:rsidP="00BB48E7">
      <w:pPr>
        <w:pStyle w:val="ListParagraph"/>
        <w:rPr>
          <w:rFonts w:ascii="Arial" w:hAnsi="Arial" w:cs="Arial"/>
          <w:lang w:val="en-AU"/>
        </w:rPr>
      </w:pPr>
    </w:p>
    <w:p w:rsidR="00BB48E7" w:rsidRPr="00BB48E7" w:rsidRDefault="00BB48E7" w:rsidP="00BB48E7">
      <w:pPr>
        <w:spacing w:line="360" w:lineRule="auto"/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………………………………………………………………………………………………….</w:t>
      </w:r>
    </w:p>
    <w:p w:rsidR="00260E7D" w:rsidRDefault="00BB48E7" w:rsidP="00BB48E7">
      <w:pPr>
        <w:pStyle w:val="ListParagraph"/>
        <w:numPr>
          <w:ilvl w:val="0"/>
          <w:numId w:val="22"/>
        </w:numPr>
        <w:spacing w:line="360" w:lineRule="auto"/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What should you do f the refrigerator broke down and the temperature of the chicken rose during storage?</w:t>
      </w:r>
    </w:p>
    <w:p w:rsidR="00BB48E7" w:rsidRPr="00BB48E7" w:rsidRDefault="00BB48E7" w:rsidP="00BB48E7">
      <w:pPr>
        <w:spacing w:line="360" w:lineRule="auto"/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………………………………………………………………………………………………….</w:t>
      </w:r>
    </w:p>
    <w:p w:rsidR="00BB48E7" w:rsidRDefault="00BB48E7" w:rsidP="00BB48E7">
      <w:pPr>
        <w:pStyle w:val="ListParagraph"/>
        <w:numPr>
          <w:ilvl w:val="0"/>
          <w:numId w:val="22"/>
        </w:numPr>
        <w:spacing w:line="360" w:lineRule="auto"/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Why should the chicken be immediately cooked if it has been out of the fridge for more than 2 hours?</w:t>
      </w:r>
    </w:p>
    <w:p w:rsidR="00BB48E7" w:rsidRPr="00BB48E7" w:rsidRDefault="00BB48E7" w:rsidP="00BB48E7">
      <w:pPr>
        <w:spacing w:line="360" w:lineRule="auto"/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…………………………………………………………………………………………………………………………………………………………………………………………….……….</w:t>
      </w:r>
    </w:p>
    <w:p w:rsidR="00BB48E7" w:rsidRDefault="00BB48E7" w:rsidP="00BB48E7">
      <w:pPr>
        <w:pStyle w:val="ListParagraph"/>
        <w:numPr>
          <w:ilvl w:val="0"/>
          <w:numId w:val="22"/>
        </w:numPr>
        <w:spacing w:line="360" w:lineRule="auto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What temperature should the cooked chicken be kept at in the bain marie (hot hold)?</w:t>
      </w:r>
    </w:p>
    <w:p w:rsidR="00BB48E7" w:rsidRPr="00BB48E7" w:rsidRDefault="00BB48E7" w:rsidP="00BB48E7">
      <w:pPr>
        <w:spacing w:line="360" w:lineRule="auto"/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………………………………………………………………………………………………….</w:t>
      </w:r>
    </w:p>
    <w:p w:rsidR="00BB48E7" w:rsidRDefault="00BB48E7" w:rsidP="00BB48E7">
      <w:pPr>
        <w:pStyle w:val="ListParagraph"/>
        <w:numPr>
          <w:ilvl w:val="0"/>
          <w:numId w:val="22"/>
        </w:numPr>
        <w:spacing w:line="360" w:lineRule="auto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How can you tell how long the chicken has been in the bain marie?</w:t>
      </w:r>
    </w:p>
    <w:p w:rsidR="00BB48E7" w:rsidRPr="00BB48E7" w:rsidRDefault="00BB48E7" w:rsidP="00BB48E7">
      <w:pPr>
        <w:spacing w:line="360" w:lineRule="auto"/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………………………………………………………………………………………………….</w:t>
      </w:r>
    </w:p>
    <w:p w:rsidR="00BB48E7" w:rsidRDefault="00BB48E7" w:rsidP="00BB48E7">
      <w:pPr>
        <w:pStyle w:val="ListParagraph"/>
        <w:numPr>
          <w:ilvl w:val="0"/>
          <w:numId w:val="22"/>
        </w:numPr>
        <w:spacing w:line="360" w:lineRule="auto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What should you do if the cooked chicken has been in the bain marie for 2  hours and 15 minutes?</w:t>
      </w:r>
    </w:p>
    <w:p w:rsidR="00BB48E7" w:rsidRPr="00BB48E7" w:rsidRDefault="00BB48E7" w:rsidP="00BB48E7">
      <w:pPr>
        <w:spacing w:line="360" w:lineRule="auto"/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………………………………………………………………………………………………….</w:t>
      </w:r>
    </w:p>
    <w:p w:rsidR="005A6DFF" w:rsidRDefault="002357AC" w:rsidP="005A6DFF">
      <w:pPr>
        <w:rPr>
          <w:rFonts w:ascii="Arial" w:hAnsi="Arial" w:cs="Arial"/>
          <w:b/>
          <w:lang w:val="en-AU"/>
        </w:rPr>
      </w:pPr>
      <w:r>
        <w:rPr>
          <w:rFonts w:ascii="Arial" w:hAnsi="Arial" w:cs="Arial"/>
          <w:b/>
          <w:lang w:val="en-AU"/>
        </w:rPr>
        <w:br w:type="page"/>
      </w:r>
      <w:r w:rsidR="005A6DFF">
        <w:rPr>
          <w:rFonts w:ascii="Arial" w:hAnsi="Arial" w:cs="Arial"/>
          <w:b/>
          <w:lang w:val="en-AU"/>
        </w:rPr>
        <w:lastRenderedPageBreak/>
        <w:t xml:space="preserve">Task 2 – </w:t>
      </w:r>
      <w:r w:rsidR="00F134A9">
        <w:rPr>
          <w:rFonts w:ascii="Arial" w:hAnsi="Arial" w:cs="Arial"/>
          <w:b/>
          <w:lang w:val="en-AU"/>
        </w:rPr>
        <w:t xml:space="preserve">Teacher </w:t>
      </w:r>
      <w:r w:rsidR="005A6DFF">
        <w:rPr>
          <w:rFonts w:ascii="Arial" w:hAnsi="Arial" w:cs="Arial"/>
          <w:b/>
          <w:lang w:val="en-AU"/>
        </w:rPr>
        <w:t>Answer Sheet</w:t>
      </w:r>
    </w:p>
    <w:p w:rsidR="005A6DFF" w:rsidRPr="00BB48E7" w:rsidRDefault="005A6DFF" w:rsidP="005A6DFF">
      <w:pPr>
        <w:rPr>
          <w:rFonts w:ascii="Arial" w:hAnsi="Arial" w:cs="Arial"/>
          <w:lang w:val="en-AU"/>
        </w:rPr>
      </w:pPr>
    </w:p>
    <w:p w:rsidR="005A6DFF" w:rsidRDefault="005A6DFF" w:rsidP="007959B4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What are the potential hazards that can occur during production of crumbed chicken?</w:t>
      </w:r>
    </w:p>
    <w:p w:rsidR="005A6DFF" w:rsidRDefault="005A6DFF" w:rsidP="007959B4">
      <w:pPr>
        <w:pStyle w:val="ListParagraph"/>
        <w:spacing w:line="360" w:lineRule="auto"/>
        <w:rPr>
          <w:rFonts w:ascii="Arial" w:hAnsi="Arial" w:cs="Arial"/>
          <w:i/>
          <w:lang w:val="en-AU"/>
        </w:rPr>
      </w:pPr>
      <w:r w:rsidRPr="003E225D">
        <w:rPr>
          <w:rFonts w:ascii="Arial" w:hAnsi="Arial" w:cs="Arial"/>
          <w:i/>
          <w:highlight w:val="yellow"/>
          <w:lang w:val="en-AU"/>
        </w:rPr>
        <w:t>Physical and Biological Hazards</w:t>
      </w:r>
    </w:p>
    <w:p w:rsidR="00F134A9" w:rsidRPr="005A6DFF" w:rsidRDefault="00F134A9" w:rsidP="007959B4">
      <w:pPr>
        <w:pStyle w:val="ListParagraph"/>
        <w:spacing w:line="360" w:lineRule="auto"/>
        <w:rPr>
          <w:rFonts w:ascii="Arial" w:hAnsi="Arial" w:cs="Arial"/>
          <w:i/>
          <w:lang w:val="en-AU"/>
        </w:rPr>
      </w:pPr>
    </w:p>
    <w:p w:rsidR="005A6DFF" w:rsidRDefault="005A6DFF" w:rsidP="007959B4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What temperature should the chicken be kept at during storage?</w:t>
      </w:r>
    </w:p>
    <w:p w:rsidR="005A6DFF" w:rsidRPr="005A6DFF" w:rsidRDefault="005A6DFF" w:rsidP="007959B4">
      <w:pPr>
        <w:pStyle w:val="ListParagraph"/>
        <w:spacing w:line="360" w:lineRule="auto"/>
        <w:rPr>
          <w:rFonts w:ascii="Arial" w:hAnsi="Arial" w:cs="Arial"/>
          <w:i/>
          <w:lang w:val="en-AU"/>
        </w:rPr>
      </w:pPr>
      <w:r w:rsidRPr="003E225D">
        <w:rPr>
          <w:rFonts w:ascii="Arial" w:hAnsi="Arial" w:cs="Arial"/>
          <w:i/>
          <w:highlight w:val="yellow"/>
          <w:lang w:val="en-AU"/>
        </w:rPr>
        <w:t>Less than 4</w:t>
      </w:r>
      <w:r w:rsidRPr="003E225D">
        <w:rPr>
          <w:rFonts w:ascii="Arial" w:hAnsi="Arial" w:cs="Arial"/>
          <w:i/>
          <w:highlight w:val="yellow"/>
          <w:vertAlign w:val="superscript"/>
          <w:lang w:val="en-AU"/>
        </w:rPr>
        <w:t>o</w:t>
      </w:r>
      <w:r w:rsidRPr="003E225D">
        <w:rPr>
          <w:rFonts w:ascii="Arial" w:hAnsi="Arial" w:cs="Arial"/>
          <w:i/>
          <w:highlight w:val="yellow"/>
          <w:lang w:val="en-AU"/>
        </w:rPr>
        <w:t>c</w:t>
      </w:r>
    </w:p>
    <w:p w:rsidR="005A6DFF" w:rsidRDefault="005A6DFF" w:rsidP="007959B4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How often should the temperature of the refrigerator be monitored?</w:t>
      </w:r>
    </w:p>
    <w:p w:rsidR="005A6DFF" w:rsidRPr="005A6DFF" w:rsidRDefault="005A6DFF" w:rsidP="007959B4">
      <w:pPr>
        <w:pStyle w:val="ListParagraph"/>
        <w:spacing w:line="360" w:lineRule="auto"/>
        <w:rPr>
          <w:rFonts w:ascii="Arial" w:hAnsi="Arial" w:cs="Arial"/>
          <w:i/>
          <w:lang w:val="en-AU"/>
        </w:rPr>
      </w:pPr>
      <w:r w:rsidRPr="003E225D">
        <w:rPr>
          <w:rFonts w:ascii="Arial" w:hAnsi="Arial" w:cs="Arial"/>
          <w:i/>
          <w:highlight w:val="yellow"/>
          <w:lang w:val="en-AU"/>
        </w:rPr>
        <w:t>2 times per day</w:t>
      </w:r>
    </w:p>
    <w:p w:rsidR="005A6DFF" w:rsidRDefault="005A6DFF" w:rsidP="007959B4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Where should the temperature</w:t>
      </w:r>
      <w:r w:rsidRPr="00BB48E7">
        <w:t xml:space="preserve"> </w:t>
      </w:r>
      <w:r w:rsidRPr="00BB48E7">
        <w:rPr>
          <w:rFonts w:ascii="Arial" w:hAnsi="Arial" w:cs="Arial"/>
          <w:lang w:val="en-AU"/>
        </w:rPr>
        <w:t>of the refrigerator be recorded?</w:t>
      </w:r>
    </w:p>
    <w:p w:rsidR="005A6DFF" w:rsidRPr="005A6DFF" w:rsidRDefault="005A6DFF" w:rsidP="007959B4">
      <w:pPr>
        <w:pStyle w:val="ListParagraph"/>
        <w:spacing w:line="360" w:lineRule="auto"/>
        <w:rPr>
          <w:rFonts w:ascii="Arial" w:hAnsi="Arial" w:cs="Arial"/>
          <w:i/>
          <w:lang w:val="en-AU"/>
        </w:rPr>
      </w:pPr>
      <w:r w:rsidRPr="003E225D">
        <w:rPr>
          <w:rFonts w:ascii="Arial" w:hAnsi="Arial" w:cs="Arial"/>
          <w:i/>
          <w:highlight w:val="yellow"/>
          <w:lang w:val="en-AU"/>
        </w:rPr>
        <w:t>In the log book</w:t>
      </w:r>
    </w:p>
    <w:p w:rsidR="005A6DFF" w:rsidRPr="00BB48E7" w:rsidRDefault="005A6DFF" w:rsidP="007959B4">
      <w:pPr>
        <w:pStyle w:val="ListParagraph"/>
        <w:spacing w:line="360" w:lineRule="auto"/>
        <w:rPr>
          <w:rFonts w:ascii="Arial" w:hAnsi="Arial" w:cs="Arial"/>
          <w:lang w:val="en-AU"/>
        </w:rPr>
      </w:pPr>
    </w:p>
    <w:p w:rsidR="005A6DFF" w:rsidRDefault="005A6DFF" w:rsidP="007959B4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What should you do f the refrigerator broke down and the temperature of the chicken rose during storage?</w:t>
      </w:r>
    </w:p>
    <w:p w:rsidR="005A6DFF" w:rsidRPr="005A6DFF" w:rsidRDefault="005A6DFF" w:rsidP="007959B4">
      <w:pPr>
        <w:spacing w:line="360" w:lineRule="auto"/>
        <w:ind w:left="720"/>
        <w:rPr>
          <w:rFonts w:ascii="Arial" w:hAnsi="Arial" w:cs="Arial"/>
          <w:i/>
          <w:lang w:val="en-AU"/>
        </w:rPr>
      </w:pPr>
      <w:r w:rsidRPr="003E225D">
        <w:rPr>
          <w:rFonts w:ascii="Arial" w:hAnsi="Arial" w:cs="Arial"/>
          <w:i/>
          <w:highlight w:val="yellow"/>
          <w:lang w:val="en-AU"/>
        </w:rPr>
        <w:t>Throw it out</w:t>
      </w:r>
    </w:p>
    <w:p w:rsidR="005A6DFF" w:rsidRDefault="005A6DFF" w:rsidP="007959B4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lang w:val="en-AU"/>
        </w:rPr>
      </w:pPr>
      <w:r w:rsidRPr="00BB48E7">
        <w:rPr>
          <w:rFonts w:ascii="Arial" w:hAnsi="Arial" w:cs="Arial"/>
          <w:lang w:val="en-AU"/>
        </w:rPr>
        <w:t>Why should the chicken be immediately cooked if it has been out of the fridge for more than 2 hours?</w:t>
      </w:r>
    </w:p>
    <w:p w:rsidR="005A6DFF" w:rsidRPr="005A6DFF" w:rsidRDefault="005A6DFF" w:rsidP="007959B4">
      <w:pPr>
        <w:pStyle w:val="ListParagraph"/>
        <w:spacing w:line="360" w:lineRule="auto"/>
        <w:rPr>
          <w:rFonts w:ascii="Arial" w:hAnsi="Arial" w:cs="Arial"/>
          <w:i/>
          <w:lang w:val="en-AU"/>
        </w:rPr>
      </w:pPr>
      <w:r w:rsidRPr="003E225D">
        <w:rPr>
          <w:rFonts w:ascii="Arial" w:hAnsi="Arial" w:cs="Arial"/>
          <w:i/>
          <w:highlight w:val="yellow"/>
          <w:lang w:val="en-AU"/>
        </w:rPr>
        <w:t>All food should be returned to the refrigerator within 2 hours or cooke</w:t>
      </w:r>
      <w:r w:rsidR="00F134A9" w:rsidRPr="003E225D">
        <w:rPr>
          <w:rFonts w:ascii="Arial" w:hAnsi="Arial" w:cs="Arial"/>
          <w:i/>
          <w:highlight w:val="yellow"/>
          <w:lang w:val="en-AU"/>
        </w:rPr>
        <w:t>d. This applies to all foods that are potentially hazardous, and is to limit bacterial growth</w:t>
      </w:r>
    </w:p>
    <w:p w:rsidR="005A6DFF" w:rsidRDefault="005A6DFF" w:rsidP="007959B4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What temperature should the cooked chicken be kept at in the bain marie (hot hold)?</w:t>
      </w:r>
    </w:p>
    <w:p w:rsidR="00F134A9" w:rsidRPr="00171384" w:rsidRDefault="00F134A9" w:rsidP="007959B4">
      <w:pPr>
        <w:pStyle w:val="ListParagraph"/>
        <w:spacing w:line="360" w:lineRule="auto"/>
        <w:rPr>
          <w:rFonts w:ascii="Arial" w:hAnsi="Arial" w:cs="Arial"/>
          <w:i/>
          <w:lang w:val="en-AU"/>
        </w:rPr>
      </w:pPr>
      <w:r w:rsidRPr="00171384">
        <w:rPr>
          <w:rFonts w:ascii="Arial" w:hAnsi="Arial" w:cs="Arial"/>
          <w:i/>
          <w:highlight w:val="yellow"/>
          <w:lang w:val="en-AU"/>
        </w:rPr>
        <w:t>Above 65</w:t>
      </w:r>
      <w:r w:rsidRPr="00171384">
        <w:rPr>
          <w:rFonts w:ascii="Arial" w:hAnsi="Arial" w:cs="Arial"/>
          <w:i/>
          <w:highlight w:val="yellow"/>
          <w:vertAlign w:val="superscript"/>
          <w:lang w:val="en-AU"/>
        </w:rPr>
        <w:t>o</w:t>
      </w:r>
      <w:r w:rsidRPr="00171384">
        <w:rPr>
          <w:rFonts w:ascii="Arial" w:hAnsi="Arial" w:cs="Arial"/>
          <w:i/>
          <w:highlight w:val="yellow"/>
          <w:lang w:val="en-AU"/>
        </w:rPr>
        <w:t>c</w:t>
      </w:r>
    </w:p>
    <w:p w:rsidR="005A6DFF" w:rsidRDefault="005A6DFF" w:rsidP="007959B4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How can you tell how long the chicken has been in the bain marie?</w:t>
      </w:r>
    </w:p>
    <w:p w:rsidR="00F134A9" w:rsidRPr="00F134A9" w:rsidRDefault="00F134A9" w:rsidP="007959B4">
      <w:pPr>
        <w:pStyle w:val="ListParagraph"/>
        <w:spacing w:line="360" w:lineRule="auto"/>
        <w:rPr>
          <w:rFonts w:ascii="Arial" w:hAnsi="Arial" w:cs="Arial"/>
          <w:i/>
          <w:lang w:val="en-AU"/>
        </w:rPr>
      </w:pPr>
      <w:r w:rsidRPr="00171384">
        <w:rPr>
          <w:rFonts w:ascii="Arial" w:hAnsi="Arial" w:cs="Arial"/>
          <w:i/>
          <w:highlight w:val="yellow"/>
          <w:lang w:val="en-AU"/>
        </w:rPr>
        <w:t>By looking at the time record label.</w:t>
      </w:r>
    </w:p>
    <w:p w:rsidR="005A6DFF" w:rsidRDefault="005A6DFF" w:rsidP="007959B4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What should you do if the cooked chicken has been in the bain marie for 2  hours and 15 minutes?</w:t>
      </w:r>
    </w:p>
    <w:p w:rsidR="00F134A9" w:rsidRPr="00F134A9" w:rsidRDefault="00F134A9" w:rsidP="007959B4">
      <w:pPr>
        <w:pStyle w:val="ListParagraph"/>
        <w:spacing w:line="360" w:lineRule="auto"/>
        <w:rPr>
          <w:rFonts w:ascii="Arial" w:hAnsi="Arial" w:cs="Arial"/>
          <w:i/>
          <w:lang w:val="en-AU"/>
        </w:rPr>
      </w:pPr>
      <w:r w:rsidRPr="00171384">
        <w:rPr>
          <w:rFonts w:ascii="Arial" w:hAnsi="Arial" w:cs="Arial"/>
          <w:i/>
          <w:highlight w:val="yellow"/>
          <w:lang w:val="en-AU"/>
        </w:rPr>
        <w:t>Throw it out</w:t>
      </w:r>
    </w:p>
    <w:p w:rsidR="00675C0E" w:rsidRDefault="005A6DFF" w:rsidP="00675C0E">
      <w:r>
        <w:rPr>
          <w:rFonts w:ascii="Arial" w:hAnsi="Arial" w:cs="Arial"/>
          <w:b/>
          <w:lang w:val="en-AU"/>
        </w:rPr>
        <w:br w:type="page"/>
      </w:r>
    </w:p>
    <w:p w:rsidR="007E3CE8" w:rsidRPr="00FD41BA" w:rsidRDefault="0077560E" w:rsidP="00F134A9">
      <w:r w:rsidRPr="00FD41BA">
        <w:rPr>
          <w:noProof/>
          <w:lang w:val="en-AU" w:eastAsia="en-AU"/>
        </w:rPr>
        <w:lastRenderedPageBreak/>
        <w:drawing>
          <wp:anchor distT="0" distB="0" distL="114300" distR="114300" simplePos="0" relativeHeight="251657216" behindDoc="1" locked="0" layoutInCell="1" allowOverlap="1" wp14:anchorId="22F088CD" wp14:editId="00BCE02A">
            <wp:simplePos x="0" y="0"/>
            <wp:positionH relativeFrom="column">
              <wp:posOffset>4686300</wp:posOffset>
            </wp:positionH>
            <wp:positionV relativeFrom="paragraph">
              <wp:posOffset>0</wp:posOffset>
            </wp:positionV>
            <wp:extent cx="1600200" cy="555625"/>
            <wp:effectExtent l="19050" t="0" r="0" b="0"/>
            <wp:wrapTight wrapText="bothSides">
              <wp:wrapPolygon edited="0">
                <wp:start x="-257" y="0"/>
                <wp:lineTo x="-257" y="20736"/>
                <wp:lineTo x="21600" y="20736"/>
                <wp:lineTo x="21600" y="0"/>
                <wp:lineTo x="-257" y="0"/>
              </wp:wrapPolygon>
            </wp:wrapTight>
            <wp:docPr id="20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5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6C2A" w:rsidRPr="00FD41BA" w:rsidRDefault="00EE6C2A" w:rsidP="00EE6C2A">
      <w:pPr>
        <w:pStyle w:val="Heading1"/>
        <w:spacing w:before="0" w:after="0"/>
        <w:jc w:val="center"/>
        <w:rPr>
          <w:sz w:val="24"/>
          <w:szCs w:val="24"/>
        </w:rPr>
      </w:pPr>
      <w:r w:rsidRPr="00FD41BA">
        <w:rPr>
          <w:sz w:val="24"/>
          <w:szCs w:val="24"/>
        </w:rPr>
        <w:t xml:space="preserve">Western Sydney Region RTO </w:t>
      </w:r>
    </w:p>
    <w:p w:rsidR="00EE6C2A" w:rsidRPr="00FD41BA" w:rsidRDefault="00EE6C2A" w:rsidP="00EE6C2A">
      <w:pPr>
        <w:pStyle w:val="Heading1"/>
        <w:spacing w:before="0" w:after="0"/>
        <w:jc w:val="center"/>
        <w:rPr>
          <w:sz w:val="24"/>
          <w:szCs w:val="24"/>
        </w:rPr>
      </w:pPr>
      <w:r w:rsidRPr="00FD41BA">
        <w:rPr>
          <w:sz w:val="24"/>
          <w:szCs w:val="24"/>
        </w:rPr>
        <w:t>Vocational Education and Training</w:t>
      </w:r>
    </w:p>
    <w:p w:rsidR="00EE6C2A" w:rsidRPr="00FD41BA" w:rsidRDefault="00EE6C2A" w:rsidP="00EE6C2A">
      <w:pPr>
        <w:jc w:val="center"/>
        <w:rPr>
          <w:rFonts w:ascii="Arial" w:hAnsi="Arial" w:cs="Arial"/>
          <w:b/>
        </w:rPr>
      </w:pPr>
      <w:r w:rsidRPr="00FD41BA">
        <w:rPr>
          <w:rFonts w:ascii="Arial" w:hAnsi="Arial" w:cs="Arial"/>
          <w:b/>
        </w:rPr>
        <w:t>Assessment Feedback</w:t>
      </w:r>
    </w:p>
    <w:p w:rsidR="00EE6C2A" w:rsidRPr="00FD41BA" w:rsidRDefault="00EE6C2A" w:rsidP="00EE6C2A"/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EE6C2A" w:rsidRPr="00FD41BA" w:rsidTr="00476679">
        <w:trPr>
          <w:trHeight w:val="453"/>
        </w:trPr>
        <w:tc>
          <w:tcPr>
            <w:tcW w:w="5000" w:type="pct"/>
            <w:vAlign w:val="center"/>
          </w:tcPr>
          <w:p w:rsidR="00EE6C2A" w:rsidRPr="00FD41BA" w:rsidRDefault="00EE6C2A" w:rsidP="002B1811">
            <w:pPr>
              <w:rPr>
                <w:rFonts w:ascii="Arial" w:hAnsi="Arial" w:cs="Arial"/>
                <w:lang w:val="en-US"/>
              </w:rPr>
            </w:pPr>
            <w:r w:rsidRPr="00FD41BA">
              <w:rPr>
                <w:rFonts w:ascii="Arial" w:hAnsi="Arial" w:cs="Arial"/>
                <w:b/>
                <w:lang w:val="en-US"/>
              </w:rPr>
              <w:t xml:space="preserve">VET Framework: </w:t>
            </w:r>
            <w:r w:rsidR="002B1811" w:rsidRPr="00FD41BA">
              <w:rPr>
                <w:rFonts w:ascii="Arial" w:hAnsi="Arial" w:cs="Arial"/>
              </w:rPr>
              <w:t>Hospitality</w:t>
            </w:r>
          </w:p>
        </w:tc>
      </w:tr>
      <w:tr w:rsidR="00EE6C2A" w:rsidRPr="00FD41BA" w:rsidTr="00476679">
        <w:trPr>
          <w:trHeight w:val="453"/>
        </w:trPr>
        <w:tc>
          <w:tcPr>
            <w:tcW w:w="5000" w:type="pct"/>
            <w:vAlign w:val="center"/>
          </w:tcPr>
          <w:p w:rsidR="00EE6C2A" w:rsidRPr="00FD41BA" w:rsidRDefault="00EE6C2A" w:rsidP="00ED3E79">
            <w:pPr>
              <w:rPr>
                <w:rFonts w:ascii="Arial" w:hAnsi="Arial" w:cs="Arial"/>
                <w:lang w:val="en-US"/>
              </w:rPr>
            </w:pPr>
            <w:r w:rsidRPr="00FD41BA">
              <w:rPr>
                <w:rFonts w:ascii="Arial" w:hAnsi="Arial" w:cs="Arial"/>
                <w:b/>
                <w:lang w:val="en-US"/>
              </w:rPr>
              <w:t xml:space="preserve">Assessor / Teacher: </w:t>
            </w:r>
          </w:p>
        </w:tc>
      </w:tr>
      <w:tr w:rsidR="00EE6C2A" w:rsidRPr="00FD41BA" w:rsidTr="00476679">
        <w:trPr>
          <w:trHeight w:val="453"/>
        </w:trPr>
        <w:tc>
          <w:tcPr>
            <w:tcW w:w="5000" w:type="pct"/>
            <w:vAlign w:val="center"/>
          </w:tcPr>
          <w:p w:rsidR="002B1811" w:rsidRPr="00FD41BA" w:rsidRDefault="00EE6C2A" w:rsidP="002B1811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FD41BA">
              <w:rPr>
                <w:rFonts w:ascii="Arial" w:hAnsi="Arial" w:cs="Arial"/>
                <w:b/>
                <w:sz w:val="24"/>
                <w:szCs w:val="24"/>
              </w:rPr>
              <w:t>Unit of competency</w:t>
            </w:r>
          </w:p>
          <w:p w:rsidR="00675C0E" w:rsidRPr="00F134A9" w:rsidRDefault="00675C0E" w:rsidP="00675C0E">
            <w:pPr>
              <w:tabs>
                <w:tab w:val="center" w:pos="4153"/>
                <w:tab w:val="right" w:pos="8306"/>
              </w:tabs>
              <w:spacing w:beforeLines="20" w:before="48"/>
              <w:rPr>
                <w:rFonts w:ascii="Arial" w:hAnsi="Arial" w:cs="Arial"/>
              </w:rPr>
            </w:pPr>
            <w:r w:rsidRPr="00F134A9">
              <w:rPr>
                <w:rFonts w:ascii="Arial" w:hAnsi="Arial" w:cs="Arial"/>
              </w:rPr>
              <w:t>Implement Food Safety Procedures SITXFSA001A</w:t>
            </w:r>
          </w:p>
          <w:p w:rsidR="00EE6C2A" w:rsidRPr="00FD41BA" w:rsidRDefault="00EE6C2A" w:rsidP="0077560E">
            <w:pPr>
              <w:pStyle w:val="NoSpacing"/>
              <w:rPr>
                <w:rFonts w:cs="Arial"/>
                <w:sz w:val="24"/>
                <w:szCs w:val="24"/>
              </w:rPr>
            </w:pPr>
          </w:p>
        </w:tc>
      </w:tr>
      <w:tr w:rsidR="00523C75" w:rsidRPr="00FD41BA" w:rsidTr="00476679">
        <w:trPr>
          <w:trHeight w:val="453"/>
        </w:trPr>
        <w:tc>
          <w:tcPr>
            <w:tcW w:w="5000" w:type="pct"/>
            <w:vAlign w:val="center"/>
          </w:tcPr>
          <w:p w:rsidR="00523C75" w:rsidRPr="00FD41BA" w:rsidRDefault="00523C75" w:rsidP="0077560E">
            <w:pPr>
              <w:rPr>
                <w:rFonts w:ascii="Arial" w:hAnsi="Arial" w:cs="Arial"/>
                <w:b/>
              </w:rPr>
            </w:pPr>
            <w:r w:rsidRPr="00FD41BA">
              <w:rPr>
                <w:rFonts w:ascii="Arial" w:hAnsi="Arial" w:cs="Arial"/>
                <w:b/>
              </w:rPr>
              <w:t xml:space="preserve">Evidence provided for:      </w:t>
            </w:r>
          </w:p>
        </w:tc>
      </w:tr>
      <w:tr w:rsidR="00EE6C2A" w:rsidRPr="00FD41BA" w:rsidTr="00476679">
        <w:trPr>
          <w:trHeight w:val="448"/>
        </w:trPr>
        <w:tc>
          <w:tcPr>
            <w:tcW w:w="5000" w:type="pct"/>
            <w:vAlign w:val="center"/>
          </w:tcPr>
          <w:p w:rsidR="00EE6C2A" w:rsidRPr="00FD41BA" w:rsidRDefault="00327B4C" w:rsidP="00ED3E79">
            <w:pPr>
              <w:rPr>
                <w:rFonts w:ascii="Arial" w:hAnsi="Arial" w:cs="Arial"/>
                <w:b/>
                <w:lang w:val="en-US"/>
              </w:rPr>
            </w:pPr>
            <w:r w:rsidRPr="00FD41BA">
              <w:rPr>
                <w:rFonts w:ascii="Arial" w:hAnsi="Arial" w:cs="Arial"/>
                <w:b/>
                <w:lang w:val="en-US"/>
              </w:rPr>
              <w:t xml:space="preserve"> Due Date</w:t>
            </w:r>
            <w:r w:rsidR="003F4D6F" w:rsidRPr="00FD41BA">
              <w:rPr>
                <w:rFonts w:ascii="Arial" w:hAnsi="Arial" w:cs="Arial"/>
                <w:b/>
                <w:lang w:val="en-US"/>
              </w:rPr>
              <w:t>:</w:t>
            </w:r>
            <w:r w:rsidRPr="00FD41BA">
              <w:rPr>
                <w:rFonts w:ascii="Arial" w:hAnsi="Arial" w:cs="Arial"/>
                <w:b/>
                <w:lang w:val="en-US"/>
              </w:rPr>
              <w:t xml:space="preserve">                                                    Date </w:t>
            </w:r>
            <w:r w:rsidR="003F4D6F" w:rsidRPr="00FD41BA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FD41BA">
              <w:rPr>
                <w:rFonts w:ascii="Arial" w:hAnsi="Arial" w:cs="Arial"/>
                <w:b/>
                <w:lang w:val="en-US"/>
              </w:rPr>
              <w:t>Received</w:t>
            </w:r>
            <w:r w:rsidR="003F4D6F" w:rsidRPr="00FD41BA">
              <w:rPr>
                <w:rFonts w:ascii="Arial" w:hAnsi="Arial" w:cs="Arial"/>
                <w:b/>
                <w:lang w:val="en-US"/>
              </w:rPr>
              <w:t>:</w:t>
            </w:r>
            <w:r w:rsidRPr="00FD41BA">
              <w:rPr>
                <w:rFonts w:ascii="Arial" w:hAnsi="Arial" w:cs="Arial"/>
                <w:b/>
                <w:lang w:val="en-US"/>
              </w:rPr>
              <w:t xml:space="preserve">                                  </w:t>
            </w:r>
          </w:p>
        </w:tc>
      </w:tr>
    </w:tbl>
    <w:p w:rsidR="00EE6C2A" w:rsidRPr="00FD41BA" w:rsidRDefault="00EE6C2A" w:rsidP="00EE6C2A">
      <w:pPr>
        <w:rPr>
          <w:rFonts w:ascii="Arial" w:hAnsi="Arial" w:cs="Arial"/>
        </w:rPr>
      </w:pPr>
    </w:p>
    <w:p w:rsidR="00EE6C2A" w:rsidRPr="00FD41BA" w:rsidRDefault="00EE6C2A" w:rsidP="00EE6C2A">
      <w:pPr>
        <w:rPr>
          <w:rFonts w:ascii="Arial" w:hAnsi="Arial" w:cs="Arial"/>
          <w:b/>
        </w:rPr>
      </w:pPr>
      <w:r w:rsidRPr="00FD41BA">
        <w:rPr>
          <w:rFonts w:ascii="Arial" w:hAnsi="Arial" w:cs="Arial"/>
          <w:b/>
        </w:rPr>
        <w:t>Overall Result</w:t>
      </w:r>
      <w:r w:rsidR="00476679">
        <w:rPr>
          <w:rFonts w:ascii="Arial" w:hAnsi="Arial" w:cs="Arial"/>
          <w:b/>
        </w:rPr>
        <w:tab/>
        <w:t>Competent / Not Yet Competent</w:t>
      </w:r>
    </w:p>
    <w:p w:rsidR="00EE6C2A" w:rsidRPr="00FD41BA" w:rsidRDefault="00EE6C2A" w:rsidP="00EE6C2A">
      <w:pPr>
        <w:rPr>
          <w:rFonts w:ascii="Arial" w:hAnsi="Arial" w:cs="Aria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9"/>
        <w:gridCol w:w="4230"/>
        <w:gridCol w:w="1985"/>
      </w:tblGrid>
      <w:tr w:rsidR="00EE6C2A" w:rsidRPr="00FD41BA" w:rsidTr="00476679">
        <w:trPr>
          <w:trHeight w:val="736"/>
        </w:trPr>
        <w:tc>
          <w:tcPr>
            <w:tcW w:w="2999" w:type="dxa"/>
            <w:vAlign w:val="center"/>
          </w:tcPr>
          <w:p w:rsidR="00EE6C2A" w:rsidRPr="00FD41BA" w:rsidRDefault="00EE6C2A" w:rsidP="00ED3E7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FD41BA">
              <w:rPr>
                <w:rFonts w:ascii="Arial" w:hAnsi="Arial" w:cs="Arial"/>
                <w:b/>
                <w:lang w:val="en-US"/>
              </w:rPr>
              <w:t>Unit Code</w:t>
            </w:r>
          </w:p>
        </w:tc>
        <w:tc>
          <w:tcPr>
            <w:tcW w:w="4230" w:type="dxa"/>
            <w:vAlign w:val="center"/>
          </w:tcPr>
          <w:p w:rsidR="00EE6C2A" w:rsidRPr="00FD41BA" w:rsidRDefault="00EE6C2A" w:rsidP="00B25C87">
            <w:pPr>
              <w:rPr>
                <w:rFonts w:ascii="Arial" w:hAnsi="Arial" w:cs="Arial"/>
                <w:b/>
                <w:lang w:val="en-US"/>
              </w:rPr>
            </w:pPr>
            <w:r w:rsidRPr="00FD41BA">
              <w:rPr>
                <w:rFonts w:ascii="Arial" w:hAnsi="Arial" w:cs="Arial"/>
                <w:b/>
                <w:lang w:val="en-US"/>
              </w:rPr>
              <w:t>Elements of Competency</w:t>
            </w:r>
          </w:p>
          <w:p w:rsidR="00EE6C2A" w:rsidRPr="00FD41BA" w:rsidRDefault="00EE6C2A" w:rsidP="00B25C87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985" w:type="dxa"/>
          </w:tcPr>
          <w:p w:rsidR="00EE6C2A" w:rsidRPr="00FD41BA" w:rsidRDefault="00EE6C2A" w:rsidP="00ED3E79">
            <w:pPr>
              <w:ind w:left="251" w:hanging="251"/>
              <w:rPr>
                <w:rFonts w:ascii="Arial" w:hAnsi="Arial" w:cs="Arial"/>
                <w:b/>
              </w:rPr>
            </w:pPr>
            <w:r w:rsidRPr="00FD41BA">
              <w:rPr>
                <w:rFonts w:ascii="Arial" w:hAnsi="Arial" w:cs="Arial"/>
                <w:b/>
              </w:rPr>
              <w:t>Competent/Not Yet Competent</w:t>
            </w:r>
          </w:p>
        </w:tc>
      </w:tr>
      <w:tr w:rsidR="00476679" w:rsidRPr="00FD41BA" w:rsidTr="00476679">
        <w:trPr>
          <w:trHeight w:val="219"/>
        </w:trPr>
        <w:tc>
          <w:tcPr>
            <w:tcW w:w="2999" w:type="dxa"/>
            <w:vMerge w:val="restart"/>
          </w:tcPr>
          <w:p w:rsidR="00476679" w:rsidRPr="00795AC6" w:rsidRDefault="00476679" w:rsidP="00795AC6">
            <w:pPr>
              <w:tabs>
                <w:tab w:val="center" w:pos="4153"/>
                <w:tab w:val="right" w:pos="8306"/>
              </w:tabs>
              <w:spacing w:beforeLines="20" w:before="48"/>
              <w:rPr>
                <w:rFonts w:ascii="Arial" w:hAnsi="Arial" w:cs="Arial"/>
              </w:rPr>
            </w:pPr>
            <w:r w:rsidRPr="00795AC6">
              <w:rPr>
                <w:rFonts w:ascii="Arial" w:hAnsi="Arial" w:cs="Arial"/>
                <w:i/>
              </w:rPr>
              <w:t>Implement Food Safety Procedures SITXFSA001A</w:t>
            </w:r>
          </w:p>
        </w:tc>
        <w:tc>
          <w:tcPr>
            <w:tcW w:w="4230" w:type="dxa"/>
          </w:tcPr>
          <w:p w:rsidR="00476679" w:rsidRPr="00AB5879" w:rsidRDefault="00476679" w:rsidP="00F36740">
            <w:pPr>
              <w:tabs>
                <w:tab w:val="center" w:pos="4153"/>
                <w:tab w:val="right" w:pos="8306"/>
              </w:tabs>
              <w:spacing w:beforeLines="20" w:before="48"/>
              <w:rPr>
                <w:rFonts w:ascii="Arial" w:hAnsi="Arial" w:cs="Arial"/>
              </w:rPr>
            </w:pPr>
            <w:r w:rsidRPr="00AB5879">
              <w:rPr>
                <w:rFonts w:ascii="Arial" w:hAnsi="Arial" w:cs="Arial"/>
                <w:sz w:val="22"/>
                <w:szCs w:val="22"/>
              </w:rPr>
              <w:t>Implement procedures for food safety (</w:t>
            </w:r>
            <w:r w:rsidR="00F36740">
              <w:rPr>
                <w:rFonts w:ascii="Arial" w:hAnsi="Arial" w:cs="Arial"/>
                <w:sz w:val="22"/>
                <w:szCs w:val="22"/>
              </w:rPr>
              <w:t>P</w:t>
            </w:r>
            <w:r w:rsidRPr="00AB5879">
              <w:rPr>
                <w:rFonts w:ascii="Arial" w:hAnsi="Arial" w:cs="Arial"/>
                <w:sz w:val="22"/>
                <w:szCs w:val="22"/>
              </w:rPr>
              <w:t xml:space="preserve">erformance criteria </w:t>
            </w:r>
            <w:r w:rsidR="00F36740">
              <w:rPr>
                <w:rFonts w:ascii="Arial" w:hAnsi="Arial" w:cs="Arial"/>
                <w:sz w:val="22"/>
                <w:szCs w:val="22"/>
              </w:rPr>
              <w:t xml:space="preserve">1.1 to </w:t>
            </w:r>
            <w:r w:rsidRPr="00AB5879">
              <w:rPr>
                <w:rFonts w:ascii="Arial" w:hAnsi="Arial" w:cs="Arial"/>
                <w:sz w:val="22"/>
                <w:szCs w:val="22"/>
              </w:rPr>
              <w:t>1.6)</w:t>
            </w:r>
          </w:p>
        </w:tc>
        <w:tc>
          <w:tcPr>
            <w:tcW w:w="1985" w:type="dxa"/>
          </w:tcPr>
          <w:p w:rsidR="00476679" w:rsidRPr="00FD41BA" w:rsidRDefault="00476679" w:rsidP="00714A6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6679" w:rsidRPr="00FD41BA" w:rsidTr="00476679">
        <w:trPr>
          <w:trHeight w:val="258"/>
        </w:trPr>
        <w:tc>
          <w:tcPr>
            <w:tcW w:w="2999" w:type="dxa"/>
            <w:vMerge/>
          </w:tcPr>
          <w:p w:rsidR="00476679" w:rsidRPr="00FD41BA" w:rsidRDefault="00476679" w:rsidP="00ED3E79">
            <w:pPr>
              <w:spacing w:before="20"/>
              <w:jc w:val="center"/>
              <w:rPr>
                <w:rFonts w:ascii="Calibri" w:hAnsi="Calibri"/>
              </w:rPr>
            </w:pPr>
          </w:p>
        </w:tc>
        <w:tc>
          <w:tcPr>
            <w:tcW w:w="4230" w:type="dxa"/>
          </w:tcPr>
          <w:p w:rsidR="00476679" w:rsidRPr="00AB5879" w:rsidRDefault="00476679" w:rsidP="00F36740">
            <w:pPr>
              <w:tabs>
                <w:tab w:val="center" w:pos="4153"/>
                <w:tab w:val="right" w:pos="8306"/>
              </w:tabs>
              <w:spacing w:beforeLines="20" w:before="48"/>
              <w:rPr>
                <w:rFonts w:ascii="Arial" w:hAnsi="Arial" w:cs="Arial"/>
              </w:rPr>
            </w:pPr>
            <w:r w:rsidRPr="00AB5879">
              <w:rPr>
                <w:rFonts w:ascii="Arial" w:hAnsi="Arial" w:cs="Arial"/>
                <w:sz w:val="22"/>
                <w:szCs w:val="22"/>
              </w:rPr>
              <w:t>Store food safely. (</w:t>
            </w:r>
            <w:r w:rsidR="00F36740">
              <w:rPr>
                <w:rFonts w:ascii="Arial" w:hAnsi="Arial" w:cs="Arial"/>
                <w:sz w:val="22"/>
                <w:szCs w:val="22"/>
              </w:rPr>
              <w:t xml:space="preserve">Performance criteria 2.1 to </w:t>
            </w:r>
            <w:r w:rsidRPr="00AB5879">
              <w:rPr>
                <w:rFonts w:ascii="Arial" w:hAnsi="Arial" w:cs="Arial"/>
                <w:sz w:val="22"/>
                <w:szCs w:val="22"/>
              </w:rPr>
              <w:t>2.3)</w:t>
            </w:r>
          </w:p>
        </w:tc>
        <w:tc>
          <w:tcPr>
            <w:tcW w:w="1985" w:type="dxa"/>
          </w:tcPr>
          <w:p w:rsidR="00476679" w:rsidRPr="00FD41BA" w:rsidRDefault="00476679" w:rsidP="00714A62">
            <w:pPr>
              <w:pStyle w:val="NoSpacing"/>
              <w:rPr>
                <w:sz w:val="24"/>
                <w:szCs w:val="24"/>
              </w:rPr>
            </w:pPr>
          </w:p>
        </w:tc>
      </w:tr>
      <w:tr w:rsidR="00476679" w:rsidRPr="00FD41BA" w:rsidTr="00476679">
        <w:trPr>
          <w:trHeight w:val="345"/>
        </w:trPr>
        <w:tc>
          <w:tcPr>
            <w:tcW w:w="2999" w:type="dxa"/>
            <w:vMerge/>
          </w:tcPr>
          <w:p w:rsidR="00476679" w:rsidRPr="00FD41BA" w:rsidRDefault="00476679" w:rsidP="002B1811">
            <w:pPr>
              <w:rPr>
                <w:rFonts w:ascii="Arial" w:hAnsi="Arial" w:cs="Arial"/>
                <w:lang w:val="en-AU"/>
              </w:rPr>
            </w:pPr>
          </w:p>
        </w:tc>
        <w:tc>
          <w:tcPr>
            <w:tcW w:w="4230" w:type="dxa"/>
          </w:tcPr>
          <w:p w:rsidR="00476679" w:rsidRPr="00AB5879" w:rsidRDefault="00476679" w:rsidP="00F36740">
            <w:pPr>
              <w:tabs>
                <w:tab w:val="center" w:pos="4153"/>
                <w:tab w:val="right" w:pos="8306"/>
              </w:tabs>
              <w:spacing w:beforeLines="20" w:before="48"/>
              <w:rPr>
                <w:rFonts w:ascii="Arial" w:hAnsi="Arial" w:cs="Arial"/>
              </w:rPr>
            </w:pPr>
            <w:r w:rsidRPr="00AB5879">
              <w:rPr>
                <w:rFonts w:ascii="Arial" w:hAnsi="Arial" w:cs="Arial"/>
                <w:sz w:val="22"/>
                <w:szCs w:val="22"/>
              </w:rPr>
              <w:t>Prepare food safely (</w:t>
            </w:r>
            <w:r w:rsidR="00F36740">
              <w:rPr>
                <w:rFonts w:ascii="Arial" w:hAnsi="Arial" w:cs="Arial"/>
                <w:sz w:val="22"/>
                <w:szCs w:val="22"/>
              </w:rPr>
              <w:t xml:space="preserve">Performance criteria 3.1 to </w:t>
            </w:r>
            <w:r w:rsidRPr="00AB5879">
              <w:rPr>
                <w:rFonts w:ascii="Arial" w:hAnsi="Arial" w:cs="Arial"/>
                <w:sz w:val="22"/>
                <w:szCs w:val="22"/>
              </w:rPr>
              <w:t>3.4)</w:t>
            </w:r>
          </w:p>
        </w:tc>
        <w:tc>
          <w:tcPr>
            <w:tcW w:w="1985" w:type="dxa"/>
          </w:tcPr>
          <w:p w:rsidR="00476679" w:rsidRPr="00FD41BA" w:rsidRDefault="00476679" w:rsidP="00714A6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6679" w:rsidRPr="00FD41BA" w:rsidTr="00476679">
        <w:trPr>
          <w:trHeight w:val="317"/>
        </w:trPr>
        <w:tc>
          <w:tcPr>
            <w:tcW w:w="2999" w:type="dxa"/>
            <w:vMerge/>
          </w:tcPr>
          <w:p w:rsidR="00476679" w:rsidRPr="00FD41BA" w:rsidRDefault="00476679" w:rsidP="00714A6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230" w:type="dxa"/>
          </w:tcPr>
          <w:p w:rsidR="00476679" w:rsidRPr="00AB5879" w:rsidRDefault="00476679" w:rsidP="00F36740">
            <w:pPr>
              <w:tabs>
                <w:tab w:val="center" w:pos="4153"/>
                <w:tab w:val="right" w:pos="8306"/>
              </w:tabs>
              <w:spacing w:beforeLines="20" w:before="48"/>
              <w:rPr>
                <w:rFonts w:ascii="Arial" w:hAnsi="Arial" w:cs="Arial"/>
              </w:rPr>
            </w:pPr>
            <w:r w:rsidRPr="00AB5879">
              <w:rPr>
                <w:rFonts w:ascii="Arial" w:hAnsi="Arial" w:cs="Arial"/>
                <w:sz w:val="22"/>
                <w:szCs w:val="22"/>
              </w:rPr>
              <w:t>Provide safe single use items(</w:t>
            </w:r>
            <w:r w:rsidR="00F36740">
              <w:rPr>
                <w:rFonts w:ascii="Arial" w:hAnsi="Arial" w:cs="Arial"/>
                <w:sz w:val="22"/>
                <w:szCs w:val="22"/>
              </w:rPr>
              <w:t>P</w:t>
            </w:r>
            <w:r w:rsidRPr="00AB5879">
              <w:rPr>
                <w:rFonts w:ascii="Arial" w:hAnsi="Arial" w:cs="Arial"/>
                <w:sz w:val="22"/>
                <w:szCs w:val="22"/>
              </w:rPr>
              <w:t>erformance criteria 4.1</w:t>
            </w:r>
            <w:r w:rsidR="00F36740">
              <w:rPr>
                <w:rFonts w:ascii="Arial" w:hAnsi="Arial" w:cs="Arial"/>
                <w:sz w:val="22"/>
                <w:szCs w:val="22"/>
              </w:rPr>
              <w:t xml:space="preserve"> to </w:t>
            </w:r>
            <w:r w:rsidRPr="00AB5879">
              <w:rPr>
                <w:rFonts w:ascii="Arial" w:hAnsi="Arial" w:cs="Arial"/>
                <w:sz w:val="22"/>
                <w:szCs w:val="22"/>
              </w:rPr>
              <w:t>4.2)</w:t>
            </w:r>
          </w:p>
        </w:tc>
        <w:tc>
          <w:tcPr>
            <w:tcW w:w="1985" w:type="dxa"/>
          </w:tcPr>
          <w:p w:rsidR="00476679" w:rsidRPr="00FD41BA" w:rsidRDefault="00476679" w:rsidP="00714A62">
            <w:pPr>
              <w:pStyle w:val="NoSpacing"/>
              <w:rPr>
                <w:sz w:val="24"/>
                <w:szCs w:val="24"/>
              </w:rPr>
            </w:pPr>
          </w:p>
        </w:tc>
      </w:tr>
      <w:tr w:rsidR="00476679" w:rsidRPr="00FD41BA" w:rsidTr="00476679">
        <w:trPr>
          <w:trHeight w:val="237"/>
        </w:trPr>
        <w:tc>
          <w:tcPr>
            <w:tcW w:w="2999" w:type="dxa"/>
            <w:vMerge/>
          </w:tcPr>
          <w:p w:rsidR="00476679" w:rsidRPr="00FD41BA" w:rsidRDefault="00476679" w:rsidP="00714A6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230" w:type="dxa"/>
          </w:tcPr>
          <w:p w:rsidR="00476679" w:rsidRPr="00AB5879" w:rsidRDefault="00476679" w:rsidP="00F36740">
            <w:pPr>
              <w:tabs>
                <w:tab w:val="center" w:pos="4153"/>
                <w:tab w:val="right" w:pos="8306"/>
              </w:tabs>
              <w:spacing w:beforeLines="20" w:before="48"/>
              <w:rPr>
                <w:rFonts w:ascii="Arial" w:hAnsi="Arial" w:cs="Arial"/>
              </w:rPr>
            </w:pPr>
            <w:r w:rsidRPr="00AB5879">
              <w:rPr>
                <w:rFonts w:ascii="Arial" w:hAnsi="Arial" w:cs="Arial"/>
                <w:sz w:val="22"/>
                <w:szCs w:val="22"/>
              </w:rPr>
              <w:t>Maintain a clean environment.(</w:t>
            </w:r>
            <w:r w:rsidR="00F36740">
              <w:rPr>
                <w:rFonts w:ascii="Arial" w:hAnsi="Arial" w:cs="Arial"/>
                <w:sz w:val="22"/>
                <w:szCs w:val="22"/>
              </w:rPr>
              <w:t xml:space="preserve">Performance criteria 5.1 to </w:t>
            </w:r>
            <w:r w:rsidRPr="00AB5879">
              <w:rPr>
                <w:rFonts w:ascii="Arial" w:hAnsi="Arial" w:cs="Arial"/>
                <w:sz w:val="22"/>
                <w:szCs w:val="22"/>
              </w:rPr>
              <w:t>5.5)</w:t>
            </w:r>
          </w:p>
        </w:tc>
        <w:tc>
          <w:tcPr>
            <w:tcW w:w="1985" w:type="dxa"/>
          </w:tcPr>
          <w:p w:rsidR="00476679" w:rsidRPr="00FD41BA" w:rsidRDefault="00476679" w:rsidP="00714A62">
            <w:pPr>
              <w:pStyle w:val="NoSpacing"/>
              <w:rPr>
                <w:sz w:val="24"/>
                <w:szCs w:val="24"/>
              </w:rPr>
            </w:pPr>
          </w:p>
        </w:tc>
      </w:tr>
      <w:tr w:rsidR="00476679" w:rsidRPr="00FD41BA" w:rsidTr="00476679">
        <w:trPr>
          <w:trHeight w:val="304"/>
        </w:trPr>
        <w:tc>
          <w:tcPr>
            <w:tcW w:w="2999" w:type="dxa"/>
            <w:vMerge/>
          </w:tcPr>
          <w:p w:rsidR="00476679" w:rsidRPr="00FD41BA" w:rsidRDefault="00476679" w:rsidP="00714A6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230" w:type="dxa"/>
          </w:tcPr>
          <w:p w:rsidR="00476679" w:rsidRDefault="00476679" w:rsidP="00736442">
            <w:r w:rsidRPr="00AB5879">
              <w:rPr>
                <w:rFonts w:ascii="Arial" w:hAnsi="Arial" w:cs="Arial"/>
                <w:sz w:val="22"/>
                <w:szCs w:val="22"/>
              </w:rPr>
              <w:t xml:space="preserve">Dispose of </w:t>
            </w:r>
            <w:r w:rsidR="00F36740">
              <w:rPr>
                <w:rFonts w:ascii="Arial" w:hAnsi="Arial" w:cs="Arial"/>
                <w:sz w:val="22"/>
                <w:szCs w:val="22"/>
              </w:rPr>
              <w:t xml:space="preserve">food safely. (Performance criteria 6.1 to </w:t>
            </w:r>
            <w:r w:rsidRPr="00AB5879">
              <w:rPr>
                <w:rFonts w:ascii="Arial" w:hAnsi="Arial" w:cs="Arial"/>
                <w:sz w:val="22"/>
                <w:szCs w:val="22"/>
              </w:rPr>
              <w:t>6.2)</w:t>
            </w:r>
          </w:p>
        </w:tc>
        <w:tc>
          <w:tcPr>
            <w:tcW w:w="1985" w:type="dxa"/>
          </w:tcPr>
          <w:p w:rsidR="00476679" w:rsidRPr="00FD41BA" w:rsidRDefault="00476679" w:rsidP="00714A62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EE6C2A" w:rsidRPr="00FD41BA" w:rsidRDefault="00EE6C2A" w:rsidP="00EE6C2A">
      <w:pPr>
        <w:rPr>
          <w:rFonts w:ascii="Arial" w:hAnsi="Arial" w:cs="Arial"/>
        </w:rPr>
      </w:pP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EE6C2A" w:rsidRPr="00FD41BA" w:rsidTr="00476679">
        <w:trPr>
          <w:trHeight w:val="1741"/>
        </w:trPr>
        <w:tc>
          <w:tcPr>
            <w:tcW w:w="5000" w:type="pct"/>
          </w:tcPr>
          <w:p w:rsidR="00EE6C2A" w:rsidRPr="00FD41BA" w:rsidRDefault="00EE6C2A" w:rsidP="00ED3E79">
            <w:pPr>
              <w:rPr>
                <w:rFonts w:ascii="Arial" w:hAnsi="Arial" w:cs="Arial"/>
                <w:b/>
                <w:lang w:val="en-US"/>
              </w:rPr>
            </w:pPr>
            <w:r w:rsidRPr="00FD41BA">
              <w:rPr>
                <w:rFonts w:ascii="Arial" w:hAnsi="Arial" w:cs="Arial"/>
                <w:b/>
                <w:lang w:val="en-US"/>
              </w:rPr>
              <w:t>Assessor / Teacher Comment:</w:t>
            </w:r>
          </w:p>
          <w:p w:rsidR="00EE6C2A" w:rsidRPr="00FD41BA" w:rsidRDefault="00EE6C2A" w:rsidP="00ED3E79">
            <w:pPr>
              <w:rPr>
                <w:rFonts w:ascii="Arial" w:hAnsi="Arial" w:cs="Arial"/>
                <w:lang w:val="en-US"/>
              </w:rPr>
            </w:pPr>
          </w:p>
          <w:p w:rsidR="00EE6C2A" w:rsidRPr="00FD41BA" w:rsidRDefault="00EE6C2A" w:rsidP="00ED3E79">
            <w:pPr>
              <w:rPr>
                <w:rFonts w:ascii="Arial" w:hAnsi="Arial" w:cs="Arial"/>
                <w:lang w:val="en-US"/>
              </w:rPr>
            </w:pPr>
          </w:p>
          <w:p w:rsidR="00EE6C2A" w:rsidRPr="00FD41BA" w:rsidRDefault="00EE6C2A" w:rsidP="00ED3E79">
            <w:pPr>
              <w:rPr>
                <w:rFonts w:ascii="Arial" w:hAnsi="Arial" w:cs="Arial"/>
                <w:lang w:val="en-US"/>
              </w:rPr>
            </w:pPr>
          </w:p>
          <w:p w:rsidR="00EE6C2A" w:rsidRPr="00FD41BA" w:rsidRDefault="00EE6C2A" w:rsidP="00ED3E79">
            <w:pPr>
              <w:rPr>
                <w:rFonts w:ascii="Arial" w:hAnsi="Arial" w:cs="Arial"/>
                <w:lang w:val="en-US"/>
              </w:rPr>
            </w:pPr>
          </w:p>
          <w:p w:rsidR="00EE6C2A" w:rsidRPr="00FD41BA" w:rsidRDefault="00EE6C2A" w:rsidP="00ED3E79">
            <w:pPr>
              <w:rPr>
                <w:rFonts w:ascii="Arial" w:hAnsi="Arial" w:cs="Arial"/>
                <w:lang w:val="en-US"/>
              </w:rPr>
            </w:pPr>
          </w:p>
          <w:p w:rsidR="00523C75" w:rsidRPr="00FD41BA" w:rsidRDefault="00523C75" w:rsidP="00ED3E79">
            <w:pPr>
              <w:rPr>
                <w:rFonts w:ascii="Arial" w:hAnsi="Arial" w:cs="Arial"/>
                <w:lang w:val="en-US"/>
              </w:rPr>
            </w:pPr>
          </w:p>
          <w:p w:rsidR="00EE6C2A" w:rsidRPr="00FD41BA" w:rsidRDefault="00EE6C2A" w:rsidP="00ED3E79">
            <w:pPr>
              <w:rPr>
                <w:rFonts w:ascii="Arial" w:hAnsi="Arial" w:cs="Arial"/>
                <w:lang w:val="en-US"/>
              </w:rPr>
            </w:pPr>
          </w:p>
          <w:p w:rsidR="00EE6C2A" w:rsidRPr="00FD41BA" w:rsidRDefault="00EE6C2A" w:rsidP="00ED3E79">
            <w:pPr>
              <w:rPr>
                <w:rFonts w:ascii="Arial" w:hAnsi="Arial" w:cs="Arial"/>
                <w:lang w:val="en-US"/>
              </w:rPr>
            </w:pPr>
          </w:p>
          <w:p w:rsidR="00EE6C2A" w:rsidRPr="00FD41BA" w:rsidRDefault="00EE6C2A" w:rsidP="00ED3E79">
            <w:pPr>
              <w:rPr>
                <w:rFonts w:ascii="Arial" w:hAnsi="Arial" w:cs="Arial"/>
                <w:lang w:val="en-US"/>
              </w:rPr>
            </w:pPr>
          </w:p>
          <w:p w:rsidR="00EE6C2A" w:rsidRPr="00FD41BA" w:rsidRDefault="00EE6C2A" w:rsidP="00476679">
            <w:pPr>
              <w:rPr>
                <w:rFonts w:ascii="Arial" w:hAnsi="Arial" w:cs="Arial"/>
                <w:lang w:val="en-US"/>
              </w:rPr>
            </w:pPr>
            <w:r w:rsidRPr="00FD41BA">
              <w:rPr>
                <w:rFonts w:ascii="Arial" w:hAnsi="Arial" w:cs="Arial"/>
                <w:b/>
                <w:lang w:val="en-US"/>
              </w:rPr>
              <w:t xml:space="preserve">Signature: </w:t>
            </w:r>
            <w:r w:rsidRPr="00FD41BA">
              <w:rPr>
                <w:rFonts w:ascii="Arial" w:hAnsi="Arial" w:cs="Arial"/>
                <w:lang w:val="en-US"/>
              </w:rPr>
              <w:t xml:space="preserve">     ………………………………………………………………………..  </w:t>
            </w:r>
            <w:r w:rsidRPr="00FD41BA">
              <w:rPr>
                <w:rFonts w:ascii="Arial" w:hAnsi="Arial" w:cs="Arial"/>
                <w:b/>
                <w:lang w:val="en-US"/>
              </w:rPr>
              <w:t>Date</w:t>
            </w:r>
            <w:r w:rsidRPr="00FD41BA">
              <w:rPr>
                <w:rFonts w:ascii="Arial" w:hAnsi="Arial" w:cs="Arial"/>
                <w:lang w:val="en-US"/>
              </w:rPr>
              <w:t xml:space="preserve">:    </w:t>
            </w:r>
          </w:p>
        </w:tc>
      </w:tr>
      <w:tr w:rsidR="00EE6C2A" w:rsidRPr="00FD41BA" w:rsidTr="00476679">
        <w:trPr>
          <w:trHeight w:val="1247"/>
        </w:trPr>
        <w:tc>
          <w:tcPr>
            <w:tcW w:w="5000" w:type="pct"/>
          </w:tcPr>
          <w:p w:rsidR="00EE6C2A" w:rsidRPr="00FD41BA" w:rsidRDefault="00EE6C2A" w:rsidP="00ED3E79">
            <w:pPr>
              <w:rPr>
                <w:rFonts w:ascii="Arial" w:hAnsi="Arial" w:cs="Arial"/>
                <w:b/>
                <w:lang w:val="en-US"/>
              </w:rPr>
            </w:pPr>
            <w:r w:rsidRPr="00FD41BA">
              <w:rPr>
                <w:rFonts w:ascii="Arial" w:hAnsi="Arial" w:cs="Arial"/>
                <w:b/>
                <w:lang w:val="en-US"/>
              </w:rPr>
              <w:t>Student Comment:</w:t>
            </w:r>
          </w:p>
          <w:p w:rsidR="00EE6C2A" w:rsidRPr="00FD41BA" w:rsidRDefault="00EE6C2A" w:rsidP="00ED3E79">
            <w:pPr>
              <w:rPr>
                <w:rFonts w:ascii="Arial" w:hAnsi="Arial" w:cs="Arial"/>
                <w:lang w:val="en-US"/>
              </w:rPr>
            </w:pPr>
          </w:p>
          <w:p w:rsidR="00523C75" w:rsidRDefault="00523C75" w:rsidP="00ED3E79">
            <w:pPr>
              <w:rPr>
                <w:rFonts w:ascii="Arial" w:hAnsi="Arial" w:cs="Arial"/>
                <w:lang w:val="en-US"/>
              </w:rPr>
            </w:pPr>
          </w:p>
          <w:p w:rsidR="00476679" w:rsidRPr="00FD41BA" w:rsidRDefault="00476679" w:rsidP="00ED3E79">
            <w:pPr>
              <w:rPr>
                <w:rFonts w:ascii="Arial" w:hAnsi="Arial" w:cs="Arial"/>
                <w:lang w:val="en-US"/>
              </w:rPr>
            </w:pPr>
          </w:p>
          <w:p w:rsidR="00EE6C2A" w:rsidRPr="00FD41BA" w:rsidRDefault="00EE6C2A" w:rsidP="00ED3E79">
            <w:pPr>
              <w:rPr>
                <w:rFonts w:ascii="Arial" w:hAnsi="Arial" w:cs="Arial"/>
                <w:lang w:val="en-US"/>
              </w:rPr>
            </w:pPr>
          </w:p>
          <w:p w:rsidR="00EE6C2A" w:rsidRPr="00FD41BA" w:rsidRDefault="00EE6C2A" w:rsidP="00ED3E79">
            <w:pPr>
              <w:rPr>
                <w:rFonts w:ascii="Arial" w:hAnsi="Arial" w:cs="Arial"/>
                <w:lang w:val="en-US"/>
              </w:rPr>
            </w:pPr>
            <w:r w:rsidRPr="00FD41BA">
              <w:rPr>
                <w:rFonts w:ascii="Arial" w:hAnsi="Arial" w:cs="Arial"/>
                <w:b/>
                <w:lang w:val="en-US"/>
              </w:rPr>
              <w:t xml:space="preserve">Signature: </w:t>
            </w:r>
            <w:r w:rsidRPr="00FD41BA">
              <w:rPr>
                <w:rFonts w:ascii="Arial" w:hAnsi="Arial" w:cs="Arial"/>
                <w:lang w:val="en-US"/>
              </w:rPr>
              <w:t xml:space="preserve">     ………………………………………………………………………..  </w:t>
            </w:r>
            <w:r w:rsidRPr="00FD41BA">
              <w:rPr>
                <w:rFonts w:ascii="Arial" w:hAnsi="Arial" w:cs="Arial"/>
                <w:b/>
                <w:lang w:val="en-US"/>
              </w:rPr>
              <w:t>Date</w:t>
            </w:r>
            <w:r w:rsidRPr="00FD41BA">
              <w:rPr>
                <w:rFonts w:ascii="Arial" w:hAnsi="Arial" w:cs="Arial"/>
                <w:lang w:val="en-US"/>
              </w:rPr>
              <w:t xml:space="preserve">:    </w:t>
            </w:r>
          </w:p>
        </w:tc>
      </w:tr>
    </w:tbl>
    <w:p w:rsidR="00EE6C2A" w:rsidRPr="00FD41BA" w:rsidRDefault="00EE6C2A" w:rsidP="00C91515">
      <w:pPr>
        <w:rPr>
          <w:rFonts w:ascii="Arial" w:hAnsi="Arial" w:cs="Arial"/>
          <w:lang w:val="en-US"/>
        </w:rPr>
      </w:pPr>
    </w:p>
    <w:sectPr w:rsidR="00EE6C2A" w:rsidRPr="00FD41BA" w:rsidSect="002357AC">
      <w:pgSz w:w="11909" w:h="16834" w:code="9"/>
      <w:pgMar w:top="851" w:right="1440" w:bottom="851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DD9" w:rsidRDefault="008D0DD9">
      <w:r>
        <w:separator/>
      </w:r>
    </w:p>
  </w:endnote>
  <w:endnote w:type="continuationSeparator" w:id="0">
    <w:p w:rsidR="008D0DD9" w:rsidRDefault="008D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25D" w:rsidRDefault="00795AC6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Implement Food Safety Procedures SITXFA001A</w:t>
    </w:r>
    <w:r w:rsidR="003E225D">
      <w:rPr>
        <w:rFonts w:asciiTheme="majorHAnsi" w:eastAsiaTheme="majorEastAsia" w:hAnsiTheme="majorHAnsi" w:cstheme="majorBidi"/>
      </w:rPr>
      <w:ptab w:relativeTo="margin" w:alignment="right" w:leader="none"/>
    </w:r>
    <w:r w:rsidR="003E225D">
      <w:rPr>
        <w:rFonts w:asciiTheme="majorHAnsi" w:eastAsiaTheme="majorEastAsia" w:hAnsiTheme="majorHAnsi" w:cstheme="majorBidi"/>
      </w:rPr>
      <w:t xml:space="preserve">Page </w:t>
    </w:r>
    <w:r w:rsidR="003E225D">
      <w:rPr>
        <w:rFonts w:asciiTheme="minorHAnsi" w:eastAsiaTheme="minorEastAsia" w:hAnsiTheme="minorHAnsi" w:cstheme="minorBidi"/>
      </w:rPr>
      <w:fldChar w:fldCharType="begin"/>
    </w:r>
    <w:r w:rsidR="003E225D">
      <w:instrText xml:space="preserve"> PAGE   \* MERGEFORMAT </w:instrText>
    </w:r>
    <w:r w:rsidR="003E225D">
      <w:rPr>
        <w:rFonts w:asciiTheme="minorHAnsi" w:eastAsiaTheme="minorEastAsia" w:hAnsiTheme="minorHAnsi" w:cstheme="minorBidi"/>
      </w:rPr>
      <w:fldChar w:fldCharType="separate"/>
    </w:r>
    <w:r w:rsidR="00624253" w:rsidRPr="00624253">
      <w:rPr>
        <w:rFonts w:asciiTheme="majorHAnsi" w:eastAsiaTheme="majorEastAsia" w:hAnsiTheme="majorHAnsi" w:cstheme="majorBidi"/>
        <w:noProof/>
      </w:rPr>
      <w:t>1</w:t>
    </w:r>
    <w:r w:rsidR="003E225D">
      <w:rPr>
        <w:rFonts w:asciiTheme="majorHAnsi" w:eastAsiaTheme="majorEastAsia" w:hAnsiTheme="majorHAnsi" w:cstheme="majorBidi"/>
        <w:noProof/>
      </w:rPr>
      <w:fldChar w:fldCharType="end"/>
    </w:r>
  </w:p>
  <w:p w:rsidR="00E15E88" w:rsidRPr="00D7144B" w:rsidRDefault="00E15E88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DD9" w:rsidRDefault="008D0DD9">
      <w:r>
        <w:separator/>
      </w:r>
    </w:p>
  </w:footnote>
  <w:footnote w:type="continuationSeparator" w:id="0">
    <w:p w:rsidR="008D0DD9" w:rsidRDefault="008D0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56E0"/>
    <w:multiLevelType w:val="hybridMultilevel"/>
    <w:tmpl w:val="18EA42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54214"/>
    <w:multiLevelType w:val="hybridMultilevel"/>
    <w:tmpl w:val="18EA42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13A00"/>
    <w:multiLevelType w:val="hybridMultilevel"/>
    <w:tmpl w:val="5E5E954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A379E"/>
    <w:multiLevelType w:val="hybridMultilevel"/>
    <w:tmpl w:val="671C25C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654AD"/>
    <w:multiLevelType w:val="hybridMultilevel"/>
    <w:tmpl w:val="696AA4F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E5B5A"/>
    <w:multiLevelType w:val="hybridMultilevel"/>
    <w:tmpl w:val="4634C68C"/>
    <w:lvl w:ilvl="0" w:tplc="32B83A9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ACD5B91"/>
    <w:multiLevelType w:val="multilevel"/>
    <w:tmpl w:val="277407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Column1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1B60B82"/>
    <w:multiLevelType w:val="multilevel"/>
    <w:tmpl w:val="6122C25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Column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2279341F"/>
    <w:multiLevelType w:val="hybridMultilevel"/>
    <w:tmpl w:val="850EE95C"/>
    <w:lvl w:ilvl="0" w:tplc="A1C486D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33559EE"/>
    <w:multiLevelType w:val="hybridMultilevel"/>
    <w:tmpl w:val="2AB6D756"/>
    <w:lvl w:ilvl="0" w:tplc="3050C73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6BA5970"/>
    <w:multiLevelType w:val="hybridMultilevel"/>
    <w:tmpl w:val="9068686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4B2A9B"/>
    <w:multiLevelType w:val="hybridMultilevel"/>
    <w:tmpl w:val="8F4E39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8CD00A6"/>
    <w:multiLevelType w:val="hybridMultilevel"/>
    <w:tmpl w:val="BBBCAF3A"/>
    <w:lvl w:ilvl="0" w:tplc="699E5E3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0BB26EF"/>
    <w:multiLevelType w:val="hybridMultilevel"/>
    <w:tmpl w:val="F2203AF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E02BAC"/>
    <w:multiLevelType w:val="hybridMultilevel"/>
    <w:tmpl w:val="1B9EEE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7827A6"/>
    <w:multiLevelType w:val="hybridMultilevel"/>
    <w:tmpl w:val="A508CB28"/>
    <w:lvl w:ilvl="0" w:tplc="4A06274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382C2DA7"/>
    <w:multiLevelType w:val="hybridMultilevel"/>
    <w:tmpl w:val="3D2A08A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9553F11"/>
    <w:multiLevelType w:val="hybridMultilevel"/>
    <w:tmpl w:val="1ECA7D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982439"/>
    <w:multiLevelType w:val="hybridMultilevel"/>
    <w:tmpl w:val="BCB4CC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36D789B"/>
    <w:multiLevelType w:val="hybridMultilevel"/>
    <w:tmpl w:val="4EC2E9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925DB6"/>
    <w:multiLevelType w:val="hybridMultilevel"/>
    <w:tmpl w:val="F7E6FE02"/>
    <w:lvl w:ilvl="0" w:tplc="6902F4D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1F4CF0"/>
    <w:multiLevelType w:val="hybridMultilevel"/>
    <w:tmpl w:val="BCAEE5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CD7B02"/>
    <w:multiLevelType w:val="hybridMultilevel"/>
    <w:tmpl w:val="18EA42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F1FF5"/>
    <w:multiLevelType w:val="hybridMultilevel"/>
    <w:tmpl w:val="DC9858B0"/>
    <w:lvl w:ilvl="0" w:tplc="CC22AE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7C17655"/>
    <w:multiLevelType w:val="hybridMultilevel"/>
    <w:tmpl w:val="1DA83F9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8602A3"/>
    <w:multiLevelType w:val="hybridMultilevel"/>
    <w:tmpl w:val="9918B3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8"/>
  </w:num>
  <w:num w:numId="4">
    <w:abstractNumId w:val="11"/>
  </w:num>
  <w:num w:numId="5">
    <w:abstractNumId w:val="16"/>
  </w:num>
  <w:num w:numId="6">
    <w:abstractNumId w:val="14"/>
  </w:num>
  <w:num w:numId="7">
    <w:abstractNumId w:val="25"/>
  </w:num>
  <w:num w:numId="8">
    <w:abstractNumId w:val="10"/>
  </w:num>
  <w:num w:numId="9">
    <w:abstractNumId w:val="20"/>
  </w:num>
  <w:num w:numId="10">
    <w:abstractNumId w:val="2"/>
  </w:num>
  <w:num w:numId="11">
    <w:abstractNumId w:val="24"/>
  </w:num>
  <w:num w:numId="12">
    <w:abstractNumId w:val="4"/>
  </w:num>
  <w:num w:numId="13">
    <w:abstractNumId w:val="3"/>
  </w:num>
  <w:num w:numId="14">
    <w:abstractNumId w:val="9"/>
  </w:num>
  <w:num w:numId="15">
    <w:abstractNumId w:val="12"/>
  </w:num>
  <w:num w:numId="16">
    <w:abstractNumId w:val="23"/>
  </w:num>
  <w:num w:numId="17">
    <w:abstractNumId w:val="15"/>
  </w:num>
  <w:num w:numId="18">
    <w:abstractNumId w:val="5"/>
  </w:num>
  <w:num w:numId="19">
    <w:abstractNumId w:val="8"/>
  </w:num>
  <w:num w:numId="20">
    <w:abstractNumId w:val="21"/>
  </w:num>
  <w:num w:numId="21">
    <w:abstractNumId w:val="13"/>
  </w:num>
  <w:num w:numId="22">
    <w:abstractNumId w:val="0"/>
  </w:num>
  <w:num w:numId="23">
    <w:abstractNumId w:val="22"/>
  </w:num>
  <w:num w:numId="24">
    <w:abstractNumId w:val="1"/>
  </w:num>
  <w:num w:numId="25">
    <w:abstractNumId w:val="17"/>
  </w:num>
  <w:num w:numId="26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DD9"/>
    <w:rsid w:val="00003CE1"/>
    <w:rsid w:val="000178E0"/>
    <w:rsid w:val="00020EBA"/>
    <w:rsid w:val="00033F1B"/>
    <w:rsid w:val="00043793"/>
    <w:rsid w:val="000438B9"/>
    <w:rsid w:val="00044795"/>
    <w:rsid w:val="00044EF9"/>
    <w:rsid w:val="0005335E"/>
    <w:rsid w:val="0006223F"/>
    <w:rsid w:val="00063933"/>
    <w:rsid w:val="000761EC"/>
    <w:rsid w:val="000867B8"/>
    <w:rsid w:val="00086D47"/>
    <w:rsid w:val="0009055A"/>
    <w:rsid w:val="000924D4"/>
    <w:rsid w:val="000A5522"/>
    <w:rsid w:val="000B5D2B"/>
    <w:rsid w:val="000B6D2D"/>
    <w:rsid w:val="000B70BD"/>
    <w:rsid w:val="000C1F31"/>
    <w:rsid w:val="000F4A9A"/>
    <w:rsid w:val="000F528F"/>
    <w:rsid w:val="0010488D"/>
    <w:rsid w:val="00104D17"/>
    <w:rsid w:val="00111B91"/>
    <w:rsid w:val="00121C19"/>
    <w:rsid w:val="00123A51"/>
    <w:rsid w:val="001408DD"/>
    <w:rsid w:val="00147F41"/>
    <w:rsid w:val="001549D1"/>
    <w:rsid w:val="00166EB8"/>
    <w:rsid w:val="00171384"/>
    <w:rsid w:val="00176574"/>
    <w:rsid w:val="00177CD8"/>
    <w:rsid w:val="00193CF2"/>
    <w:rsid w:val="001A5B0F"/>
    <w:rsid w:val="001A6CD2"/>
    <w:rsid w:val="001B4A78"/>
    <w:rsid w:val="001B5A98"/>
    <w:rsid w:val="001E0319"/>
    <w:rsid w:val="001E1EBF"/>
    <w:rsid w:val="00211989"/>
    <w:rsid w:val="00212563"/>
    <w:rsid w:val="0023069A"/>
    <w:rsid w:val="002331E1"/>
    <w:rsid w:val="002357AC"/>
    <w:rsid w:val="00247449"/>
    <w:rsid w:val="00256883"/>
    <w:rsid w:val="00260E7D"/>
    <w:rsid w:val="002675C4"/>
    <w:rsid w:val="00272661"/>
    <w:rsid w:val="00282295"/>
    <w:rsid w:val="00287320"/>
    <w:rsid w:val="00297C33"/>
    <w:rsid w:val="002B1811"/>
    <w:rsid w:val="002C250A"/>
    <w:rsid w:val="002C47DE"/>
    <w:rsid w:val="002C78F3"/>
    <w:rsid w:val="002D513F"/>
    <w:rsid w:val="002D613F"/>
    <w:rsid w:val="002E5AF0"/>
    <w:rsid w:val="002F6F13"/>
    <w:rsid w:val="003023ED"/>
    <w:rsid w:val="003063CE"/>
    <w:rsid w:val="00312E5A"/>
    <w:rsid w:val="00327B4C"/>
    <w:rsid w:val="00331D9F"/>
    <w:rsid w:val="00347AA8"/>
    <w:rsid w:val="00357C5D"/>
    <w:rsid w:val="00380A65"/>
    <w:rsid w:val="003833CB"/>
    <w:rsid w:val="003A4D62"/>
    <w:rsid w:val="003C05C5"/>
    <w:rsid w:val="003C74E7"/>
    <w:rsid w:val="003D600F"/>
    <w:rsid w:val="003E0D2D"/>
    <w:rsid w:val="003E225D"/>
    <w:rsid w:val="003E2A6F"/>
    <w:rsid w:val="003E7083"/>
    <w:rsid w:val="003F4D6F"/>
    <w:rsid w:val="00415858"/>
    <w:rsid w:val="00424A74"/>
    <w:rsid w:val="00435114"/>
    <w:rsid w:val="00437414"/>
    <w:rsid w:val="004458C6"/>
    <w:rsid w:val="00454930"/>
    <w:rsid w:val="00456F54"/>
    <w:rsid w:val="00464396"/>
    <w:rsid w:val="00471594"/>
    <w:rsid w:val="00476679"/>
    <w:rsid w:val="00483CA9"/>
    <w:rsid w:val="00484025"/>
    <w:rsid w:val="00484C0A"/>
    <w:rsid w:val="00487140"/>
    <w:rsid w:val="004949A7"/>
    <w:rsid w:val="00496378"/>
    <w:rsid w:val="004A40CD"/>
    <w:rsid w:val="004A5204"/>
    <w:rsid w:val="004B6539"/>
    <w:rsid w:val="004E1FB0"/>
    <w:rsid w:val="004E2E22"/>
    <w:rsid w:val="004F02E8"/>
    <w:rsid w:val="00504016"/>
    <w:rsid w:val="005060C4"/>
    <w:rsid w:val="00506655"/>
    <w:rsid w:val="00521C13"/>
    <w:rsid w:val="00523C75"/>
    <w:rsid w:val="00525F1B"/>
    <w:rsid w:val="00533933"/>
    <w:rsid w:val="00536D92"/>
    <w:rsid w:val="00537AB5"/>
    <w:rsid w:val="005430FA"/>
    <w:rsid w:val="00543391"/>
    <w:rsid w:val="00585701"/>
    <w:rsid w:val="00593C4F"/>
    <w:rsid w:val="00596472"/>
    <w:rsid w:val="005A49CE"/>
    <w:rsid w:val="005A4DD2"/>
    <w:rsid w:val="005A6195"/>
    <w:rsid w:val="005A6DFF"/>
    <w:rsid w:val="005A723C"/>
    <w:rsid w:val="005B0958"/>
    <w:rsid w:val="005B4A1C"/>
    <w:rsid w:val="005E2504"/>
    <w:rsid w:val="005F4692"/>
    <w:rsid w:val="006052CE"/>
    <w:rsid w:val="00624253"/>
    <w:rsid w:val="00641B3A"/>
    <w:rsid w:val="006750D9"/>
    <w:rsid w:val="00675C0E"/>
    <w:rsid w:val="006847FF"/>
    <w:rsid w:val="006875BA"/>
    <w:rsid w:val="006B3162"/>
    <w:rsid w:val="006B438A"/>
    <w:rsid w:val="006C1874"/>
    <w:rsid w:val="006D3D13"/>
    <w:rsid w:val="006E3A67"/>
    <w:rsid w:val="006F4DD0"/>
    <w:rsid w:val="00700A15"/>
    <w:rsid w:val="00705DA9"/>
    <w:rsid w:val="00714A62"/>
    <w:rsid w:val="007303C1"/>
    <w:rsid w:val="00736E2C"/>
    <w:rsid w:val="00745B9D"/>
    <w:rsid w:val="00746398"/>
    <w:rsid w:val="00747AFC"/>
    <w:rsid w:val="0077560E"/>
    <w:rsid w:val="007774F1"/>
    <w:rsid w:val="007959B4"/>
    <w:rsid w:val="00795AC6"/>
    <w:rsid w:val="007A790C"/>
    <w:rsid w:val="007E013D"/>
    <w:rsid w:val="007E055D"/>
    <w:rsid w:val="007E3CE8"/>
    <w:rsid w:val="007E529F"/>
    <w:rsid w:val="007E600D"/>
    <w:rsid w:val="007F461D"/>
    <w:rsid w:val="007F5A2F"/>
    <w:rsid w:val="008008F3"/>
    <w:rsid w:val="00813121"/>
    <w:rsid w:val="00826C29"/>
    <w:rsid w:val="008318CD"/>
    <w:rsid w:val="0083617F"/>
    <w:rsid w:val="008431D5"/>
    <w:rsid w:val="0085551A"/>
    <w:rsid w:val="008903B3"/>
    <w:rsid w:val="00894887"/>
    <w:rsid w:val="008A036A"/>
    <w:rsid w:val="008A2763"/>
    <w:rsid w:val="008B3E88"/>
    <w:rsid w:val="008C410E"/>
    <w:rsid w:val="008C5C6A"/>
    <w:rsid w:val="008C7917"/>
    <w:rsid w:val="008D0DD9"/>
    <w:rsid w:val="008D50A0"/>
    <w:rsid w:val="008D6C22"/>
    <w:rsid w:val="008F2936"/>
    <w:rsid w:val="0090041B"/>
    <w:rsid w:val="00907EBB"/>
    <w:rsid w:val="00912302"/>
    <w:rsid w:val="009302E9"/>
    <w:rsid w:val="00956423"/>
    <w:rsid w:val="009631C2"/>
    <w:rsid w:val="0096764F"/>
    <w:rsid w:val="00970ADD"/>
    <w:rsid w:val="009A1574"/>
    <w:rsid w:val="009A3A90"/>
    <w:rsid w:val="009A47EB"/>
    <w:rsid w:val="009A5757"/>
    <w:rsid w:val="009C19DE"/>
    <w:rsid w:val="009C50DD"/>
    <w:rsid w:val="009E4081"/>
    <w:rsid w:val="009F42EA"/>
    <w:rsid w:val="00A128B0"/>
    <w:rsid w:val="00A15046"/>
    <w:rsid w:val="00A7137D"/>
    <w:rsid w:val="00A82426"/>
    <w:rsid w:val="00A96BDD"/>
    <w:rsid w:val="00AD5279"/>
    <w:rsid w:val="00AD5FDE"/>
    <w:rsid w:val="00AF1723"/>
    <w:rsid w:val="00B0676D"/>
    <w:rsid w:val="00B24974"/>
    <w:rsid w:val="00B25C87"/>
    <w:rsid w:val="00B31CDF"/>
    <w:rsid w:val="00B812BC"/>
    <w:rsid w:val="00B85EA1"/>
    <w:rsid w:val="00B87C68"/>
    <w:rsid w:val="00B94399"/>
    <w:rsid w:val="00B97682"/>
    <w:rsid w:val="00BA4420"/>
    <w:rsid w:val="00BB48E7"/>
    <w:rsid w:val="00BC00C2"/>
    <w:rsid w:val="00BC6470"/>
    <w:rsid w:val="00BD23B1"/>
    <w:rsid w:val="00BD2F3F"/>
    <w:rsid w:val="00BD6311"/>
    <w:rsid w:val="00BE35B9"/>
    <w:rsid w:val="00BE41A3"/>
    <w:rsid w:val="00BE4A4D"/>
    <w:rsid w:val="00BE6A6F"/>
    <w:rsid w:val="00BE6FDA"/>
    <w:rsid w:val="00BF1B3C"/>
    <w:rsid w:val="00BF53AB"/>
    <w:rsid w:val="00C007E6"/>
    <w:rsid w:val="00C34168"/>
    <w:rsid w:val="00C3472B"/>
    <w:rsid w:val="00C44048"/>
    <w:rsid w:val="00C51B4D"/>
    <w:rsid w:val="00C6000B"/>
    <w:rsid w:val="00C60822"/>
    <w:rsid w:val="00C64C32"/>
    <w:rsid w:val="00C76386"/>
    <w:rsid w:val="00C91515"/>
    <w:rsid w:val="00C91837"/>
    <w:rsid w:val="00C96B6E"/>
    <w:rsid w:val="00CB445C"/>
    <w:rsid w:val="00CC75B4"/>
    <w:rsid w:val="00D11B0F"/>
    <w:rsid w:val="00D27E81"/>
    <w:rsid w:val="00D55A26"/>
    <w:rsid w:val="00D7144B"/>
    <w:rsid w:val="00D81DF1"/>
    <w:rsid w:val="00D877F1"/>
    <w:rsid w:val="00D91946"/>
    <w:rsid w:val="00DA7759"/>
    <w:rsid w:val="00DB1D59"/>
    <w:rsid w:val="00DE1C4E"/>
    <w:rsid w:val="00DF49CA"/>
    <w:rsid w:val="00DF5AB7"/>
    <w:rsid w:val="00E03688"/>
    <w:rsid w:val="00E15E88"/>
    <w:rsid w:val="00E27BDB"/>
    <w:rsid w:val="00E30CA4"/>
    <w:rsid w:val="00E3117A"/>
    <w:rsid w:val="00E5523B"/>
    <w:rsid w:val="00E72532"/>
    <w:rsid w:val="00E733A9"/>
    <w:rsid w:val="00E90221"/>
    <w:rsid w:val="00ED0EFF"/>
    <w:rsid w:val="00ED3E79"/>
    <w:rsid w:val="00EE6C2A"/>
    <w:rsid w:val="00EF1B13"/>
    <w:rsid w:val="00F134A9"/>
    <w:rsid w:val="00F31DE2"/>
    <w:rsid w:val="00F31E67"/>
    <w:rsid w:val="00F36740"/>
    <w:rsid w:val="00F37A15"/>
    <w:rsid w:val="00F66E6C"/>
    <w:rsid w:val="00F7592B"/>
    <w:rsid w:val="00F8155A"/>
    <w:rsid w:val="00F8478D"/>
    <w:rsid w:val="00F95CF5"/>
    <w:rsid w:val="00FA11E5"/>
    <w:rsid w:val="00FA4D06"/>
    <w:rsid w:val="00FD41BA"/>
    <w:rsid w:val="00FD54F6"/>
    <w:rsid w:val="00FE05F5"/>
    <w:rsid w:val="00FE1C7A"/>
    <w:rsid w:val="00FF5ACB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5AF0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F17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F1723"/>
    <w:pPr>
      <w:keepNext/>
      <w:spacing w:before="240" w:after="240"/>
      <w:outlineLvl w:val="1"/>
    </w:pPr>
    <w:rPr>
      <w:rFonts w:ascii="Arial" w:hAnsi="Arial"/>
      <w:b/>
      <w:sz w:val="28"/>
      <w:szCs w:val="20"/>
      <w:lang w:val="en-AU"/>
    </w:rPr>
  </w:style>
  <w:style w:type="paragraph" w:styleId="Heading3">
    <w:name w:val="heading 3"/>
    <w:basedOn w:val="Normal"/>
    <w:next w:val="Normal"/>
    <w:qFormat/>
    <w:rsid w:val="00AF1723"/>
    <w:pPr>
      <w:keepNext/>
      <w:spacing w:before="240" w:after="160"/>
      <w:outlineLvl w:val="2"/>
    </w:pPr>
    <w:rPr>
      <w:rFonts w:ascii="Arial (W1)" w:hAnsi="Arial (W1)"/>
      <w:b/>
      <w:sz w:val="22"/>
      <w:lang w:val="en-AU"/>
    </w:rPr>
  </w:style>
  <w:style w:type="paragraph" w:styleId="Heading4">
    <w:name w:val="heading 4"/>
    <w:basedOn w:val="Normal"/>
    <w:next w:val="Normal"/>
    <w:qFormat/>
    <w:rsid w:val="00AF1723"/>
    <w:pPr>
      <w:keepNext/>
      <w:spacing w:before="12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AF1723"/>
    <w:pPr>
      <w:keepNext/>
      <w:spacing w:before="120" w:after="120"/>
      <w:ind w:left="720"/>
      <w:outlineLvl w:val="4"/>
    </w:pPr>
    <w:rPr>
      <w:b/>
      <w:bCs/>
    </w:rPr>
  </w:style>
  <w:style w:type="paragraph" w:styleId="Heading7">
    <w:name w:val="heading 7"/>
    <w:basedOn w:val="Normal"/>
    <w:next w:val="Normal"/>
    <w:qFormat/>
    <w:rsid w:val="00AF1723"/>
    <w:pPr>
      <w:keepNext/>
      <w:spacing w:before="120" w:after="120"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D91946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F1723"/>
    <w:pPr>
      <w:spacing w:before="60"/>
    </w:pPr>
    <w:rPr>
      <w:sz w:val="20"/>
    </w:rPr>
  </w:style>
  <w:style w:type="paragraph" w:styleId="Footer">
    <w:name w:val="footer"/>
    <w:basedOn w:val="Normal"/>
    <w:link w:val="FooterChar"/>
    <w:uiPriority w:val="99"/>
    <w:rsid w:val="00AF1723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AF1723"/>
    <w:pPr>
      <w:widowControl w:val="0"/>
    </w:pPr>
    <w:rPr>
      <w:i/>
    </w:rPr>
  </w:style>
  <w:style w:type="paragraph" w:styleId="Caption">
    <w:name w:val="caption"/>
    <w:basedOn w:val="Normal"/>
    <w:next w:val="Normal"/>
    <w:qFormat/>
    <w:rsid w:val="00AF1723"/>
    <w:rPr>
      <w:i/>
      <w:iCs/>
    </w:rPr>
  </w:style>
  <w:style w:type="paragraph" w:styleId="BodyTextIndent">
    <w:name w:val="Body Text Indent"/>
    <w:basedOn w:val="Normal"/>
    <w:rsid w:val="007A790C"/>
    <w:pPr>
      <w:tabs>
        <w:tab w:val="left" w:pos="792"/>
      </w:tabs>
      <w:spacing w:before="120"/>
      <w:ind w:left="792" w:hanging="792"/>
    </w:pPr>
    <w:rPr>
      <w:sz w:val="18"/>
    </w:rPr>
  </w:style>
  <w:style w:type="table" w:styleId="TableGrid">
    <w:name w:val="Table Grid"/>
    <w:basedOn w:val="TableNormal"/>
    <w:rsid w:val="00B06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C410E"/>
    <w:pPr>
      <w:tabs>
        <w:tab w:val="center" w:pos="4153"/>
        <w:tab w:val="right" w:pos="8306"/>
      </w:tabs>
    </w:pPr>
    <w:rPr>
      <w:rFonts w:ascii="Arial" w:hAnsi="Arial"/>
      <w:sz w:val="20"/>
      <w:szCs w:val="20"/>
      <w:lang w:val="en-AU"/>
    </w:rPr>
  </w:style>
  <w:style w:type="paragraph" w:styleId="Title">
    <w:name w:val="Title"/>
    <w:basedOn w:val="Normal"/>
    <w:qFormat/>
    <w:rsid w:val="000B6D2D"/>
    <w:pPr>
      <w:jc w:val="center"/>
    </w:pPr>
    <w:rPr>
      <w:b/>
      <w:szCs w:val="20"/>
      <w:bdr w:val="single" w:sz="4" w:space="0" w:color="auto"/>
      <w:lang w:val="en-US"/>
    </w:rPr>
  </w:style>
  <w:style w:type="paragraph" w:styleId="List">
    <w:name w:val="List"/>
    <w:basedOn w:val="Normal"/>
    <w:rsid w:val="000B6D2D"/>
    <w:pPr>
      <w:ind w:left="283" w:hanging="283"/>
    </w:pPr>
    <w:rPr>
      <w:lang w:val="en-AU"/>
    </w:rPr>
  </w:style>
  <w:style w:type="paragraph" w:customStyle="1" w:styleId="PC">
    <w:name w:val="PC#"/>
    <w:basedOn w:val="Normal"/>
    <w:rsid w:val="000B6D2D"/>
    <w:pPr>
      <w:tabs>
        <w:tab w:val="num" w:pos="360"/>
      </w:tabs>
      <w:ind w:left="360" w:hanging="360"/>
    </w:pPr>
    <w:rPr>
      <w:rFonts w:ascii="Arial" w:hAnsi="Arial"/>
      <w:sz w:val="20"/>
      <w:szCs w:val="20"/>
    </w:rPr>
  </w:style>
  <w:style w:type="paragraph" w:customStyle="1" w:styleId="Column1">
    <w:name w:val="Column 1"/>
    <w:basedOn w:val="Normal"/>
    <w:autoRedefine/>
    <w:rsid w:val="00BF53AB"/>
    <w:pPr>
      <w:widowControl w:val="0"/>
      <w:numPr>
        <w:ilvl w:val="1"/>
        <w:numId w:val="2"/>
      </w:numPr>
      <w:spacing w:before="120"/>
    </w:pPr>
    <w:rPr>
      <w:rFonts w:ascii="Arial" w:hAnsi="Arial" w:cs="Arial"/>
      <w:color w:val="FF6600"/>
      <w:sz w:val="20"/>
      <w:szCs w:val="20"/>
    </w:rPr>
  </w:style>
  <w:style w:type="paragraph" w:customStyle="1" w:styleId="Column2">
    <w:name w:val="Column 2"/>
    <w:basedOn w:val="Normal"/>
    <w:autoRedefine/>
    <w:rsid w:val="002D513F"/>
    <w:pPr>
      <w:numPr>
        <w:ilvl w:val="1"/>
        <w:numId w:val="1"/>
      </w:numPr>
      <w:spacing w:before="120"/>
    </w:pPr>
    <w:rPr>
      <w:sz w:val="18"/>
      <w:szCs w:val="20"/>
    </w:rPr>
  </w:style>
  <w:style w:type="paragraph" w:customStyle="1" w:styleId="DefinitionTerm">
    <w:name w:val="Definition Term"/>
    <w:basedOn w:val="Normal"/>
    <w:next w:val="Normal"/>
    <w:rsid w:val="00894887"/>
    <w:pPr>
      <w:widowControl w:val="0"/>
    </w:pPr>
    <w:rPr>
      <w:snapToGrid w:val="0"/>
      <w:szCs w:val="20"/>
      <w:lang w:val="en-AU"/>
    </w:rPr>
  </w:style>
  <w:style w:type="paragraph" w:customStyle="1" w:styleId="boxbullet">
    <w:name w:val="box bullet"/>
    <w:basedOn w:val="List"/>
    <w:rsid w:val="00894887"/>
    <w:pPr>
      <w:tabs>
        <w:tab w:val="num" w:pos="720"/>
      </w:tabs>
      <w:spacing w:before="120"/>
      <w:ind w:left="720" w:hanging="360"/>
    </w:pPr>
    <w:rPr>
      <w:rFonts w:ascii="Arial" w:hAnsi="Arial"/>
      <w:sz w:val="20"/>
      <w:szCs w:val="20"/>
      <w:lang w:val="en-GB" w:eastAsia="en-AU"/>
    </w:rPr>
  </w:style>
  <w:style w:type="paragraph" w:customStyle="1" w:styleId="MajorTableText">
    <w:name w:val="Major Table Text"/>
    <w:basedOn w:val="Normal"/>
    <w:rsid w:val="00894887"/>
    <w:pPr>
      <w:spacing w:before="60" w:after="60"/>
    </w:pPr>
    <w:rPr>
      <w:rFonts w:ascii="Palatino" w:hAnsi="Palatino"/>
      <w:sz w:val="18"/>
      <w:szCs w:val="20"/>
      <w:lang w:val="en-AU" w:eastAsia="en-AU"/>
    </w:rPr>
  </w:style>
  <w:style w:type="character" w:customStyle="1" w:styleId="menumenufooditem1">
    <w:name w:val="menumenufooditem1"/>
    <w:basedOn w:val="DefaultParagraphFont"/>
    <w:rsid w:val="00123A51"/>
    <w:rPr>
      <w:rFonts w:ascii="Tahoma" w:hAnsi="Tahoma" w:cs="Tahoma" w:hint="default"/>
      <w:b/>
      <w:bCs/>
      <w:strike w:val="0"/>
      <w:dstrike w:val="0"/>
      <w:color w:val="7A9E0D"/>
      <w:sz w:val="17"/>
      <w:szCs w:val="17"/>
      <w:u w:val="none"/>
      <w:effect w:val="none"/>
    </w:rPr>
  </w:style>
  <w:style w:type="character" w:customStyle="1" w:styleId="menumenusection1">
    <w:name w:val="menumenusection1"/>
    <w:basedOn w:val="DefaultParagraphFont"/>
    <w:rsid w:val="00123A51"/>
    <w:rPr>
      <w:rFonts w:ascii="Tahoma" w:hAnsi="Tahoma" w:cs="Tahoma" w:hint="default"/>
      <w:b/>
      <w:bCs/>
      <w:strike w:val="0"/>
      <w:dstrike w:val="0"/>
      <w:color w:val="7A9E0D"/>
      <w:sz w:val="18"/>
      <w:szCs w:val="18"/>
      <w:u w:val="none"/>
      <w:effect w:val="none"/>
    </w:rPr>
  </w:style>
  <w:style w:type="paragraph" w:styleId="NormalWeb">
    <w:name w:val="Normal (Web)"/>
    <w:basedOn w:val="Normal"/>
    <w:rsid w:val="007E3CE8"/>
    <w:pPr>
      <w:spacing w:before="100" w:beforeAutospacing="1" w:after="100" w:afterAutospacing="1"/>
    </w:pPr>
    <w:rPr>
      <w:lang w:val="en-AU" w:eastAsia="en-AU"/>
    </w:rPr>
  </w:style>
  <w:style w:type="character" w:styleId="Strong">
    <w:name w:val="Strong"/>
    <w:basedOn w:val="DefaultParagraphFont"/>
    <w:qFormat/>
    <w:rsid w:val="007E3CE8"/>
    <w:rPr>
      <w:b/>
      <w:bCs/>
    </w:rPr>
  </w:style>
  <w:style w:type="character" w:styleId="PageNumber">
    <w:name w:val="page number"/>
    <w:basedOn w:val="DefaultParagraphFont"/>
    <w:rsid w:val="00380A65"/>
  </w:style>
  <w:style w:type="paragraph" w:customStyle="1" w:styleId="Heading8a">
    <w:name w:val="Heading 8a"/>
    <w:basedOn w:val="Normal"/>
    <w:autoRedefine/>
    <w:rsid w:val="008A036A"/>
    <w:pPr>
      <w:spacing w:after="120"/>
      <w:jc w:val="center"/>
    </w:pPr>
    <w:rPr>
      <w:rFonts w:ascii="Arial" w:hAnsi="Arial"/>
      <w:b/>
      <w:sz w:val="28"/>
      <w:lang w:val="en-US"/>
    </w:rPr>
  </w:style>
  <w:style w:type="character" w:styleId="Hyperlink">
    <w:name w:val="Hyperlink"/>
    <w:basedOn w:val="DefaultParagraphFont"/>
    <w:rsid w:val="00287320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rsid w:val="0028732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AU" w:eastAsia="en-AU"/>
    </w:rPr>
  </w:style>
  <w:style w:type="paragraph" w:styleId="z-BottomofForm">
    <w:name w:val="HTML Bottom of Form"/>
    <w:basedOn w:val="Normal"/>
    <w:next w:val="Normal"/>
    <w:hidden/>
    <w:rsid w:val="0028732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AU" w:eastAsia="en-AU"/>
    </w:rPr>
  </w:style>
  <w:style w:type="character" w:styleId="Emphasis">
    <w:name w:val="Emphasis"/>
    <w:basedOn w:val="DefaultParagraphFont"/>
    <w:qFormat/>
    <w:rsid w:val="00287320"/>
    <w:rPr>
      <w:i/>
      <w:iCs/>
    </w:rPr>
  </w:style>
  <w:style w:type="paragraph" w:customStyle="1" w:styleId="top">
    <w:name w:val="top"/>
    <w:basedOn w:val="Normal"/>
    <w:rsid w:val="00287320"/>
    <w:pPr>
      <w:spacing w:before="100" w:beforeAutospacing="1" w:after="100" w:afterAutospacing="1"/>
    </w:pPr>
    <w:rPr>
      <w:lang w:val="en-AU" w:eastAsia="en-AU"/>
    </w:rPr>
  </w:style>
  <w:style w:type="paragraph" w:styleId="NoSpacing">
    <w:name w:val="No Spacing"/>
    <w:uiPriority w:val="1"/>
    <w:qFormat/>
    <w:rsid w:val="001B4A78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DF49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49CA"/>
    <w:rPr>
      <w:rFonts w:ascii="Tahoma" w:hAnsi="Tahoma" w:cs="Tahoma"/>
      <w:sz w:val="16"/>
      <w:szCs w:val="16"/>
      <w:lang w:val="en-GB" w:eastAsia="en-US"/>
    </w:rPr>
  </w:style>
  <w:style w:type="paragraph" w:customStyle="1" w:styleId="HeadingPP3">
    <w:name w:val="Heading_PP3"/>
    <w:basedOn w:val="Header"/>
    <w:autoRedefine/>
    <w:rsid w:val="00E733A9"/>
    <w:pPr>
      <w:tabs>
        <w:tab w:val="clear" w:pos="4153"/>
        <w:tab w:val="clear" w:pos="8306"/>
      </w:tabs>
    </w:pPr>
    <w:rPr>
      <w:rFonts w:ascii="Arial Black" w:hAnsi="Arial Black"/>
      <w:smallCaps/>
      <w:sz w:val="28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A47EB"/>
    <w:rPr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9E40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5AF0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F17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F1723"/>
    <w:pPr>
      <w:keepNext/>
      <w:spacing w:before="240" w:after="240"/>
      <w:outlineLvl w:val="1"/>
    </w:pPr>
    <w:rPr>
      <w:rFonts w:ascii="Arial" w:hAnsi="Arial"/>
      <w:b/>
      <w:sz w:val="28"/>
      <w:szCs w:val="20"/>
      <w:lang w:val="en-AU"/>
    </w:rPr>
  </w:style>
  <w:style w:type="paragraph" w:styleId="Heading3">
    <w:name w:val="heading 3"/>
    <w:basedOn w:val="Normal"/>
    <w:next w:val="Normal"/>
    <w:qFormat/>
    <w:rsid w:val="00AF1723"/>
    <w:pPr>
      <w:keepNext/>
      <w:spacing w:before="240" w:after="160"/>
      <w:outlineLvl w:val="2"/>
    </w:pPr>
    <w:rPr>
      <w:rFonts w:ascii="Arial (W1)" w:hAnsi="Arial (W1)"/>
      <w:b/>
      <w:sz w:val="22"/>
      <w:lang w:val="en-AU"/>
    </w:rPr>
  </w:style>
  <w:style w:type="paragraph" w:styleId="Heading4">
    <w:name w:val="heading 4"/>
    <w:basedOn w:val="Normal"/>
    <w:next w:val="Normal"/>
    <w:qFormat/>
    <w:rsid w:val="00AF1723"/>
    <w:pPr>
      <w:keepNext/>
      <w:spacing w:before="12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AF1723"/>
    <w:pPr>
      <w:keepNext/>
      <w:spacing w:before="120" w:after="120"/>
      <w:ind w:left="720"/>
      <w:outlineLvl w:val="4"/>
    </w:pPr>
    <w:rPr>
      <w:b/>
      <w:bCs/>
    </w:rPr>
  </w:style>
  <w:style w:type="paragraph" w:styleId="Heading7">
    <w:name w:val="heading 7"/>
    <w:basedOn w:val="Normal"/>
    <w:next w:val="Normal"/>
    <w:qFormat/>
    <w:rsid w:val="00AF1723"/>
    <w:pPr>
      <w:keepNext/>
      <w:spacing w:before="120" w:after="120"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D91946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F1723"/>
    <w:pPr>
      <w:spacing w:before="60"/>
    </w:pPr>
    <w:rPr>
      <w:sz w:val="20"/>
    </w:rPr>
  </w:style>
  <w:style w:type="paragraph" w:styleId="Footer">
    <w:name w:val="footer"/>
    <w:basedOn w:val="Normal"/>
    <w:link w:val="FooterChar"/>
    <w:uiPriority w:val="99"/>
    <w:rsid w:val="00AF1723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AF1723"/>
    <w:pPr>
      <w:widowControl w:val="0"/>
    </w:pPr>
    <w:rPr>
      <w:i/>
    </w:rPr>
  </w:style>
  <w:style w:type="paragraph" w:styleId="Caption">
    <w:name w:val="caption"/>
    <w:basedOn w:val="Normal"/>
    <w:next w:val="Normal"/>
    <w:qFormat/>
    <w:rsid w:val="00AF1723"/>
    <w:rPr>
      <w:i/>
      <w:iCs/>
    </w:rPr>
  </w:style>
  <w:style w:type="paragraph" w:styleId="BodyTextIndent">
    <w:name w:val="Body Text Indent"/>
    <w:basedOn w:val="Normal"/>
    <w:rsid w:val="007A790C"/>
    <w:pPr>
      <w:tabs>
        <w:tab w:val="left" w:pos="792"/>
      </w:tabs>
      <w:spacing w:before="120"/>
      <w:ind w:left="792" w:hanging="792"/>
    </w:pPr>
    <w:rPr>
      <w:sz w:val="18"/>
    </w:rPr>
  </w:style>
  <w:style w:type="table" w:styleId="TableGrid">
    <w:name w:val="Table Grid"/>
    <w:basedOn w:val="TableNormal"/>
    <w:rsid w:val="00B06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C410E"/>
    <w:pPr>
      <w:tabs>
        <w:tab w:val="center" w:pos="4153"/>
        <w:tab w:val="right" w:pos="8306"/>
      </w:tabs>
    </w:pPr>
    <w:rPr>
      <w:rFonts w:ascii="Arial" w:hAnsi="Arial"/>
      <w:sz w:val="20"/>
      <w:szCs w:val="20"/>
      <w:lang w:val="en-AU"/>
    </w:rPr>
  </w:style>
  <w:style w:type="paragraph" w:styleId="Title">
    <w:name w:val="Title"/>
    <w:basedOn w:val="Normal"/>
    <w:qFormat/>
    <w:rsid w:val="000B6D2D"/>
    <w:pPr>
      <w:jc w:val="center"/>
    </w:pPr>
    <w:rPr>
      <w:b/>
      <w:szCs w:val="20"/>
      <w:bdr w:val="single" w:sz="4" w:space="0" w:color="auto"/>
      <w:lang w:val="en-US"/>
    </w:rPr>
  </w:style>
  <w:style w:type="paragraph" w:styleId="List">
    <w:name w:val="List"/>
    <w:basedOn w:val="Normal"/>
    <w:rsid w:val="000B6D2D"/>
    <w:pPr>
      <w:ind w:left="283" w:hanging="283"/>
    </w:pPr>
    <w:rPr>
      <w:lang w:val="en-AU"/>
    </w:rPr>
  </w:style>
  <w:style w:type="paragraph" w:customStyle="1" w:styleId="PC">
    <w:name w:val="PC#"/>
    <w:basedOn w:val="Normal"/>
    <w:rsid w:val="000B6D2D"/>
    <w:pPr>
      <w:tabs>
        <w:tab w:val="num" w:pos="360"/>
      </w:tabs>
      <w:ind w:left="360" w:hanging="360"/>
    </w:pPr>
    <w:rPr>
      <w:rFonts w:ascii="Arial" w:hAnsi="Arial"/>
      <w:sz w:val="20"/>
      <w:szCs w:val="20"/>
    </w:rPr>
  </w:style>
  <w:style w:type="paragraph" w:customStyle="1" w:styleId="Column1">
    <w:name w:val="Column 1"/>
    <w:basedOn w:val="Normal"/>
    <w:autoRedefine/>
    <w:rsid w:val="00BF53AB"/>
    <w:pPr>
      <w:widowControl w:val="0"/>
      <w:numPr>
        <w:ilvl w:val="1"/>
        <w:numId w:val="2"/>
      </w:numPr>
      <w:spacing w:before="120"/>
    </w:pPr>
    <w:rPr>
      <w:rFonts w:ascii="Arial" w:hAnsi="Arial" w:cs="Arial"/>
      <w:color w:val="FF6600"/>
      <w:sz w:val="20"/>
      <w:szCs w:val="20"/>
    </w:rPr>
  </w:style>
  <w:style w:type="paragraph" w:customStyle="1" w:styleId="Column2">
    <w:name w:val="Column 2"/>
    <w:basedOn w:val="Normal"/>
    <w:autoRedefine/>
    <w:rsid w:val="002D513F"/>
    <w:pPr>
      <w:numPr>
        <w:ilvl w:val="1"/>
        <w:numId w:val="1"/>
      </w:numPr>
      <w:spacing w:before="120"/>
    </w:pPr>
    <w:rPr>
      <w:sz w:val="18"/>
      <w:szCs w:val="20"/>
    </w:rPr>
  </w:style>
  <w:style w:type="paragraph" w:customStyle="1" w:styleId="DefinitionTerm">
    <w:name w:val="Definition Term"/>
    <w:basedOn w:val="Normal"/>
    <w:next w:val="Normal"/>
    <w:rsid w:val="00894887"/>
    <w:pPr>
      <w:widowControl w:val="0"/>
    </w:pPr>
    <w:rPr>
      <w:snapToGrid w:val="0"/>
      <w:szCs w:val="20"/>
      <w:lang w:val="en-AU"/>
    </w:rPr>
  </w:style>
  <w:style w:type="paragraph" w:customStyle="1" w:styleId="boxbullet">
    <w:name w:val="box bullet"/>
    <w:basedOn w:val="List"/>
    <w:rsid w:val="00894887"/>
    <w:pPr>
      <w:tabs>
        <w:tab w:val="num" w:pos="720"/>
      </w:tabs>
      <w:spacing w:before="120"/>
      <w:ind w:left="720" w:hanging="360"/>
    </w:pPr>
    <w:rPr>
      <w:rFonts w:ascii="Arial" w:hAnsi="Arial"/>
      <w:sz w:val="20"/>
      <w:szCs w:val="20"/>
      <w:lang w:val="en-GB" w:eastAsia="en-AU"/>
    </w:rPr>
  </w:style>
  <w:style w:type="paragraph" w:customStyle="1" w:styleId="MajorTableText">
    <w:name w:val="Major Table Text"/>
    <w:basedOn w:val="Normal"/>
    <w:rsid w:val="00894887"/>
    <w:pPr>
      <w:spacing w:before="60" w:after="60"/>
    </w:pPr>
    <w:rPr>
      <w:rFonts w:ascii="Palatino" w:hAnsi="Palatino"/>
      <w:sz w:val="18"/>
      <w:szCs w:val="20"/>
      <w:lang w:val="en-AU" w:eastAsia="en-AU"/>
    </w:rPr>
  </w:style>
  <w:style w:type="character" w:customStyle="1" w:styleId="menumenufooditem1">
    <w:name w:val="menumenufooditem1"/>
    <w:basedOn w:val="DefaultParagraphFont"/>
    <w:rsid w:val="00123A51"/>
    <w:rPr>
      <w:rFonts w:ascii="Tahoma" w:hAnsi="Tahoma" w:cs="Tahoma" w:hint="default"/>
      <w:b/>
      <w:bCs/>
      <w:strike w:val="0"/>
      <w:dstrike w:val="0"/>
      <w:color w:val="7A9E0D"/>
      <w:sz w:val="17"/>
      <w:szCs w:val="17"/>
      <w:u w:val="none"/>
      <w:effect w:val="none"/>
    </w:rPr>
  </w:style>
  <w:style w:type="character" w:customStyle="1" w:styleId="menumenusection1">
    <w:name w:val="menumenusection1"/>
    <w:basedOn w:val="DefaultParagraphFont"/>
    <w:rsid w:val="00123A51"/>
    <w:rPr>
      <w:rFonts w:ascii="Tahoma" w:hAnsi="Tahoma" w:cs="Tahoma" w:hint="default"/>
      <w:b/>
      <w:bCs/>
      <w:strike w:val="0"/>
      <w:dstrike w:val="0"/>
      <w:color w:val="7A9E0D"/>
      <w:sz w:val="18"/>
      <w:szCs w:val="18"/>
      <w:u w:val="none"/>
      <w:effect w:val="none"/>
    </w:rPr>
  </w:style>
  <w:style w:type="paragraph" w:styleId="NormalWeb">
    <w:name w:val="Normal (Web)"/>
    <w:basedOn w:val="Normal"/>
    <w:rsid w:val="007E3CE8"/>
    <w:pPr>
      <w:spacing w:before="100" w:beforeAutospacing="1" w:after="100" w:afterAutospacing="1"/>
    </w:pPr>
    <w:rPr>
      <w:lang w:val="en-AU" w:eastAsia="en-AU"/>
    </w:rPr>
  </w:style>
  <w:style w:type="character" w:styleId="Strong">
    <w:name w:val="Strong"/>
    <w:basedOn w:val="DefaultParagraphFont"/>
    <w:qFormat/>
    <w:rsid w:val="007E3CE8"/>
    <w:rPr>
      <w:b/>
      <w:bCs/>
    </w:rPr>
  </w:style>
  <w:style w:type="character" w:styleId="PageNumber">
    <w:name w:val="page number"/>
    <w:basedOn w:val="DefaultParagraphFont"/>
    <w:rsid w:val="00380A65"/>
  </w:style>
  <w:style w:type="paragraph" w:customStyle="1" w:styleId="Heading8a">
    <w:name w:val="Heading 8a"/>
    <w:basedOn w:val="Normal"/>
    <w:autoRedefine/>
    <w:rsid w:val="008A036A"/>
    <w:pPr>
      <w:spacing w:after="120"/>
      <w:jc w:val="center"/>
    </w:pPr>
    <w:rPr>
      <w:rFonts w:ascii="Arial" w:hAnsi="Arial"/>
      <w:b/>
      <w:sz w:val="28"/>
      <w:lang w:val="en-US"/>
    </w:rPr>
  </w:style>
  <w:style w:type="character" w:styleId="Hyperlink">
    <w:name w:val="Hyperlink"/>
    <w:basedOn w:val="DefaultParagraphFont"/>
    <w:rsid w:val="00287320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rsid w:val="0028732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AU" w:eastAsia="en-AU"/>
    </w:rPr>
  </w:style>
  <w:style w:type="paragraph" w:styleId="z-BottomofForm">
    <w:name w:val="HTML Bottom of Form"/>
    <w:basedOn w:val="Normal"/>
    <w:next w:val="Normal"/>
    <w:hidden/>
    <w:rsid w:val="0028732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AU" w:eastAsia="en-AU"/>
    </w:rPr>
  </w:style>
  <w:style w:type="character" w:styleId="Emphasis">
    <w:name w:val="Emphasis"/>
    <w:basedOn w:val="DefaultParagraphFont"/>
    <w:qFormat/>
    <w:rsid w:val="00287320"/>
    <w:rPr>
      <w:i/>
      <w:iCs/>
    </w:rPr>
  </w:style>
  <w:style w:type="paragraph" w:customStyle="1" w:styleId="top">
    <w:name w:val="top"/>
    <w:basedOn w:val="Normal"/>
    <w:rsid w:val="00287320"/>
    <w:pPr>
      <w:spacing w:before="100" w:beforeAutospacing="1" w:after="100" w:afterAutospacing="1"/>
    </w:pPr>
    <w:rPr>
      <w:lang w:val="en-AU" w:eastAsia="en-AU"/>
    </w:rPr>
  </w:style>
  <w:style w:type="paragraph" w:styleId="NoSpacing">
    <w:name w:val="No Spacing"/>
    <w:uiPriority w:val="1"/>
    <w:qFormat/>
    <w:rsid w:val="001B4A78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DF49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49CA"/>
    <w:rPr>
      <w:rFonts w:ascii="Tahoma" w:hAnsi="Tahoma" w:cs="Tahoma"/>
      <w:sz w:val="16"/>
      <w:szCs w:val="16"/>
      <w:lang w:val="en-GB" w:eastAsia="en-US"/>
    </w:rPr>
  </w:style>
  <w:style w:type="paragraph" w:customStyle="1" w:styleId="HeadingPP3">
    <w:name w:val="Heading_PP3"/>
    <w:basedOn w:val="Header"/>
    <w:autoRedefine/>
    <w:rsid w:val="00E733A9"/>
    <w:pPr>
      <w:tabs>
        <w:tab w:val="clear" w:pos="4153"/>
        <w:tab w:val="clear" w:pos="8306"/>
      </w:tabs>
    </w:pPr>
    <w:rPr>
      <w:rFonts w:ascii="Arial Black" w:hAnsi="Arial Black"/>
      <w:smallCaps/>
      <w:sz w:val="28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A47EB"/>
    <w:rPr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9E4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0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9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4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95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9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3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3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2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5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ospitality\2010%20Assessment%20Validation%20Part%20A%20Pre%20Assessment\HOSPITALITY%20ASSESSMENT%20PACKAGE%20%20210710\ASSESSMEN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0E1DD-C940-47DA-BB45-AB90B81AB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ASSESSMENT TEMPLATE.dotx</Template>
  <TotalTime>0</TotalTime>
  <Pages>8</Pages>
  <Words>1409</Words>
  <Characters>8036</Characters>
  <Application>Microsoft Office Word</Application>
  <DocSecurity>4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>DET NSW</Company>
  <LinksUpToDate>false</LinksUpToDate>
  <CharactersWithSpaces>9427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Joanne</dc:creator>
  <cp:lastModifiedBy>build</cp:lastModifiedBy>
  <cp:revision>2</cp:revision>
  <cp:lastPrinted>2009-03-19T00:45:00Z</cp:lastPrinted>
  <dcterms:created xsi:type="dcterms:W3CDTF">2012-03-14T03:58:00Z</dcterms:created>
  <dcterms:modified xsi:type="dcterms:W3CDTF">2012-03-14T03:58:00Z</dcterms:modified>
</cp:coreProperties>
</file>